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C89418" w14:textId="521630C6" w:rsidR="00804695" w:rsidRPr="00C942B1" w:rsidRDefault="00804695" w:rsidP="00AE4B19">
      <w:pPr>
        <w:pStyle w:val="OZNRODZAKTUtznustawalubrozporzdzenieiorganwydajcy"/>
      </w:pPr>
      <w:r w:rsidRPr="00C942B1">
        <w:t>Uzasadnienie</w:t>
      </w:r>
      <w:r w:rsidR="00911612">
        <w:t xml:space="preserve"> </w:t>
      </w:r>
    </w:p>
    <w:p w14:paraId="6307DB64" w14:textId="48174299" w:rsidR="003F17A4" w:rsidRDefault="003F17A4" w:rsidP="00804695">
      <w:pPr>
        <w:pStyle w:val="NIEARTTEKSTtekstnieartykuowanynppodstprawnarozplubpreambua"/>
      </w:pPr>
      <w:r>
        <w:t>P</w:t>
      </w:r>
      <w:r w:rsidR="00627172">
        <w:t xml:space="preserve">rojekt ustawy </w:t>
      </w:r>
      <w:r w:rsidR="00B270CB" w:rsidRPr="00B270CB">
        <w:t>o zmianie ustawy o świadczeniach opieki zdrowotnej finansowanych ze środków publicznych oraz niektórych innych ustaw</w:t>
      </w:r>
      <w:r w:rsidR="00B270CB">
        <w:t xml:space="preserve">, zwany dalej </w:t>
      </w:r>
      <w:r w:rsidR="00B270CB" w:rsidRPr="00B270CB">
        <w:t>„</w:t>
      </w:r>
      <w:r w:rsidR="00B270CB">
        <w:t>projektem ustawy</w:t>
      </w:r>
      <w:r w:rsidR="00B270CB" w:rsidRPr="00B270CB">
        <w:t>”</w:t>
      </w:r>
      <w:r w:rsidR="00B270CB">
        <w:t xml:space="preserve">, </w:t>
      </w:r>
      <w:r w:rsidR="00627172">
        <w:t>zakłada dokonanie nowelizacji w:</w:t>
      </w:r>
    </w:p>
    <w:p w14:paraId="3BED2A3A" w14:textId="1AAA69B6" w:rsidR="00627172" w:rsidRDefault="008A170B" w:rsidP="00627172">
      <w:pPr>
        <w:pStyle w:val="ARTartustawynprozporzdzenia"/>
      </w:pPr>
      <w:r>
        <w:t>1)</w:t>
      </w:r>
      <w:r w:rsidR="009028AC">
        <w:tab/>
      </w:r>
      <w:r w:rsidR="001F48C2">
        <w:t xml:space="preserve">ustawie z dnia </w:t>
      </w:r>
      <w:r w:rsidR="00BD6930">
        <w:t xml:space="preserve">27 sierpnia 2004 r. o świadczeniach </w:t>
      </w:r>
      <w:r w:rsidR="00DF2604">
        <w:t xml:space="preserve">opieki zdrowotnej </w:t>
      </w:r>
      <w:r w:rsidR="00E372F4">
        <w:t xml:space="preserve">finansowanych ze środków publicznych </w:t>
      </w:r>
      <w:r w:rsidR="001D3CA5">
        <w:t xml:space="preserve">(Dz. U. </w:t>
      </w:r>
      <w:r w:rsidR="00254811">
        <w:t>z 2024 r. poz. 146, z późn. zm.)</w:t>
      </w:r>
      <w:r w:rsidR="009C696D">
        <w:t xml:space="preserve">, zwanej dalej </w:t>
      </w:r>
      <w:r w:rsidR="009C696D">
        <w:rPr>
          <w:rFonts w:cs="Times"/>
        </w:rPr>
        <w:t>„</w:t>
      </w:r>
      <w:r w:rsidR="009C696D">
        <w:t>ustawą o</w:t>
      </w:r>
      <w:r w:rsidR="00134ACF">
        <w:t> </w:t>
      </w:r>
      <w:r w:rsidR="009C696D">
        <w:t>świadczeniach</w:t>
      </w:r>
      <w:r w:rsidR="00A62E62">
        <w:rPr>
          <w:rFonts w:cs="Times"/>
        </w:rPr>
        <w:t>”</w:t>
      </w:r>
      <w:r w:rsidR="00AF7C65">
        <w:t>;</w:t>
      </w:r>
    </w:p>
    <w:p w14:paraId="4E49194F" w14:textId="41395809" w:rsidR="00B41E43" w:rsidRDefault="008A170B" w:rsidP="00627172">
      <w:pPr>
        <w:pStyle w:val="ARTartustawynprozporzdzenia"/>
        <w:rPr>
          <w:rFonts w:cs="Times"/>
        </w:rPr>
      </w:pPr>
      <w:r>
        <w:t>2</w:t>
      </w:r>
      <w:r w:rsidR="009028AC">
        <w:t>)</w:t>
      </w:r>
      <w:r w:rsidR="009028AC">
        <w:tab/>
      </w:r>
      <w:r w:rsidR="00E924B4">
        <w:t xml:space="preserve">ustawie z dnia 28 kwietnia 2011 r. </w:t>
      </w:r>
      <w:r w:rsidR="00813621">
        <w:t xml:space="preserve">o systemie informacji w ochronie </w:t>
      </w:r>
      <w:r w:rsidR="00A94157">
        <w:t xml:space="preserve">zdrowia (Dz. U. z </w:t>
      </w:r>
      <w:r w:rsidR="00F64488">
        <w:t>202</w:t>
      </w:r>
      <w:r w:rsidR="003748BC">
        <w:t>5</w:t>
      </w:r>
      <w:r w:rsidR="00F64488">
        <w:t xml:space="preserve"> r. poz. </w:t>
      </w:r>
      <w:r w:rsidR="003748BC">
        <w:t>302</w:t>
      </w:r>
      <w:r w:rsidR="004D4942">
        <w:t>)</w:t>
      </w:r>
      <w:r w:rsidR="00A02FBC">
        <w:t xml:space="preserve">, zwanej dalej </w:t>
      </w:r>
      <w:r w:rsidR="008C3230">
        <w:rPr>
          <w:rFonts w:cs="Times"/>
        </w:rPr>
        <w:t>„</w:t>
      </w:r>
      <w:r w:rsidR="008C3230">
        <w:t xml:space="preserve">ustawą o </w:t>
      </w:r>
      <w:r w:rsidR="007F277C">
        <w:t>SIOZ</w:t>
      </w:r>
      <w:r w:rsidR="008C3230">
        <w:rPr>
          <w:rFonts w:cs="Times"/>
        </w:rPr>
        <w:t>”</w:t>
      </w:r>
      <w:r w:rsidR="004D4942">
        <w:t>;</w:t>
      </w:r>
    </w:p>
    <w:p w14:paraId="048E2011" w14:textId="205A0A8F" w:rsidR="00AF7C65" w:rsidRPr="00627172" w:rsidRDefault="008A170B" w:rsidP="00971B2A">
      <w:pPr>
        <w:pStyle w:val="ARTartustawynprozporzdzenia"/>
      </w:pPr>
      <w:r>
        <w:t>3</w:t>
      </w:r>
      <w:r w:rsidR="009028AC">
        <w:t>)</w:t>
      </w:r>
      <w:r w:rsidR="009028AC">
        <w:tab/>
      </w:r>
      <w:r w:rsidR="00AF7C65">
        <w:t xml:space="preserve">ustawie z dnia </w:t>
      </w:r>
      <w:r w:rsidR="00187737" w:rsidRPr="00187737">
        <w:t>z dnia 6 września 2001 r. – Prawo farmaceutyczne</w:t>
      </w:r>
      <w:r w:rsidR="00C2384B">
        <w:t xml:space="preserve"> (Dz. U. </w:t>
      </w:r>
      <w:r w:rsidR="00D749D4">
        <w:t>z 2024 r. poz. 686</w:t>
      </w:r>
      <w:r w:rsidR="008669AA">
        <w:t>, z późn. zm.)</w:t>
      </w:r>
      <w:r w:rsidR="00972FCE">
        <w:t xml:space="preserve">, zwanej dalej </w:t>
      </w:r>
      <w:r w:rsidR="00972FCE">
        <w:rPr>
          <w:rFonts w:cs="Times"/>
        </w:rPr>
        <w:t>„</w:t>
      </w:r>
      <w:r w:rsidR="00972FCE">
        <w:t xml:space="preserve">ustawą </w:t>
      </w:r>
      <w:r w:rsidR="000454BA" w:rsidRPr="000454BA">
        <w:t>–</w:t>
      </w:r>
      <w:r w:rsidR="00972FCE">
        <w:t xml:space="preserve"> Prawo farmaceutyczne</w:t>
      </w:r>
      <w:r w:rsidR="00972FCE">
        <w:rPr>
          <w:rFonts w:cs="Times"/>
        </w:rPr>
        <w:t>”</w:t>
      </w:r>
      <w:r w:rsidR="008669AA">
        <w:t>.</w:t>
      </w:r>
    </w:p>
    <w:p w14:paraId="123FFA3A" w14:textId="6B1B63C2" w:rsidR="00127D9C" w:rsidRDefault="00804695" w:rsidP="00804695">
      <w:pPr>
        <w:pStyle w:val="NIEARTTEKSTtekstnieartykuowanynppodstprawnarozplubpreambua"/>
      </w:pPr>
      <w:r w:rsidRPr="005237F2">
        <w:t>Celem projekt</w:t>
      </w:r>
      <w:r w:rsidR="008A170B">
        <w:t>u</w:t>
      </w:r>
      <w:r w:rsidRPr="005237F2">
        <w:t xml:space="preserve"> ustawy jest wprowadzenie nowego, scentralizowanego systemu rejestracji na świadczenia opieki zdrowotnej </w:t>
      </w:r>
      <w:r w:rsidR="001C6BA3">
        <w:t>umożliwiającego ustalenie</w:t>
      </w:r>
      <w:r w:rsidRPr="005237F2">
        <w:t xml:space="preserve"> kolejności ich udzielania</w:t>
      </w:r>
      <w:r w:rsidR="001C6BA3">
        <w:t>,</w:t>
      </w:r>
      <w:r w:rsidRPr="005237F2">
        <w:t xml:space="preserve"> </w:t>
      </w:r>
      <w:r>
        <w:t>zwan</w:t>
      </w:r>
      <w:r w:rsidR="001C6BA3">
        <w:t>ego</w:t>
      </w:r>
      <w:r w:rsidRPr="005237F2">
        <w:t xml:space="preserve"> </w:t>
      </w:r>
      <w:r w:rsidR="00B270CB">
        <w:t xml:space="preserve">dalej </w:t>
      </w:r>
      <w:r w:rsidRPr="005237F2">
        <w:t>„</w:t>
      </w:r>
      <w:r w:rsidR="00E1201E">
        <w:t xml:space="preserve">centralną </w:t>
      </w:r>
      <w:r w:rsidR="00E13D67">
        <w:t xml:space="preserve">elektroniczną </w:t>
      </w:r>
      <w:r w:rsidR="00E1201E">
        <w:t>rejestracją</w:t>
      </w:r>
      <w:r w:rsidRPr="005237F2">
        <w:t>”. W założeniu projektodawc</w:t>
      </w:r>
      <w:r w:rsidR="000D0F7B">
        <w:t>y</w:t>
      </w:r>
      <w:r w:rsidRPr="005237F2">
        <w:t xml:space="preserve"> system ten ma pozwolić na uproszczenie i przyspieszenie procesu rejestracji na świadczenia opieki zdrowotnej oraz zapewnić świadczeniobiorcom łatwiejszy dostęp do informacji o dostępności terminów u wszystkich świadczeniodawców. Realizacji przyjętych </w:t>
      </w:r>
      <w:r w:rsidR="00B270CB">
        <w:t>założeń</w:t>
      </w:r>
      <w:r w:rsidRPr="005237F2">
        <w:t xml:space="preserve"> </w:t>
      </w:r>
      <w:r w:rsidR="00B270CB" w:rsidRPr="005237F2">
        <w:t xml:space="preserve">będzie </w:t>
      </w:r>
      <w:r w:rsidRPr="005237F2">
        <w:t>służyć wprowadzeni</w:t>
      </w:r>
      <w:r w:rsidR="001C6BA3">
        <w:t>e</w:t>
      </w:r>
      <w:r w:rsidRPr="005237F2">
        <w:t xml:space="preserve"> elektronicznych rozwiązań centralnych takich jak przede wszystkim scentralizowany system zgłoszeń na świadczenia </w:t>
      </w:r>
      <w:r w:rsidR="000D0F7B">
        <w:t xml:space="preserve">opieki zdrowotnej </w:t>
      </w:r>
      <w:r w:rsidRPr="005237F2">
        <w:t>oraz centralnie prowadzon</w:t>
      </w:r>
      <w:r>
        <w:t>y</w:t>
      </w:r>
      <w:r w:rsidRPr="005237F2">
        <w:t xml:space="preserve"> </w:t>
      </w:r>
      <w:r>
        <w:t>wykaz</w:t>
      </w:r>
      <w:r w:rsidRPr="005237F2">
        <w:t xml:space="preserve"> oczekujących na ich udzielenie, wspóln</w:t>
      </w:r>
      <w:r>
        <w:t>y</w:t>
      </w:r>
      <w:r w:rsidRPr="005237F2">
        <w:t xml:space="preserve"> dla wszystkich świadczeniodawców</w:t>
      </w:r>
      <w:r w:rsidR="008343D8">
        <w:t xml:space="preserve">, zwany w </w:t>
      </w:r>
      <w:r w:rsidR="00AC3BE6">
        <w:t xml:space="preserve">funkcjonalności </w:t>
      </w:r>
      <w:r w:rsidR="008343D8">
        <w:t>Internetow</w:t>
      </w:r>
      <w:r w:rsidR="00AC3BE6">
        <w:t xml:space="preserve">ego </w:t>
      </w:r>
      <w:r w:rsidR="008343D8">
        <w:t>Kon</w:t>
      </w:r>
      <w:r w:rsidR="00AC3BE6">
        <w:t>ta</w:t>
      </w:r>
      <w:r w:rsidR="008343D8">
        <w:t xml:space="preserve"> Pacjenta, o którym mo</w:t>
      </w:r>
      <w:r w:rsidR="00B138C2">
        <w:t>w</w:t>
      </w:r>
      <w:r w:rsidR="008343D8">
        <w:t xml:space="preserve">a w art. </w:t>
      </w:r>
      <w:r w:rsidR="00E37A99">
        <w:t>7a</w:t>
      </w:r>
      <w:r w:rsidR="008343D8">
        <w:t xml:space="preserve"> ustawy </w:t>
      </w:r>
      <w:r w:rsidR="00E37A99">
        <w:t xml:space="preserve">o </w:t>
      </w:r>
      <w:r w:rsidR="00B138C2">
        <w:t>SIOZ</w:t>
      </w:r>
      <w:r w:rsidR="008343D8">
        <w:t>, poczekalnią</w:t>
      </w:r>
      <w:r w:rsidRPr="005237F2">
        <w:t>.</w:t>
      </w:r>
      <w:r w:rsidR="003834A8">
        <w:t xml:space="preserve"> </w:t>
      </w:r>
    </w:p>
    <w:p w14:paraId="2141ADEF" w14:textId="268A795B" w:rsidR="006C2B13" w:rsidRDefault="009947ED" w:rsidP="006C2B13">
      <w:pPr>
        <w:pStyle w:val="NIEARTTEKSTtekstnieartykuowanynppodstprawnarozplubpreambua"/>
      </w:pPr>
      <w:r w:rsidRPr="009947ED">
        <w:t xml:space="preserve">Centralna elektroniczna rejestracja na początkowym etapie jej funkcjonowania będzie dotyczyć tylko części zakresów świadczeń opieki zdrowotnej udzielanych w trybie ambulatoryjnym, które zostaną </w:t>
      </w:r>
      <w:r w:rsidR="00D40C6F">
        <w:t xml:space="preserve">wymienione w wykazie </w:t>
      </w:r>
      <w:r w:rsidRPr="009947ED">
        <w:t>określon</w:t>
      </w:r>
      <w:r w:rsidR="00D40C6F">
        <w:t>ym</w:t>
      </w:r>
      <w:r w:rsidRPr="009947ED">
        <w:t xml:space="preserve"> w przepisach </w:t>
      </w:r>
      <w:r w:rsidR="00262DAD">
        <w:t xml:space="preserve">wydanych </w:t>
      </w:r>
      <w:r w:rsidR="00212B83">
        <w:t xml:space="preserve">na </w:t>
      </w:r>
      <w:r w:rsidR="00212B83" w:rsidRPr="00212B83">
        <w:t xml:space="preserve">podstawie projektowanego art. 23h </w:t>
      </w:r>
      <w:r w:rsidR="00ED0653">
        <w:t xml:space="preserve">ust. 2 </w:t>
      </w:r>
      <w:r w:rsidR="00D40C6F">
        <w:t xml:space="preserve">pkt 1 </w:t>
      </w:r>
      <w:r w:rsidR="00212B83" w:rsidRPr="00212B83">
        <w:t>ustawy o świadczeniach</w:t>
      </w:r>
      <w:r w:rsidRPr="009947ED">
        <w:t xml:space="preserve">. </w:t>
      </w:r>
      <w:r w:rsidR="00ED0653" w:rsidRPr="00ED0653">
        <w:t xml:space="preserve">Świadczenie opieki zdrowotnej </w:t>
      </w:r>
      <w:r w:rsidR="00ED0653">
        <w:t xml:space="preserve">będzie </w:t>
      </w:r>
      <w:r w:rsidR="00ED0653" w:rsidRPr="00ED0653">
        <w:t>umieszczane w wykazie,</w:t>
      </w:r>
      <w:r w:rsidR="00ED0653">
        <w:t xml:space="preserve"> </w:t>
      </w:r>
      <w:r w:rsidR="00ED0653" w:rsidRPr="00ED0653">
        <w:t xml:space="preserve">na </w:t>
      </w:r>
      <w:bookmarkStart w:id="0" w:name="_Hlk193095471"/>
      <w:r w:rsidR="00ED0653" w:rsidRPr="00ED0653">
        <w:t xml:space="preserve">podstawie analizy </w:t>
      </w:r>
      <w:r w:rsidR="00D25C80" w:rsidRPr="00D25C80">
        <w:t>przeprowadzonej przez ministra właściwego do spraw zdrowia uwzgledniającej długość list oczekujących na udzielnie tego świadczenia i sposób jego uzyskania oraz liczbę udzielanych świadczeń</w:t>
      </w:r>
      <w:r w:rsidR="00ED0653">
        <w:t>.</w:t>
      </w:r>
      <w:bookmarkEnd w:id="0"/>
      <w:r w:rsidR="00ED0653">
        <w:t xml:space="preserve"> </w:t>
      </w:r>
      <w:r w:rsidR="006C2B13">
        <w:t xml:space="preserve">Sposób uzyskania świadczenia oznacza czynności w procesie umawiania oraz wymagania niezbędne do spełnienia, aby wizyta została zrealizowana. Dla różnych zakresów świadczeń wymagania </w:t>
      </w:r>
      <w:r w:rsidR="006C2B13">
        <w:lastRenderedPageBreak/>
        <w:t>te mogą być inne. Zatem włączenie nowych zakresów świadczeń do centralnej elektronicznej rejestracji będzie wymagało każdorazowo uwzględnienie tych wymogów.</w:t>
      </w:r>
    </w:p>
    <w:p w14:paraId="64629353" w14:textId="5390A72D" w:rsidR="006E2385" w:rsidRDefault="006C2B13" w:rsidP="00804695">
      <w:pPr>
        <w:pStyle w:val="NIEARTTEKSTtekstnieartykuowanynppodstprawnarozplubpreambua"/>
      </w:pPr>
      <w:r>
        <w:t>Powyższy w</w:t>
      </w:r>
      <w:r w:rsidR="00D40C6F">
        <w:t>ykaz będzie obejmował wyłącznie świadczenia gwarantowane w rozumieniu art. 5 pkt 35 ustawy o świadczeniach</w:t>
      </w:r>
      <w:r w:rsidR="001A6A1D">
        <w:t>, gdyż tylko takie są finansowane ze środków publicznych</w:t>
      </w:r>
      <w:r w:rsidR="00D40C6F">
        <w:t>.</w:t>
      </w:r>
      <w:r w:rsidR="00911612">
        <w:t xml:space="preserve"> </w:t>
      </w:r>
    </w:p>
    <w:p w14:paraId="269A98C3" w14:textId="72A5D811" w:rsidR="00E5130B" w:rsidRDefault="009947ED" w:rsidP="00376701">
      <w:pPr>
        <w:pStyle w:val="NIEARTTEKSTtekstnieartykuowanynppodstprawnarozplubpreambua"/>
      </w:pPr>
      <w:r w:rsidRPr="009947ED">
        <w:t xml:space="preserve">Zgłaszanie na świadczenia opieki zdrowotnej i </w:t>
      </w:r>
      <w:r w:rsidR="00C64C4C">
        <w:t>wyznaczenie</w:t>
      </w:r>
      <w:r w:rsidRPr="009947ED">
        <w:t xml:space="preserve"> świadczeniobiorcom terminów </w:t>
      </w:r>
      <w:r w:rsidR="00305BC2">
        <w:t xml:space="preserve">udzielania </w:t>
      </w:r>
      <w:r w:rsidRPr="009947ED">
        <w:t xml:space="preserve">świadczeń nie objętych centralną elektroniczną rejestracją </w:t>
      </w:r>
      <w:r w:rsidR="00305BC2" w:rsidRPr="009947ED">
        <w:t xml:space="preserve">będzie </w:t>
      </w:r>
      <w:r w:rsidR="00305BC2">
        <w:t xml:space="preserve">się </w:t>
      </w:r>
      <w:r w:rsidRPr="009947ED">
        <w:t xml:space="preserve">odbywać na dotychczasowych zasadach. Planuje się, że </w:t>
      </w:r>
      <w:r w:rsidR="00F238D9">
        <w:t>katalog</w:t>
      </w:r>
      <w:r w:rsidR="007B2275" w:rsidRPr="009947ED">
        <w:t xml:space="preserve"> </w:t>
      </w:r>
      <w:r w:rsidRPr="009947ED">
        <w:t xml:space="preserve">świadczeń </w:t>
      </w:r>
      <w:r w:rsidR="00305BC2">
        <w:t xml:space="preserve">opieki zdrowotnej </w:t>
      </w:r>
      <w:r w:rsidRPr="009947ED">
        <w:t>i</w:t>
      </w:r>
      <w:r w:rsidR="00E60DE9">
        <w:t> </w:t>
      </w:r>
      <w:r w:rsidRPr="009947ED">
        <w:t>ich zakresów objętych centralną elektroniczną rejestracją będzie sukcesywnie rozszerzany. W</w:t>
      </w:r>
      <w:r w:rsidR="00E60DE9">
        <w:t> </w:t>
      </w:r>
      <w:r w:rsidRPr="009947ED">
        <w:t>2025 r. projektowanym rozwiązaniem objęte zostaną świadczenia opieki zdrowotnej realizowane w ramach kardiologii, a także</w:t>
      </w:r>
      <w:r w:rsidR="006E2385">
        <w:t xml:space="preserve"> </w:t>
      </w:r>
      <w:r w:rsidRPr="009947ED">
        <w:t>świadcze</w:t>
      </w:r>
      <w:r w:rsidR="00667EBF">
        <w:t>nia</w:t>
      </w:r>
      <w:r w:rsidRPr="009947ED">
        <w:t xml:space="preserve"> opieki zdrowotnej realizowane w</w:t>
      </w:r>
      <w:r w:rsidR="00E60DE9">
        <w:t> </w:t>
      </w:r>
      <w:r w:rsidRPr="009947ED">
        <w:t>ramach programu profilaktyki raka szyjki macicy oraz programu profilaktyki raka piersi, o</w:t>
      </w:r>
      <w:r w:rsidR="00E60DE9">
        <w:t> </w:t>
      </w:r>
      <w:r w:rsidRPr="009947ED">
        <w:t xml:space="preserve">których mowa w przepisach wydanych na podstawie art. 31d ustawy o świadczeniach. </w:t>
      </w:r>
      <w:r w:rsidR="00371A9A" w:rsidRPr="00371A9A">
        <w:t>Wybór zakresu świadczeń  objętych centralną elektroniczną rejestracją w 2025 r. wynika z kontynuacji programu pilotażowego, który stanowił etap przygotowawczy do wdrożenia tej usługi</w:t>
      </w:r>
      <w:r w:rsidR="00E5130B" w:rsidRPr="00E5130B">
        <w:t>.</w:t>
      </w:r>
      <w:r w:rsidR="002E0323">
        <w:t xml:space="preserve"> </w:t>
      </w:r>
      <w:r w:rsidR="002E0323" w:rsidRPr="002E0323">
        <w:t xml:space="preserve">Powyższe zakresy </w:t>
      </w:r>
      <w:r w:rsidR="0046715E">
        <w:t xml:space="preserve">świadczeń </w:t>
      </w:r>
      <w:r w:rsidR="002767BC">
        <w:t xml:space="preserve">objęte </w:t>
      </w:r>
      <w:r w:rsidR="0046715E">
        <w:t xml:space="preserve">programem pilotażowym </w:t>
      </w:r>
      <w:r w:rsidR="002E0323" w:rsidRPr="002E0323">
        <w:t>obejmują świadczenia w obszarach, które są priorytetowe dla polityki zdrowotnej ze względu na charakter i wagę świadczeń a także ze względu możliwości weryfikacji procesu zapisywania na terminy udzielania świadczeń opieki zdrowotnej.</w:t>
      </w:r>
    </w:p>
    <w:p w14:paraId="48B16C65" w14:textId="5FCBC03C" w:rsidR="00376701" w:rsidRDefault="009947ED" w:rsidP="00376701">
      <w:pPr>
        <w:pStyle w:val="NIEARTTEKSTtekstnieartykuowanynppodstprawnarozplubpreambua"/>
      </w:pPr>
      <w:r w:rsidRPr="009947ED">
        <w:t>Planuje się, że kolejne</w:t>
      </w:r>
      <w:r w:rsidR="009F36DC">
        <w:t xml:space="preserve"> </w:t>
      </w:r>
      <w:r w:rsidRPr="009947ED">
        <w:t>świadcze</w:t>
      </w:r>
      <w:r w:rsidR="001C1B30">
        <w:t>nia</w:t>
      </w:r>
      <w:r w:rsidRPr="009947ED">
        <w:t xml:space="preserve"> </w:t>
      </w:r>
      <w:r w:rsidR="00305BC2">
        <w:t xml:space="preserve">opieki zdrowotnej </w:t>
      </w:r>
      <w:r w:rsidRPr="009947ED">
        <w:t xml:space="preserve">będą dodawane w następnych latach.  </w:t>
      </w:r>
      <w:r w:rsidR="00990240" w:rsidRPr="00990240">
        <w:t xml:space="preserve"> </w:t>
      </w:r>
      <w:r w:rsidR="00376701">
        <w:t>Jak wskazano powyżej, ś</w:t>
      </w:r>
      <w:r w:rsidR="00376701" w:rsidRPr="00376701">
        <w:t>wiadczeni</w:t>
      </w:r>
      <w:r w:rsidR="00376701">
        <w:t>a</w:t>
      </w:r>
      <w:r w:rsidR="00376701" w:rsidRPr="00376701">
        <w:t xml:space="preserve"> opieki zdrowotnej będ</w:t>
      </w:r>
      <w:r w:rsidR="00376701">
        <w:t>ą</w:t>
      </w:r>
      <w:r w:rsidR="00376701" w:rsidRPr="00376701">
        <w:t xml:space="preserve"> umieszczane w wykazie, na podstawie analizy uwzględniającej średni czas oczekiwania na udzielenie świadczenia, sposób jego udzielenia (np. czy świadczenie opieki zdrowotnej jest udzielane na podstawie skierowania czy też nawet po wystawieniu skierowania jest konieczna dodatkowa konsultacja lekarska) oraz liczbę udzielanych świadczeń</w:t>
      </w:r>
      <w:r w:rsidR="00376701">
        <w:t>.</w:t>
      </w:r>
    </w:p>
    <w:p w14:paraId="188CED4E" w14:textId="5BA0F3AF" w:rsidR="009E67B2" w:rsidRPr="005237F2" w:rsidRDefault="00935C9D" w:rsidP="00376701">
      <w:pPr>
        <w:pStyle w:val="NIEARTTEKSTtekstnieartykuowanynppodstprawnarozplubpreambua"/>
      </w:pPr>
      <w:r w:rsidRPr="00935C9D">
        <w:t xml:space="preserve">Prowadzenie centralnej elektronicznej rejestracji </w:t>
      </w:r>
      <w:r w:rsidR="00305BC2" w:rsidRPr="00935C9D">
        <w:t xml:space="preserve">będzie się </w:t>
      </w:r>
      <w:r w:rsidRPr="00935C9D">
        <w:t>odbywać przy wykorzystaniu funkcjonalności systemu teleinformatycznego, o którym mowa w art. 7 ust. 1 ustawy</w:t>
      </w:r>
      <w:r w:rsidR="003E5667">
        <w:t xml:space="preserve"> </w:t>
      </w:r>
      <w:r w:rsidRPr="00935C9D">
        <w:t xml:space="preserve">o </w:t>
      </w:r>
      <w:r w:rsidR="00D30F53">
        <w:t>SIOZ.</w:t>
      </w:r>
      <w:r w:rsidR="003549E7" w:rsidRPr="002E0B60">
        <w:t xml:space="preserve"> </w:t>
      </w:r>
      <w:r w:rsidRPr="00935C9D">
        <w:t xml:space="preserve">W tym celu świadczeniodawcy będą obowiązani udostępniać w </w:t>
      </w:r>
      <w:r w:rsidR="006E0D9A">
        <w:t>tym s</w:t>
      </w:r>
      <w:r w:rsidRPr="00935C9D">
        <w:t>ystemie w całości swoje harmonogramy przyjęć</w:t>
      </w:r>
      <w:r w:rsidR="00FB22CE">
        <w:t xml:space="preserve"> wraz z dostępnymi terminami udzielenia świadczenia</w:t>
      </w:r>
      <w:r w:rsidRPr="00935C9D">
        <w:t xml:space="preserve"> </w:t>
      </w:r>
      <w:r w:rsidR="008E4E64" w:rsidRPr="00935C9D">
        <w:t>dotycz</w:t>
      </w:r>
      <w:r w:rsidR="008E4E64">
        <w:t>ącymi</w:t>
      </w:r>
      <w:r w:rsidRPr="00935C9D">
        <w:t xml:space="preserve"> świadczeń objętych centralną elektroniczną rejestracją. </w:t>
      </w:r>
      <w:r w:rsidR="009E67B2" w:rsidRPr="003834A8">
        <w:t>Centralna elektroniczna rejestracja na dane świadczenie zastąpi jednocześnie list</w:t>
      </w:r>
      <w:r w:rsidR="009E67B2">
        <w:t>ę</w:t>
      </w:r>
      <w:r w:rsidR="009E67B2" w:rsidRPr="003834A8">
        <w:t xml:space="preserve"> oczekujących na udziel</w:t>
      </w:r>
      <w:r w:rsidR="009E67B2">
        <w:t>e</w:t>
      </w:r>
      <w:r w:rsidR="009E67B2" w:rsidRPr="003834A8">
        <w:t>nie świadczenia prowadzon</w:t>
      </w:r>
      <w:r w:rsidR="009E67B2">
        <w:t>ą</w:t>
      </w:r>
      <w:r w:rsidR="009E67B2" w:rsidRPr="003834A8">
        <w:t xml:space="preserve"> dotychczas osobno przez każdego świadczeniodawcę</w:t>
      </w:r>
      <w:r w:rsidR="009E67B2">
        <w:t>.</w:t>
      </w:r>
      <w:r w:rsidR="009E67B2" w:rsidRPr="00046062">
        <w:t xml:space="preserve"> </w:t>
      </w:r>
    </w:p>
    <w:p w14:paraId="5C58DF7A" w14:textId="52403D3A" w:rsidR="001C6BA3" w:rsidRDefault="001C6BA3" w:rsidP="00492F98">
      <w:pPr>
        <w:pStyle w:val="NIEARTTEKSTtekstnieartykuowanynppodstprawnarozplubpreambua"/>
      </w:pPr>
      <w:r w:rsidRPr="001C6BA3">
        <w:lastRenderedPageBreak/>
        <w:t xml:space="preserve">Centralna elektroniczna rejestracja będzie dotyczyć świadczeń opieki zdrowotnej udzielanych świadczeniobiorcom zgłaszającym się po raz pierwszy na udzielenie świadczenia opieki zdrowotnej oraz świadczeniobiorcom kontynuującym leczenie. </w:t>
      </w:r>
      <w:r w:rsidR="00392027" w:rsidRPr="00392027">
        <w:t xml:space="preserve">Podkreślenia wymaga, że świadczeniobiorcy kontynuujący leczenie nie będą umieszczani w centralnym wykazie oczekujących. </w:t>
      </w:r>
      <w:r w:rsidRPr="001C6BA3">
        <w:t>Analogicznie jak w obecnie funkcjonującym modelu świadczeniobiorcom kontynuującym leczenie termin udzielenia świadczenia wyznaczać będzie świadczeniodawca, u którego leczenie jest kontynuowane, zgodnie z planem leczenia świadczeniobiorcy. Wyznaczony świadczeniobiorcy termin w ramach kontynuacji leczenia świadczeniodawca będzie wpisywał do swojego harmonogramu przyjęć udostępnionego w centralnej elektronicznej rejestracji, prowadzonej w systemie, o którym mowa w art. 7 ust. 1 ustawy o</w:t>
      </w:r>
      <w:r w:rsidR="00595AF0">
        <w:t> </w:t>
      </w:r>
      <w:r w:rsidRPr="001C6BA3">
        <w:t xml:space="preserve">SIOZ. </w:t>
      </w:r>
    </w:p>
    <w:p w14:paraId="70807025" w14:textId="29C3DA23" w:rsidR="00492F98" w:rsidRDefault="00826FF5" w:rsidP="00492F98">
      <w:pPr>
        <w:pStyle w:val="NIEARTTEKSTtekstnieartykuowanynppodstprawnarozplubpreambua"/>
      </w:pPr>
      <w:r w:rsidRPr="002E0B60">
        <w:t xml:space="preserve">W przypadku świadczeniobiorców zgłaszających się po raz pierwszy na świadczenie opieki zdrowotnej podstawę do </w:t>
      </w:r>
      <w:r>
        <w:t>wyznaczenia</w:t>
      </w:r>
      <w:r w:rsidRPr="002E0B60">
        <w:t xml:space="preserve"> terminu jego udzielenia </w:t>
      </w:r>
      <w:r w:rsidR="00305BC2" w:rsidRPr="002E0B60">
        <w:t xml:space="preserve">będzie </w:t>
      </w:r>
      <w:r w:rsidRPr="002E0B60">
        <w:t>stanowić zgłoszenie centralne</w:t>
      </w:r>
      <w:r w:rsidR="00492F98" w:rsidRPr="00C942B1">
        <w:t xml:space="preserve">. </w:t>
      </w:r>
      <w:r w:rsidR="002179C3">
        <w:t>Zgłoszenie centralne</w:t>
      </w:r>
      <w:r w:rsidR="00492F98" w:rsidRPr="00C942B1">
        <w:t xml:space="preserve"> stanowi oświadczenie świadczeniobiorcy o</w:t>
      </w:r>
      <w:r w:rsidR="00595AF0">
        <w:t> </w:t>
      </w:r>
      <w:r w:rsidR="00492F98">
        <w:t>zamiarze</w:t>
      </w:r>
      <w:r w:rsidR="00492F98" w:rsidRPr="00C942B1">
        <w:t xml:space="preserve"> uzyskania wybranego świadczenia złożone przez niego samego</w:t>
      </w:r>
      <w:r w:rsidR="005A13EF">
        <w:t xml:space="preserve"> lub osobę trzecią</w:t>
      </w:r>
      <w:r w:rsidR="00305BC2">
        <w:t xml:space="preserve"> (w imieniu świadczeniobiorcy)</w:t>
      </w:r>
      <w:r w:rsidR="00492F98" w:rsidRPr="00C942B1">
        <w:t>. Co istotne w jego ramach dokonujący zgłoszenia</w:t>
      </w:r>
      <w:r w:rsidR="00BE3AB8">
        <w:t xml:space="preserve"> centralnego</w:t>
      </w:r>
      <w:r w:rsidR="00492F98" w:rsidRPr="00C942B1">
        <w:t xml:space="preserve"> może określić kryteria dotyczące świadczenia opieki zdrowotnej, które ma zostać udzielone świadczeniobiorcy. </w:t>
      </w:r>
    </w:p>
    <w:p w14:paraId="50E82872" w14:textId="2FE1A8A1" w:rsidR="001A37FB" w:rsidRPr="0052680E" w:rsidRDefault="002E0B60" w:rsidP="002E0B60">
      <w:pPr>
        <w:pStyle w:val="ARTartustawynprozporzdzenia"/>
      </w:pPr>
      <w:r w:rsidRPr="002E0B60">
        <w:t xml:space="preserve">W projekcie ustawy przewidziano </w:t>
      </w:r>
      <w:r w:rsidR="007164C3">
        <w:t>dwa</w:t>
      </w:r>
      <w:r w:rsidR="007164C3" w:rsidRPr="002E0B60">
        <w:t xml:space="preserve"> </w:t>
      </w:r>
      <w:r w:rsidRPr="002E0B60">
        <w:t>podstawowe sposoby dokonywania zgłoszenia centralnego. Po pierwsze możliwe to będzie na dotychczasowych zasadach, tj. bezpośrednio u</w:t>
      </w:r>
      <w:r w:rsidR="00595AF0">
        <w:t> </w:t>
      </w:r>
      <w:r w:rsidRPr="002E0B60">
        <w:t xml:space="preserve">świadczeniodawcy, w tym osobiście, telefonicznie albo z wykorzystaniem środków komunikacji elektronicznej, po drugie przy wykorzystaniu funkcjonalności Internetowego Konta Pacjenta, o którym mowa w art. 7a ustawy </w:t>
      </w:r>
      <w:r w:rsidR="00084DC1">
        <w:t>o SIOZ</w:t>
      </w:r>
      <w:r w:rsidRPr="002E0B60">
        <w:t>.</w:t>
      </w:r>
      <w:r w:rsidR="00110050">
        <w:t xml:space="preserve"> </w:t>
      </w:r>
      <w:r w:rsidR="00110050" w:rsidRPr="0052680E">
        <w:t xml:space="preserve">Ponadto w przypadku </w:t>
      </w:r>
      <w:r w:rsidR="00300094" w:rsidRPr="0052680E">
        <w:t>odwołania</w:t>
      </w:r>
      <w:r w:rsidR="00110050" w:rsidRPr="0052680E">
        <w:t xml:space="preserve"> wizyty</w:t>
      </w:r>
      <w:r w:rsidR="00300094" w:rsidRPr="0052680E">
        <w:t xml:space="preserve"> </w:t>
      </w:r>
      <w:r w:rsidR="00567CA2" w:rsidRPr="0052680E">
        <w:t xml:space="preserve">przez </w:t>
      </w:r>
      <w:r w:rsidR="00595AF0">
        <w:t>świadczeniobiorcę</w:t>
      </w:r>
      <w:r w:rsidR="00AE1FD6">
        <w:t>,</w:t>
      </w:r>
      <w:r w:rsidR="00595AF0">
        <w:t xml:space="preserve"> </w:t>
      </w:r>
      <w:r w:rsidR="00514A5E" w:rsidRPr="0052680E">
        <w:t>zgłoszenie centralne będzie mogło zostać dokonane za pośrednictwem  asystenta</w:t>
      </w:r>
      <w:r w:rsidR="00E71139" w:rsidRPr="0052680E">
        <w:t xml:space="preserve"> głosow</w:t>
      </w:r>
      <w:r w:rsidR="00514A5E" w:rsidRPr="0052680E">
        <w:t>ego</w:t>
      </w:r>
      <w:r w:rsidR="00E71139" w:rsidRPr="0052680E">
        <w:t xml:space="preserve"> (voicebot)</w:t>
      </w:r>
      <w:r w:rsidR="00C930CD">
        <w:t>.</w:t>
      </w:r>
    </w:p>
    <w:p w14:paraId="4168F08F" w14:textId="6E3EE851" w:rsidR="00355951" w:rsidRDefault="00083627" w:rsidP="00013A0E">
      <w:pPr>
        <w:pStyle w:val="ARTartustawynprozporzdzenia"/>
      </w:pPr>
      <w:r w:rsidRPr="0052680E">
        <w:t xml:space="preserve">Zgodnie z </w:t>
      </w:r>
      <w:r w:rsidR="00355951" w:rsidRPr="0052680E">
        <w:t>projektowanym rozwiązaniem zgłoszenie centralne</w:t>
      </w:r>
      <w:r w:rsidR="00355951">
        <w:t xml:space="preserve"> obejmuje</w:t>
      </w:r>
      <w:r w:rsidR="00014011">
        <w:t xml:space="preserve"> dane niezbędne do </w:t>
      </w:r>
      <w:r w:rsidR="003C4284">
        <w:t>udzielenia świadczenia opieki zdrowotnej</w:t>
      </w:r>
      <w:r w:rsidR="00355951">
        <w:t>:</w:t>
      </w:r>
    </w:p>
    <w:p w14:paraId="74315F95" w14:textId="6F6A4F2C" w:rsidR="00013A0E" w:rsidRPr="00013A0E" w:rsidRDefault="00013A0E" w:rsidP="00013A0E">
      <w:pPr>
        <w:pStyle w:val="ARTartustawynprozporzdzenia"/>
      </w:pPr>
      <w:r w:rsidRPr="00013A0E">
        <w:t>1)</w:t>
      </w:r>
      <w:r w:rsidR="001A1227">
        <w:t xml:space="preserve"> </w:t>
      </w:r>
      <w:r w:rsidRPr="00013A0E">
        <w:t>dane, o których mowa w art. 20 ust. 2 pkt 3 lit. b–</w:t>
      </w:r>
      <w:r w:rsidR="00CA6438">
        <w:t xml:space="preserve">f oraz </w:t>
      </w:r>
      <w:r w:rsidRPr="00013A0E">
        <w:t>h</w:t>
      </w:r>
      <w:r w:rsidR="008A170B">
        <w:t xml:space="preserve"> ustawy</w:t>
      </w:r>
      <w:r w:rsidR="00305BC2">
        <w:t xml:space="preserve"> o świadczeniach</w:t>
      </w:r>
      <w:r w:rsidR="008A170B">
        <w:t>;</w:t>
      </w:r>
    </w:p>
    <w:p w14:paraId="1BE87633" w14:textId="446642A9" w:rsidR="00625485" w:rsidRDefault="00625485" w:rsidP="00625485">
      <w:pPr>
        <w:pStyle w:val="ARTartustawynprozporzdzenia"/>
      </w:pPr>
      <w:r>
        <w:t>2) dane, o których mowa w art. 4 ust. 3 pkt 1 lit o oraz n ustawy z dnia 28 kwietnia 2011 r. o systemie informacji w ochronie zdrowia , jeżeli dotyczy;</w:t>
      </w:r>
    </w:p>
    <w:p w14:paraId="400B4BA9" w14:textId="77777777" w:rsidR="00625485" w:rsidRDefault="00625485" w:rsidP="00625485">
      <w:pPr>
        <w:pStyle w:val="ARTartustawynprozporzdzenia"/>
      </w:pPr>
      <w:r>
        <w:lastRenderedPageBreak/>
        <w:t>3)</w:t>
      </w:r>
      <w:r>
        <w:tab/>
        <w:t>zawarte w skierowaniu, o którym mowa w przepisach wydanych na podstawie art. 30 ust. 1 ustawy z dnia 6 listopada 2008 r. o prawach pacjenta i Rzeczniku Praw Pacjenta (Dz. U. z 2024 r. poz. 581);</w:t>
      </w:r>
    </w:p>
    <w:p w14:paraId="0C625F0D" w14:textId="77777777" w:rsidR="00625485" w:rsidRDefault="00625485" w:rsidP="00625485">
      <w:pPr>
        <w:pStyle w:val="ARTartustawynprozporzdzenia"/>
      </w:pPr>
      <w:r>
        <w:t xml:space="preserve">4) </w:t>
      </w:r>
      <w:r>
        <w:tab/>
        <w:t>numer karty diagnostyki i leczenia onkologicznego, data wydania decyzji o wydaniu karty i rozpoznanie, o których mowa w art. 40 ust. 4 pkt 6 lit. b, g oraz lit. k ustawy z dnia 9 marca 2023 r. o Krajowej Sieci Onkologicznej (Dz. U. z 2024 r. poz. 1208) oraz etap diagnostyki onkologicznej lub leczenia onkologicznego, określony w tabeli nr 4 załącznika nr 3 do przepisów wydanych na podstawie art. 190 ust. 1 lub etap diagnostyki onkologicznej lub leczenia onkologicznego określony w tabeli nr 5 załącznika nr 3 do przepisów wydanych na podstawie art. 190 ust. 1, jeśli dotyczy;</w:t>
      </w:r>
    </w:p>
    <w:p w14:paraId="34E5223B" w14:textId="77777777" w:rsidR="00625485" w:rsidRDefault="00625485" w:rsidP="00625485">
      <w:pPr>
        <w:pStyle w:val="ARTartustawynprozporzdzenia"/>
      </w:pPr>
      <w:r>
        <w:t xml:space="preserve">5) </w:t>
      </w:r>
      <w:r>
        <w:tab/>
        <w:t>informację o kategorii medycznej, do której świadczeniobiorca został zakwalifikowany zgodnie z kryteriami medycznymi określonymi w przepisach wydanych na podstawie art. 20 ust. 11 albo ust. 13, ustalonej na podstawie skierowania, jeżeli dotyczy;</w:t>
      </w:r>
    </w:p>
    <w:p w14:paraId="6FAA1AB7" w14:textId="40AFEC38" w:rsidR="00890609" w:rsidRPr="00013A0E" w:rsidRDefault="00625485" w:rsidP="00625485">
      <w:pPr>
        <w:pStyle w:val="ARTartustawynprozporzdzenia"/>
      </w:pPr>
      <w:r>
        <w:t>6)</w:t>
      </w:r>
      <w:r>
        <w:tab/>
        <w:t>inne dane dotyczące stanu zdrowia świadczeniobiorcy lub dane dotyczące świadczenia opieki zdrowotnej istotne do przyjęcia zgłoszenia centralnego, jeżeli dotyczy;</w:t>
      </w:r>
      <w:r w:rsidR="00890609">
        <w:t xml:space="preserve"> </w:t>
      </w:r>
    </w:p>
    <w:p w14:paraId="3446E8C8" w14:textId="500162FF" w:rsidR="002D14FF" w:rsidRDefault="00BE1D81" w:rsidP="002D14FF">
      <w:pPr>
        <w:pStyle w:val="ARTartustawynprozporzdzenia"/>
      </w:pPr>
      <w:r w:rsidRPr="00F24E2D">
        <w:t>Zakres danych</w:t>
      </w:r>
      <w:r>
        <w:t xml:space="preserve">, o których mowa w </w:t>
      </w:r>
      <w:r w:rsidR="008A170B">
        <w:t xml:space="preserve">ww. </w:t>
      </w:r>
      <w:r>
        <w:t>pk</w:t>
      </w:r>
      <w:r w:rsidR="001A1227">
        <w:t>t</w:t>
      </w:r>
      <w:r w:rsidRPr="00F24E2D">
        <w:t xml:space="preserve"> </w:t>
      </w:r>
      <w:r w:rsidR="006E0F3F">
        <w:t>6</w:t>
      </w:r>
      <w:r w:rsidRPr="00F24E2D">
        <w:t xml:space="preserve"> odnosi się do stanu zdrowia lub specyfiki świadczenia</w:t>
      </w:r>
      <w:r w:rsidR="00305BC2">
        <w:t xml:space="preserve"> opieki zdrowotnej</w:t>
      </w:r>
      <w:r w:rsidRPr="00F24E2D">
        <w:t>.</w:t>
      </w:r>
      <w:r>
        <w:t xml:space="preserve"> </w:t>
      </w:r>
      <w:r w:rsidRPr="00F24E2D">
        <w:t xml:space="preserve">W przypadku danych dotyczących stanu zdrowia świadczeniobiorca sam decyduje o ewentualnych dodatkowych danych, które poda podczas dokonywania </w:t>
      </w:r>
      <w:r w:rsidR="00D71F91" w:rsidRPr="00F24E2D">
        <w:t xml:space="preserve">zgłoszenia </w:t>
      </w:r>
      <w:r w:rsidRPr="00F24E2D">
        <w:t>centralnego. Natomiast dane dot</w:t>
      </w:r>
      <w:r>
        <w:t xml:space="preserve">yczące </w:t>
      </w:r>
      <w:r w:rsidRPr="00F24E2D">
        <w:t>świadczenia opieki zdrowotnej są to dane</w:t>
      </w:r>
      <w:r w:rsidR="00E11A88">
        <w:t xml:space="preserve"> </w:t>
      </w:r>
      <w:r w:rsidR="00E11A88" w:rsidRPr="00E11A88">
        <w:t>ściśle powiązan</w:t>
      </w:r>
      <w:r w:rsidR="00E11A88">
        <w:t>e</w:t>
      </w:r>
      <w:r w:rsidR="00E11A88" w:rsidRPr="00E11A88">
        <w:t xml:space="preserve"> z udzielanym świadczeniem i </w:t>
      </w:r>
      <w:r w:rsidR="00E11A88">
        <w:t>są</w:t>
      </w:r>
      <w:r w:rsidR="00E11A88" w:rsidRPr="00E11A88">
        <w:t xml:space="preserve"> niezbędn</w:t>
      </w:r>
      <w:r w:rsidR="00E11A88">
        <w:t>e</w:t>
      </w:r>
      <w:r w:rsidR="00E11A88" w:rsidRPr="00E11A88">
        <w:t xml:space="preserve"> do prawidłowego umówienia świadczenia.</w:t>
      </w:r>
      <w:r w:rsidR="002D14FF" w:rsidRPr="002D14FF">
        <w:t xml:space="preserve"> </w:t>
      </w:r>
      <w:r w:rsidR="002D14FF">
        <w:t>Zakres informacji, które są niezbędne do ujęcia w zgłoszeniu centralnym obejmuje m.in.:</w:t>
      </w:r>
    </w:p>
    <w:p w14:paraId="1F5D0EE2" w14:textId="77777777" w:rsidR="002D14FF" w:rsidRDefault="002D14FF" w:rsidP="002D14FF">
      <w:pPr>
        <w:pStyle w:val="ARTartustawynprozporzdzenia"/>
      </w:pPr>
      <w:r>
        <w:t xml:space="preserve">- informację o sytuacji nagłej związanej z ratowaniem życia, </w:t>
      </w:r>
    </w:p>
    <w:p w14:paraId="5010BFDA" w14:textId="603FB6B0" w:rsidR="002D14FF" w:rsidRDefault="002D14FF" w:rsidP="002D14FF">
      <w:pPr>
        <w:pStyle w:val="ARTartustawynprozporzdzenia"/>
      </w:pPr>
      <w:r>
        <w:t xml:space="preserve">- informację o charakterze wizyty (np. wizyta historyczna, która jest wprowadzana np. w związku z awarią systemu, wizyta w ramach kontynuacji leczenia innym podmiocie/ po leczeniu szpitalnym, </w:t>
      </w:r>
    </w:p>
    <w:p w14:paraId="2D9D008A" w14:textId="075066EA" w:rsidR="002D14FF" w:rsidRDefault="002D14FF" w:rsidP="002D14FF">
      <w:pPr>
        <w:pStyle w:val="ARTartustawynprozporzdzenia"/>
      </w:pPr>
      <w:r>
        <w:t xml:space="preserve">- informację, że wizyta jest </w:t>
      </w:r>
      <w:r w:rsidR="00CA1EB0">
        <w:t xml:space="preserve">dotyczy świadczeń </w:t>
      </w:r>
      <w:r w:rsidR="00F83768">
        <w:t>objętych zakresem Krajowej Sieci Onkologicznej lub Krajowej Sieci Kardiologicznej</w:t>
      </w:r>
      <w:r>
        <w:t>,</w:t>
      </w:r>
    </w:p>
    <w:p w14:paraId="7B2A68A6" w14:textId="77777777" w:rsidR="002D14FF" w:rsidRDefault="002D14FF" w:rsidP="002D14FF">
      <w:pPr>
        <w:pStyle w:val="ARTartustawynprozporzdzenia"/>
      </w:pPr>
      <w:r>
        <w:t>-informację o rodzaju schematu świadczenie w ramach programu profilaktycznego</w:t>
      </w:r>
    </w:p>
    <w:p w14:paraId="24FDA330" w14:textId="77777777" w:rsidR="002D14FF" w:rsidRDefault="002D14FF" w:rsidP="002D14FF">
      <w:pPr>
        <w:pStyle w:val="ARTartustawynprozporzdzenia"/>
      </w:pPr>
      <w:r>
        <w:t>- informację o miejscu udzielenie świadczenia (np. świadczenie udzielone w szkole)</w:t>
      </w:r>
    </w:p>
    <w:p w14:paraId="53AE71B4" w14:textId="3288E4D8" w:rsidR="00BE1D81" w:rsidRDefault="002D14FF" w:rsidP="00BE1D81">
      <w:pPr>
        <w:pStyle w:val="ARTartustawynprozporzdzenia"/>
      </w:pPr>
      <w:r>
        <w:lastRenderedPageBreak/>
        <w:t>- informację o rodzaju preparatu wykorzystywanego w ramach wykonywania szczepienia.</w:t>
      </w:r>
    </w:p>
    <w:p w14:paraId="7E211F3B" w14:textId="7D8C64AD" w:rsidR="00B147DD" w:rsidRDefault="001025A1" w:rsidP="00BE1D81">
      <w:pPr>
        <w:pStyle w:val="ARTartustawynprozporzdzenia"/>
      </w:pPr>
      <w:r>
        <w:t xml:space="preserve">Jednocześnie </w:t>
      </w:r>
      <w:r w:rsidR="00C97472">
        <w:t>n</w:t>
      </w:r>
      <w:r w:rsidR="00C97472" w:rsidRPr="00C97472">
        <w:t>a diagnostykę onkologiczną lub leczenie onkologiczne udzielane na podstawie karty diagnostyki i leczenia onkologicznego centralnego zgłoszenia dokonuje się w</w:t>
      </w:r>
      <w:r w:rsidR="00825D60">
        <w:t xml:space="preserve">yłącznie </w:t>
      </w:r>
      <w:r w:rsidR="00825D60" w:rsidRPr="002E0B60">
        <w:t>bezpośrednio u</w:t>
      </w:r>
      <w:r w:rsidR="00825D60">
        <w:t> </w:t>
      </w:r>
      <w:r w:rsidR="00825D60" w:rsidRPr="002E0B60">
        <w:t>świadczeniodawcy</w:t>
      </w:r>
      <w:r w:rsidR="00825D60">
        <w:t xml:space="preserve"> </w:t>
      </w:r>
      <w:r w:rsidR="00825D60" w:rsidRPr="00825D60">
        <w:t>udzielającego takich świadczeń opieki zdrowotnej</w:t>
      </w:r>
      <w:r w:rsidR="00C97472" w:rsidRPr="00C97472">
        <w:t>.</w:t>
      </w:r>
      <w:r w:rsidR="00CC2C83">
        <w:t xml:space="preserve"> Powyższe wynika z konieczności</w:t>
      </w:r>
      <w:r w:rsidR="00407215">
        <w:t xml:space="preserve"> realizacji</w:t>
      </w:r>
      <w:r w:rsidR="008328D8">
        <w:t xml:space="preserve"> kompleksowej </w:t>
      </w:r>
      <w:r w:rsidR="00D96C45">
        <w:t>opieki</w:t>
      </w:r>
      <w:r w:rsidR="00407215">
        <w:t xml:space="preserve"> </w:t>
      </w:r>
      <w:r w:rsidR="00741ACE" w:rsidRPr="00741ACE">
        <w:t xml:space="preserve">nad pacjentem </w:t>
      </w:r>
      <w:r w:rsidR="00902E77">
        <w:t xml:space="preserve">objętym diagnostyką onkologiczną lub leczeniem onkologicznym </w:t>
      </w:r>
      <w:r w:rsidR="00F244B3">
        <w:t>opartej o jednakowe standardy i wysoką jakość</w:t>
      </w:r>
      <w:r w:rsidR="00A63009">
        <w:t>.</w:t>
      </w:r>
      <w:r w:rsidR="00F244B3">
        <w:t xml:space="preserve"> </w:t>
      </w:r>
    </w:p>
    <w:p w14:paraId="664CD92F" w14:textId="2B16D638" w:rsidR="00BE1D81" w:rsidRDefault="00BE1D81" w:rsidP="00BE1D81">
      <w:pPr>
        <w:pStyle w:val="NIEARTTEKSTtekstnieartykuowanynppodstprawnarozplubpreambua"/>
      </w:pPr>
      <w:r>
        <w:t>W wyniku</w:t>
      </w:r>
      <w:r w:rsidRPr="006F10BD">
        <w:t xml:space="preserve"> dokonani</w:t>
      </w:r>
      <w:r>
        <w:t>a</w:t>
      </w:r>
      <w:r w:rsidRPr="007C617A">
        <w:t xml:space="preserve"> zgłoszenia centralnego, bez względu na wybór sposobu jego dokonania, świadczeniobiorcy zostanie wyznaczony termin udzielenia świadczenia opieki zdrowotnej. Przy jego wyznaczaniu </w:t>
      </w:r>
      <w:r w:rsidR="00305BC2" w:rsidRPr="007C617A">
        <w:t xml:space="preserve">będzie </w:t>
      </w:r>
      <w:r w:rsidRPr="007C617A">
        <w:t>uwzględniana kolejność zgłoszenia oraz kryteria dotyczące świadczenia opieki zdrowotnej</w:t>
      </w:r>
      <w:r w:rsidRPr="006F10BD">
        <w:t>.</w:t>
      </w:r>
      <w:r w:rsidRPr="007C617A">
        <w:t xml:space="preserve"> Świadczeniobiorca otrzyma potwierdzenie </w:t>
      </w:r>
      <w:r>
        <w:t>wyznaczenia</w:t>
      </w:r>
      <w:r w:rsidRPr="007C617A">
        <w:t xml:space="preserve"> konkretnego terminu</w:t>
      </w:r>
      <w:r w:rsidR="00305BC2">
        <w:t xml:space="preserve"> udzielenia świadczenia</w:t>
      </w:r>
      <w:r w:rsidRPr="007C617A">
        <w:t>. Świadczeniobiorca otrzyma również potwierdzenie w przypadku zmiany terminu lub rezygnacji z niego. Je</w:t>
      </w:r>
      <w:r w:rsidR="00305BC2">
        <w:t>żeli</w:t>
      </w:r>
      <w:r w:rsidRPr="007C617A">
        <w:t xml:space="preserve"> </w:t>
      </w:r>
      <w:r>
        <w:t>wyznaczenie</w:t>
      </w:r>
      <w:r w:rsidRPr="007C617A">
        <w:t xml:space="preserve"> świadczeniobiorcy terminu udzielenia świadczenia opieki zdrowotnej nie będzie możliwe w </w:t>
      </w:r>
      <w:r>
        <w:t>wyniku</w:t>
      </w:r>
      <w:r w:rsidRPr="006F10BD">
        <w:t xml:space="preserve"> </w:t>
      </w:r>
      <w:r w:rsidRPr="007C617A">
        <w:t xml:space="preserve">dokonania zgłoszenia centralnego świadczeniobiorca zostanie umieszczony w centralnym wykazie oczekujących prowadzonym dla danego </w:t>
      </w:r>
      <w:r>
        <w:t>świadczenia</w:t>
      </w:r>
      <w:r w:rsidRPr="007C617A">
        <w:t xml:space="preserve">. </w:t>
      </w:r>
    </w:p>
    <w:p w14:paraId="24921CD7" w14:textId="2EB01740" w:rsidR="000D2C8B" w:rsidRDefault="003041B8" w:rsidP="000D2C8B">
      <w:pPr>
        <w:pStyle w:val="NIEARTTEKSTtekstnieartykuowanynppodstprawnarozplubpreambua"/>
      </w:pPr>
      <w:r>
        <w:t>K</w:t>
      </w:r>
      <w:r w:rsidRPr="00C942B1">
        <w:t>ażde</w:t>
      </w:r>
      <w:r>
        <w:t xml:space="preserve"> ze</w:t>
      </w:r>
      <w:r w:rsidRPr="00C942B1">
        <w:t xml:space="preserve"> świadcze</w:t>
      </w:r>
      <w:r>
        <w:t>ń opieki zdrowotnej w ramach c</w:t>
      </w:r>
      <w:r w:rsidRPr="006564A0">
        <w:t>entraln</w:t>
      </w:r>
      <w:r>
        <w:t>ej</w:t>
      </w:r>
      <w:r w:rsidRPr="006564A0">
        <w:t xml:space="preserve"> elektroniczn</w:t>
      </w:r>
      <w:r>
        <w:t>ej</w:t>
      </w:r>
      <w:r w:rsidRPr="006564A0">
        <w:t xml:space="preserve"> </w:t>
      </w:r>
      <w:r>
        <w:t>r</w:t>
      </w:r>
      <w:r w:rsidRPr="006564A0">
        <w:t>ejestracj</w:t>
      </w:r>
      <w:r>
        <w:t>i</w:t>
      </w:r>
      <w:r w:rsidRPr="006564A0">
        <w:t xml:space="preserve"> </w:t>
      </w:r>
      <w:r w:rsidRPr="00C942B1">
        <w:t>w</w:t>
      </w:r>
      <w:r w:rsidR="00AE1FD6">
        <w:t> </w:t>
      </w:r>
      <w:r w:rsidRPr="00F557D7">
        <w:t>system</w:t>
      </w:r>
      <w:r>
        <w:t>ie, o którym mowa</w:t>
      </w:r>
      <w:r w:rsidRPr="00F557D7">
        <w:t xml:space="preserve"> w art. 7 ust. 1 ustawy o SIOZ</w:t>
      </w:r>
      <w:r w:rsidR="000454BA">
        <w:t>,</w:t>
      </w:r>
      <w:r w:rsidRPr="00C942B1" w:rsidDel="00E95ED8">
        <w:t xml:space="preserve"> </w:t>
      </w:r>
      <w:r w:rsidR="000454BA" w:rsidRPr="00BD6ACD">
        <w:t xml:space="preserve">będzie </w:t>
      </w:r>
      <w:r>
        <w:t xml:space="preserve">objęte </w:t>
      </w:r>
      <w:r w:rsidRPr="00C942B1">
        <w:t>centraln</w:t>
      </w:r>
      <w:r>
        <w:t>ym</w:t>
      </w:r>
      <w:r w:rsidRPr="00C942B1">
        <w:t xml:space="preserve"> </w:t>
      </w:r>
      <w:r>
        <w:t>wykazem</w:t>
      </w:r>
      <w:r w:rsidRPr="00C942B1">
        <w:t xml:space="preserve"> oczekujących, wspóln</w:t>
      </w:r>
      <w:r>
        <w:t>ym</w:t>
      </w:r>
      <w:r w:rsidRPr="00C942B1">
        <w:t xml:space="preserve"> dla wszystkich świadczeniodawców </w:t>
      </w:r>
      <w:r w:rsidRPr="005D6826">
        <w:t xml:space="preserve">udzielających </w:t>
      </w:r>
      <w:r w:rsidRPr="001B3209">
        <w:t>świadczeni</w:t>
      </w:r>
      <w:r w:rsidR="00514A5E" w:rsidRPr="001B3209">
        <w:t>a</w:t>
      </w:r>
      <w:r w:rsidR="000454BA" w:rsidRPr="001B3209">
        <w:t xml:space="preserve"> opieki zdrowotnej</w:t>
      </w:r>
      <w:r w:rsidRPr="001B3209">
        <w:t>.</w:t>
      </w:r>
      <w:r w:rsidRPr="00C942B1">
        <w:t xml:space="preserve"> </w:t>
      </w:r>
      <w:r>
        <w:t>W</w:t>
      </w:r>
      <w:r w:rsidRPr="00C942B1">
        <w:t xml:space="preserve"> przedmiotow</w:t>
      </w:r>
      <w:r>
        <w:t>ym</w:t>
      </w:r>
      <w:r w:rsidRPr="00C942B1">
        <w:t xml:space="preserve"> </w:t>
      </w:r>
      <w:r>
        <w:t>wykazie</w:t>
      </w:r>
      <w:r w:rsidRPr="00C942B1">
        <w:t xml:space="preserve"> </w:t>
      </w:r>
      <w:r w:rsidRPr="004A4FFD">
        <w:t xml:space="preserve">będą </w:t>
      </w:r>
      <w:r w:rsidRPr="00C942B1">
        <w:t xml:space="preserve">umieszczani świadczeniobiorcy zgłaszający się </w:t>
      </w:r>
      <w:r>
        <w:t xml:space="preserve">do świadczeniodawcy </w:t>
      </w:r>
      <w:r w:rsidRPr="00C942B1">
        <w:t>po raz pierwszy</w:t>
      </w:r>
      <w:r>
        <w:t>, w celu wyznaczenia terminu udzieleni</w:t>
      </w:r>
      <w:r w:rsidR="00875050">
        <w:t>a</w:t>
      </w:r>
      <w:r>
        <w:t xml:space="preserve"> świadczenia</w:t>
      </w:r>
      <w:r w:rsidRPr="00C942B1">
        <w:t>, którym</w:t>
      </w:r>
      <w:r>
        <w:t xml:space="preserve"> wyznaczenie</w:t>
      </w:r>
      <w:r w:rsidRPr="00C942B1">
        <w:t xml:space="preserve"> terminu udzielenia świadczenia w momencie zgłoszenia nie będzie możliwe. Centraln</w:t>
      </w:r>
      <w:r>
        <w:t>y</w:t>
      </w:r>
      <w:r w:rsidRPr="00C942B1">
        <w:t xml:space="preserve"> </w:t>
      </w:r>
      <w:r>
        <w:t>wykaz</w:t>
      </w:r>
      <w:r w:rsidRPr="00C942B1">
        <w:t xml:space="preserve"> oczekujących na dane świadczenie zastąpi jednocześnie listy oczekujących, o których m</w:t>
      </w:r>
      <w:r>
        <w:t>owa</w:t>
      </w:r>
      <w:r w:rsidRPr="00C942B1">
        <w:t xml:space="preserve"> w art. 20 ust. </w:t>
      </w:r>
      <w:r>
        <w:t>4</w:t>
      </w:r>
      <w:r w:rsidRPr="00C942B1">
        <w:t xml:space="preserve"> ustawy o świadczeniach, prowadzone dotychczas osobno przez każdego świadczeniodawcę. W konsekwencji powyższego</w:t>
      </w:r>
      <w:r>
        <w:t>,</w:t>
      </w:r>
      <w:r w:rsidRPr="00C942B1">
        <w:t xml:space="preserve"> w</w:t>
      </w:r>
      <w:r w:rsidR="00AE1FD6">
        <w:t> </w:t>
      </w:r>
      <w:r w:rsidRPr="00C942B1">
        <w:t xml:space="preserve">przypadku świadczeń </w:t>
      </w:r>
      <w:r w:rsidR="000454BA">
        <w:t xml:space="preserve">opieki zdrowotnej </w:t>
      </w:r>
      <w:r w:rsidRPr="00C942B1">
        <w:t xml:space="preserve">objętych </w:t>
      </w:r>
      <w:r>
        <w:t>c</w:t>
      </w:r>
      <w:r w:rsidRPr="006564A0">
        <w:t>entraln</w:t>
      </w:r>
      <w:r>
        <w:t>ą</w:t>
      </w:r>
      <w:r w:rsidRPr="006564A0">
        <w:t xml:space="preserve"> elektroniczn</w:t>
      </w:r>
      <w:r>
        <w:t>ą</w:t>
      </w:r>
      <w:r w:rsidRPr="006564A0">
        <w:t xml:space="preserve"> </w:t>
      </w:r>
      <w:r>
        <w:t>r</w:t>
      </w:r>
      <w:r w:rsidRPr="006564A0">
        <w:t>ejestracj</w:t>
      </w:r>
      <w:r>
        <w:t>ą,</w:t>
      </w:r>
      <w:r w:rsidRPr="00C942B1">
        <w:t xml:space="preserve"> obowiązek sporządzania list oczekujących, o któryc</w:t>
      </w:r>
      <w:r>
        <w:t>h m</w:t>
      </w:r>
      <w:r w:rsidRPr="00C942B1">
        <w:t xml:space="preserve">owa w art. 20 ust. </w:t>
      </w:r>
      <w:r>
        <w:t>4</w:t>
      </w:r>
      <w:r w:rsidRPr="00C942B1">
        <w:t xml:space="preserve"> ustawy o</w:t>
      </w:r>
      <w:r w:rsidR="00AE1FD6">
        <w:t> </w:t>
      </w:r>
      <w:r w:rsidRPr="00C942B1">
        <w:t xml:space="preserve">świadczeniach, nie będzie znajdował zastosowania. </w:t>
      </w:r>
      <w:r w:rsidR="00645734">
        <w:t>W</w:t>
      </w:r>
      <w:r w:rsidR="000D2C8B">
        <w:t xml:space="preserve">ykaz ten </w:t>
      </w:r>
      <w:r w:rsidR="00645734">
        <w:t xml:space="preserve">będzie </w:t>
      </w:r>
      <w:r w:rsidR="000D2C8B">
        <w:t>zawiera</w:t>
      </w:r>
      <w:r w:rsidR="00645734">
        <w:t>ł</w:t>
      </w:r>
      <w:r w:rsidR="000D2C8B">
        <w:t xml:space="preserve"> dane świadczeniobiorców, który</w:t>
      </w:r>
      <w:r w:rsidR="00645734">
        <w:t>m</w:t>
      </w:r>
      <w:r w:rsidR="000D2C8B">
        <w:t xml:space="preserve"> nie </w:t>
      </w:r>
      <w:r w:rsidR="00645734">
        <w:t xml:space="preserve">został </w:t>
      </w:r>
      <w:r w:rsidR="00ED7F85">
        <w:t>wyznaczony</w:t>
      </w:r>
      <w:r w:rsidR="000D2C8B">
        <w:t xml:space="preserve"> termin</w:t>
      </w:r>
      <w:r w:rsidR="00ED7F85">
        <w:t xml:space="preserve">. </w:t>
      </w:r>
    </w:p>
    <w:p w14:paraId="14692DEA" w14:textId="51B469DB" w:rsidR="000D2C8B" w:rsidRDefault="000D2C8B" w:rsidP="000D2C8B">
      <w:pPr>
        <w:pStyle w:val="NIEARTTEKSTtekstnieartykuowanynppodstprawnarozplubpreambua"/>
      </w:pPr>
      <w:r>
        <w:t>Celem tego rozwiązania jest zwiększenie transparentności i koordynacji dostępności świadczeń w skali ogólnokrajowej oraz zapewnienie efektywnego zarządzania terminami w sytuacjach, gdy nie można przypisać terminu w</w:t>
      </w:r>
      <w:r w:rsidR="009A155E">
        <w:t xml:space="preserve"> </w:t>
      </w:r>
      <w:r w:rsidR="00B53651">
        <w:t>momencie zgłoszenia</w:t>
      </w:r>
      <w:r w:rsidR="00363584">
        <w:t xml:space="preserve"> świadczeniobiorcy do </w:t>
      </w:r>
      <w:r w:rsidR="00363584">
        <w:lastRenderedPageBreak/>
        <w:t>centralnej elektronicznej rejestracji</w:t>
      </w:r>
      <w:r>
        <w:t xml:space="preserve">. </w:t>
      </w:r>
      <w:r w:rsidR="004D4AF0">
        <w:t>Wykaz b</w:t>
      </w:r>
      <w:r w:rsidR="004D4AF0" w:rsidRPr="004D4AF0">
        <w:t>ędzie wykorzystywany do ustalania kolejności udzielania świadczeń</w:t>
      </w:r>
      <w:r w:rsidR="004D4AF0">
        <w:t xml:space="preserve"> świadczeniobiorcom</w:t>
      </w:r>
      <w:r w:rsidR="00977A93">
        <w:t>, którym nie został jeszcze wyznaczony termin udzieleni</w:t>
      </w:r>
      <w:r w:rsidR="00E04B49">
        <w:t>a</w:t>
      </w:r>
      <w:r w:rsidR="00977A93">
        <w:t xml:space="preserve"> świadczenia</w:t>
      </w:r>
      <w:r w:rsidR="004D4AF0">
        <w:t xml:space="preserve"> </w:t>
      </w:r>
      <w:r w:rsidR="00E04B49">
        <w:t xml:space="preserve">Świadczeniobiorcy umieszczeni w </w:t>
      </w:r>
      <w:r w:rsidR="006E7242">
        <w:t>centralnym wykazie oczekujących</w:t>
      </w:r>
      <w:r w:rsidR="004D4AF0">
        <w:t xml:space="preserve"> </w:t>
      </w:r>
      <w:r>
        <w:t>z chwilą wyznaczenia terminu świadczenia lub rezygnacji</w:t>
      </w:r>
      <w:r w:rsidR="00DE6D01">
        <w:t>, zostaną z niego wykre</w:t>
      </w:r>
      <w:r w:rsidR="00750FE3">
        <w:t>śleni</w:t>
      </w:r>
      <w:r w:rsidR="005E3D98">
        <w:t xml:space="preserve">, o czym stanowi </w:t>
      </w:r>
      <w:r>
        <w:t>art. 23g ust. 2 i 6</w:t>
      </w:r>
      <w:r w:rsidR="00903752">
        <w:t xml:space="preserve"> ustawy o świadczeniach.</w:t>
      </w:r>
      <w:r>
        <w:t xml:space="preserve"> </w:t>
      </w:r>
      <w:r w:rsidR="004A3015">
        <w:t>Jednocześnie</w:t>
      </w:r>
      <w:r>
        <w:t xml:space="preserve"> zmiana statusu może wynikać m.in. ze zmiany kategorii medycznej</w:t>
      </w:r>
      <w:r w:rsidR="004A3015">
        <w:t>, o której mowa w</w:t>
      </w:r>
      <w:r>
        <w:t>art.23e ust.10</w:t>
      </w:r>
      <w:r w:rsidR="004A3015">
        <w:t xml:space="preserve"> ustawy</w:t>
      </w:r>
      <w:r>
        <w:t>.</w:t>
      </w:r>
    </w:p>
    <w:p w14:paraId="22131A44" w14:textId="114DDD10" w:rsidR="000D2C8B" w:rsidRDefault="000D2C8B" w:rsidP="000D2C8B">
      <w:pPr>
        <w:pStyle w:val="NIEARTTEKSTtekstnieartykuowanynppodstprawnarozplubpreambua"/>
      </w:pPr>
      <w:r>
        <w:t xml:space="preserve">Zgłoszony postulat dodatkowego doprecyzowania ról świadczeniodawców w kontekście zarządzania relacją </w:t>
      </w:r>
      <w:r w:rsidR="007359E8">
        <w:t>świadczeniodawc</w:t>
      </w:r>
      <w:r w:rsidR="003A33F5">
        <w:t>ów</w:t>
      </w:r>
      <w:r w:rsidR="007359E8">
        <w:t xml:space="preserve"> z</w:t>
      </w:r>
      <w:r w:rsidR="003A33F5">
        <w:t>e</w:t>
      </w:r>
      <w:r w:rsidR="007359E8">
        <w:t xml:space="preserve"> świadczeniobiorcą </w:t>
      </w:r>
      <w:r>
        <w:t xml:space="preserve"> zostanie przeanalizowany pod kątem ewentualnego uzupełnienia przepisów wykonawczych.</w:t>
      </w:r>
    </w:p>
    <w:p w14:paraId="5BC6A99A" w14:textId="10579F87" w:rsidR="003041B8" w:rsidRPr="00C942B1" w:rsidRDefault="003041B8" w:rsidP="003041B8">
      <w:pPr>
        <w:pStyle w:val="NIEARTTEKSTtekstnieartykuowanynppodstprawnarozplubpreambua"/>
      </w:pPr>
      <w:r w:rsidRPr="00C942B1">
        <w:t>Co istotne prowadzenie centralne</w:t>
      </w:r>
      <w:r>
        <w:t>go</w:t>
      </w:r>
      <w:r w:rsidRPr="00C942B1">
        <w:t xml:space="preserve"> </w:t>
      </w:r>
      <w:r>
        <w:t>wykazu</w:t>
      </w:r>
      <w:r w:rsidRPr="00C942B1">
        <w:t xml:space="preserve"> oczekujących, jak i samej </w:t>
      </w:r>
      <w:r>
        <w:t>c</w:t>
      </w:r>
      <w:r w:rsidRPr="006564A0">
        <w:t>entraln</w:t>
      </w:r>
      <w:r>
        <w:t>ej</w:t>
      </w:r>
      <w:r w:rsidRPr="006564A0">
        <w:t xml:space="preserve"> elektroniczn</w:t>
      </w:r>
      <w:r>
        <w:t>ej</w:t>
      </w:r>
      <w:r w:rsidRPr="006564A0">
        <w:t xml:space="preserve"> </w:t>
      </w:r>
      <w:r>
        <w:t>r</w:t>
      </w:r>
      <w:r w:rsidRPr="006564A0">
        <w:t>ejestracj</w:t>
      </w:r>
      <w:r>
        <w:t>i</w:t>
      </w:r>
      <w:r w:rsidRPr="00C942B1">
        <w:t xml:space="preserve"> będzie musiało odbywać się w sposób zapewniający poszanowanie zasady sprawiedliwego, równego, niedyskryminującego i przejrzystego dostępu do świadczeń opieki zdrowotnej</w:t>
      </w:r>
      <w:r>
        <w:t>.</w:t>
      </w:r>
      <w:r w:rsidRPr="00C942B1">
        <w:t xml:space="preserve"> </w:t>
      </w:r>
    </w:p>
    <w:p w14:paraId="49B70458" w14:textId="77777777" w:rsidR="00EF4DC5" w:rsidRDefault="007C617A" w:rsidP="00804695">
      <w:pPr>
        <w:pStyle w:val="NIEARTTEKSTtekstnieartykuowanynppodstprawnarozplubpreambua"/>
      </w:pPr>
      <w:r w:rsidRPr="007C617A">
        <w:t>Świadczeniobiorca pozostanie w centralnym wykazie oczekujących od momentu dokonania zgłoszenia centralnego do czasu pojawienia się dostępnego wolnego terminu udzielenia świadczenia opieki zdrowotnej spełniającego kryteria dotyczące świadczenia opieki zdrowotnej określone przez zgłaszającego się. Przy dokonywaniu centralnej elektronicznej rejestracji będzie możliwe określenie kryteriów dotyczących świadczenia opieki zdrowotnej w</w:t>
      </w:r>
      <w:r w:rsidR="00E16EFF">
        <w:t> </w:t>
      </w:r>
      <w:r w:rsidRPr="007C617A">
        <w:t>zakresie terminu lub świadczeniodawcy, u którego świadczenie to ma zostać udzielone. Określenia kryteriów świadczenia opieki zdrowotnej, podobnie jak samego zapisu na świadczenie może dokonać świadczeniobiorca lub osoba trzecia. Rozwiązania przyjęte w</w:t>
      </w:r>
      <w:r w:rsidR="00E16EFF">
        <w:t> </w:t>
      </w:r>
      <w:r w:rsidRPr="007C617A">
        <w:t>projek</w:t>
      </w:r>
      <w:r w:rsidR="008A170B">
        <w:t xml:space="preserve">cie </w:t>
      </w:r>
      <w:r w:rsidRPr="007C617A">
        <w:t>ustaw</w:t>
      </w:r>
      <w:r w:rsidR="008A170B">
        <w:t>y</w:t>
      </w:r>
      <w:r w:rsidRPr="007C617A">
        <w:t xml:space="preserve"> są w tym aspekcie ukierunkowane na powielenie obecnie funkcjonującego stanu prawnego i jednocześnie na zapewnienie świadczeniobiorcy elastyczności w zakresie zgłoszeń na świadczenie opieki zdrowotnej</w:t>
      </w:r>
      <w:r w:rsidR="0027694E">
        <w:t>,</w:t>
      </w:r>
      <w:r w:rsidRPr="007C617A">
        <w:t xml:space="preserve"> np. umożliwienie ich dokonywania przez osoby bliskie, a ponadto za pośrednictwem pracowników medycznych.</w:t>
      </w:r>
      <w:r w:rsidR="009C4A32">
        <w:t xml:space="preserve"> Zakres </w:t>
      </w:r>
      <w:r w:rsidR="00A13114">
        <w:t xml:space="preserve">kryteriów </w:t>
      </w:r>
      <w:r w:rsidR="00E44353">
        <w:t>określonych przez świadczeniobiorc</w:t>
      </w:r>
      <w:r w:rsidR="000F7FF4">
        <w:t>ę lub osobę trzecią</w:t>
      </w:r>
      <w:r w:rsidR="00E35FFB">
        <w:t xml:space="preserve"> obejmuje w szczególności:</w:t>
      </w:r>
      <w:r w:rsidRPr="007C617A">
        <w:t xml:space="preserve"> </w:t>
      </w:r>
    </w:p>
    <w:p w14:paraId="119EAFD5" w14:textId="255E627C" w:rsidR="00EF4DC5" w:rsidRDefault="00EF4DC5" w:rsidP="001E1543">
      <w:pPr>
        <w:pStyle w:val="NIEARTTEKSTtekstnieartykuowanynppodstprawnarozplubpreambua"/>
        <w:numPr>
          <w:ilvl w:val="0"/>
          <w:numId w:val="43"/>
        </w:numPr>
        <w:spacing w:line="276" w:lineRule="auto"/>
      </w:pPr>
      <w:r>
        <w:t>termin udzielenia świadczenia;</w:t>
      </w:r>
    </w:p>
    <w:p w14:paraId="0FCC27D1" w14:textId="4D9085EF" w:rsidR="00EF4DC5" w:rsidRDefault="00EF4DC5" w:rsidP="001E1543">
      <w:pPr>
        <w:pStyle w:val="NIEARTTEKSTtekstnieartykuowanynppodstprawnarozplubpreambua"/>
        <w:numPr>
          <w:ilvl w:val="0"/>
          <w:numId w:val="43"/>
        </w:numPr>
        <w:spacing w:line="276" w:lineRule="auto"/>
      </w:pPr>
      <w:r>
        <w:t>świadczeniodawcę, u którego chciałby uzyskać świadczenie opieki zdrowotnej;</w:t>
      </w:r>
    </w:p>
    <w:p w14:paraId="26204190" w14:textId="444598B4" w:rsidR="00EF4DC5" w:rsidRDefault="00EF4DC5" w:rsidP="001E1543">
      <w:pPr>
        <w:pStyle w:val="NIEARTTEKSTtekstnieartykuowanynppodstprawnarozplubpreambua"/>
        <w:numPr>
          <w:ilvl w:val="0"/>
          <w:numId w:val="43"/>
        </w:numPr>
        <w:spacing w:line="276" w:lineRule="auto"/>
      </w:pPr>
      <w:r>
        <w:t>zakres terytorialny, w jakim chciałby uzyskać świadczenie opieki zdrowotnej – z uwzględnieniem województwa, miasta lub odległości od wskazanej lokalizacji;</w:t>
      </w:r>
    </w:p>
    <w:p w14:paraId="3E7FF379" w14:textId="35EC3718" w:rsidR="00EF4DC5" w:rsidRDefault="00EF4DC5" w:rsidP="001E1543">
      <w:pPr>
        <w:pStyle w:val="NIEARTTEKSTtekstnieartykuowanynppodstprawnarozplubpreambua"/>
        <w:numPr>
          <w:ilvl w:val="0"/>
          <w:numId w:val="43"/>
        </w:numPr>
        <w:spacing w:line="276" w:lineRule="auto"/>
      </w:pPr>
      <w:r>
        <w:lastRenderedPageBreak/>
        <w:t>pracownika medycznego, który ma udzielić świadczenia opieki zdrowotnej, w przypadku, gdy świadczeniodawca prowadzi harmonogram przyjęć w takim zakresie;</w:t>
      </w:r>
    </w:p>
    <w:p w14:paraId="4DAC51B5" w14:textId="69D8FDC6" w:rsidR="00EF4DC5" w:rsidRDefault="00EF4DC5" w:rsidP="001E1543">
      <w:pPr>
        <w:pStyle w:val="NIEARTTEKSTtekstnieartykuowanynppodstprawnarozplubpreambua"/>
        <w:numPr>
          <w:ilvl w:val="0"/>
          <w:numId w:val="43"/>
        </w:numPr>
        <w:spacing w:line="276" w:lineRule="auto"/>
      </w:pPr>
      <w:r>
        <w:t>spos</w:t>
      </w:r>
      <w:r w:rsidR="00251397">
        <w:t>ób</w:t>
      </w:r>
      <w:r>
        <w:t xml:space="preserve"> udzielenia świadczenia, jeżeli świadczeniodawca umożliwia wybór takiego kryterium;</w:t>
      </w:r>
    </w:p>
    <w:p w14:paraId="0ED3D00C" w14:textId="2F5611D0" w:rsidR="007C617A" w:rsidRDefault="00EF4DC5" w:rsidP="001E1543">
      <w:pPr>
        <w:pStyle w:val="NIEARTTEKSTtekstnieartykuowanynppodstprawnarozplubpreambua"/>
        <w:numPr>
          <w:ilvl w:val="0"/>
          <w:numId w:val="43"/>
        </w:numPr>
        <w:spacing w:line="276" w:lineRule="auto"/>
      </w:pPr>
      <w:r>
        <w:t>posiadani</w:t>
      </w:r>
      <w:r w:rsidR="00F22F17">
        <w:t>e</w:t>
      </w:r>
      <w:r>
        <w:t xml:space="preserve"> prawa do korzystania ze świadczeń opieki zdrowotnej poza kolejnością</w:t>
      </w:r>
      <w:r w:rsidR="00C144B7">
        <w:t>.</w:t>
      </w:r>
    </w:p>
    <w:p w14:paraId="18E6A334" w14:textId="2D7AB5F7" w:rsidR="00BC1FF8" w:rsidRDefault="00BC1FF8" w:rsidP="00BC1FF8">
      <w:pPr>
        <w:pStyle w:val="ARTartustawynprozporzdzenia"/>
      </w:pPr>
      <w:r w:rsidRPr="00BC1FF8">
        <w:t xml:space="preserve">Szczegółowy sposób </w:t>
      </w:r>
      <w:r w:rsidR="00D01AD2">
        <w:t>wyznaczania</w:t>
      </w:r>
      <w:r w:rsidRPr="00BC1FF8">
        <w:t xml:space="preserve"> świadczeniobiorcy terminu udzielenia świadczenia w</w:t>
      </w:r>
      <w:r w:rsidR="00D44D14">
        <w:t> </w:t>
      </w:r>
      <w:r w:rsidRPr="00BC1FF8">
        <w:t>ramach centralnej elektronicznej rejestracji i jego zmiany zostanie doprecyzowany w</w:t>
      </w:r>
      <w:r w:rsidR="00D44D14">
        <w:t> </w:t>
      </w:r>
      <w:r w:rsidRPr="00BC1FF8">
        <w:t>przepisach wydanych na podstawie art. 23</w:t>
      </w:r>
      <w:r>
        <w:t>h</w:t>
      </w:r>
      <w:r w:rsidRPr="00BC1FF8">
        <w:t xml:space="preserve"> </w:t>
      </w:r>
      <w:r w:rsidR="00C930CD">
        <w:t xml:space="preserve">ust. 2 pkt 2 </w:t>
      </w:r>
      <w:r w:rsidRPr="00BC1FF8">
        <w:t>ustawy o</w:t>
      </w:r>
      <w:r w:rsidR="00AE1FD6">
        <w:t> </w:t>
      </w:r>
      <w:r w:rsidRPr="00BC1FF8">
        <w:t>świadczeniach. W</w:t>
      </w:r>
      <w:r w:rsidR="00E16EFF">
        <w:t> </w:t>
      </w:r>
      <w:r w:rsidRPr="00BC1FF8">
        <w:t xml:space="preserve">rozporządzeniu </w:t>
      </w:r>
      <w:r w:rsidR="000454BA">
        <w:t xml:space="preserve">ministra właściwego do spraw zdrowia zostanie </w:t>
      </w:r>
      <w:r w:rsidRPr="00BC1FF8">
        <w:t>określony</w:t>
      </w:r>
      <w:r w:rsidR="000454BA">
        <w:t xml:space="preserve"> </w:t>
      </w:r>
      <w:r w:rsidRPr="00BC1FF8">
        <w:t xml:space="preserve">także </w:t>
      </w:r>
      <w:r w:rsidR="008A652F">
        <w:t>rodzaj</w:t>
      </w:r>
      <w:r w:rsidR="008A652F" w:rsidRPr="00BC1FF8">
        <w:t xml:space="preserve"> </w:t>
      </w:r>
      <w:r w:rsidRPr="00BC1FF8">
        <w:t xml:space="preserve">świadczeń opieki zdrowotnej objętych centralną elektroniczną rejestracją, szczegółowy sposób dokonywania zgłoszenia centralnego oraz powiadamiania świadczeniobiorcy o </w:t>
      </w:r>
      <w:r w:rsidR="00D01AD2">
        <w:t>wyznaczeniu</w:t>
      </w:r>
      <w:r w:rsidRPr="00BC1FF8">
        <w:t xml:space="preserve"> mu terminu udzielenia świadczenia opieki zdrowotnej w ramach centralnej elektronicznej rejestracji i o wszelkich jego zmianach oraz przekazywania świadczeniobiorcy innych istotnych informacji dotyczących tego terminu</w:t>
      </w:r>
      <w:r w:rsidR="00DF596E">
        <w:t>, np. dotyczących</w:t>
      </w:r>
      <w:r w:rsidR="00E46FD1">
        <w:t xml:space="preserve"> sposobu</w:t>
      </w:r>
      <w:r w:rsidR="00DF596E">
        <w:t xml:space="preserve"> przygotowania </w:t>
      </w:r>
      <w:r w:rsidR="00E46FD1">
        <w:t xml:space="preserve">się </w:t>
      </w:r>
      <w:r w:rsidR="00C331EC">
        <w:t xml:space="preserve">świadczeniobiorcy </w:t>
      </w:r>
      <w:r w:rsidR="00F77A4F">
        <w:t xml:space="preserve">do </w:t>
      </w:r>
      <w:r w:rsidR="00A324A8">
        <w:t>badania.</w:t>
      </w:r>
      <w:r w:rsidR="00256FD0">
        <w:t xml:space="preserve"> </w:t>
      </w:r>
      <w:r w:rsidRPr="00BC1FF8">
        <w:t xml:space="preserve">Dodatkowo </w:t>
      </w:r>
      <w:r w:rsidR="000454BA">
        <w:t xml:space="preserve">ww. </w:t>
      </w:r>
      <w:r w:rsidRPr="00BC1FF8">
        <w:t>rozporządzenie określi sposób prowadzenia przez świadczeniodawców harmonogramów przyjęć, o których mowa w art. 19a ustawy o</w:t>
      </w:r>
      <w:r w:rsidR="00D44D14">
        <w:t> </w:t>
      </w:r>
      <w:r w:rsidRPr="00BC1FF8">
        <w:t>świadczeniach</w:t>
      </w:r>
      <w:r w:rsidR="000454BA">
        <w:t>,</w:t>
      </w:r>
      <w:r w:rsidR="00C63B59">
        <w:t xml:space="preserve"> wraz z dostępnymi terminami udzielenia świadczenia</w:t>
      </w:r>
      <w:r w:rsidRPr="00BC1FF8">
        <w:t xml:space="preserve">, oraz ich </w:t>
      </w:r>
      <w:r w:rsidR="00C63B59">
        <w:t xml:space="preserve">aktualizowania i </w:t>
      </w:r>
      <w:r w:rsidRPr="00BC1FF8">
        <w:t>przekazywania na potrzeby centralnej elektronicznej rejestracji.</w:t>
      </w:r>
    </w:p>
    <w:p w14:paraId="5174F4EE" w14:textId="6A58586B" w:rsidR="005B1E89" w:rsidRPr="005B1E89" w:rsidRDefault="00804695" w:rsidP="005B1E89">
      <w:pPr>
        <w:pStyle w:val="NIEARTTEKSTtekstnieartykuowanynppodstprawnarozplubpreambua"/>
      </w:pPr>
      <w:r w:rsidRPr="00C942B1">
        <w:t>W wyniku dokonania zgłoszenia</w:t>
      </w:r>
      <w:r w:rsidR="008F56CD">
        <w:t xml:space="preserve"> centralnego</w:t>
      </w:r>
      <w:r w:rsidRPr="00C942B1">
        <w:t xml:space="preserve"> przy wykorzystaniu </w:t>
      </w:r>
      <w:r w:rsidR="000C3621">
        <w:t xml:space="preserve">jednego </w:t>
      </w:r>
      <w:r w:rsidRPr="00C942B1">
        <w:t xml:space="preserve">z </w:t>
      </w:r>
      <w:r w:rsidR="003F74C2">
        <w:t>dwóch</w:t>
      </w:r>
      <w:r w:rsidR="003F74C2" w:rsidRPr="00C942B1">
        <w:t xml:space="preserve"> </w:t>
      </w:r>
      <w:r w:rsidRPr="00C942B1">
        <w:t>wymienionych powyżej sposobów</w:t>
      </w:r>
      <w:r>
        <w:t>,</w:t>
      </w:r>
      <w:r w:rsidRPr="00C942B1">
        <w:t xml:space="preserve"> świadczeniobiorcy </w:t>
      </w:r>
      <w:r w:rsidR="00CF568E">
        <w:t>wyznaczany</w:t>
      </w:r>
      <w:r w:rsidR="00CF568E" w:rsidRPr="00C942B1">
        <w:t xml:space="preserve"> </w:t>
      </w:r>
      <w:r w:rsidRPr="00C942B1">
        <w:t xml:space="preserve">będzie </w:t>
      </w:r>
      <w:r w:rsidR="000C3621">
        <w:t xml:space="preserve">możliwie najbliższy </w:t>
      </w:r>
      <w:r w:rsidRPr="00C942B1">
        <w:t xml:space="preserve">termin udzielenia świadczenia. Przy jego wyznaczaniu </w:t>
      </w:r>
      <w:r w:rsidRPr="00E62FA5">
        <w:t xml:space="preserve">będą </w:t>
      </w:r>
      <w:r w:rsidRPr="00C942B1">
        <w:t>uwzględniane kolejność zgłoszenia oraz kryteria dotyczące świadczenia określone w jego ramach</w:t>
      </w:r>
      <w:r>
        <w:t>, a także prawa</w:t>
      </w:r>
      <w:r w:rsidRPr="00F82DC4">
        <w:t xml:space="preserve"> świadczeniobiorc</w:t>
      </w:r>
      <w:r>
        <w:t>y</w:t>
      </w:r>
      <w:r w:rsidRPr="00F82DC4">
        <w:t xml:space="preserve"> do korzystania poza kolejnością ze świadczeń opieki zdrowotnej </w:t>
      </w:r>
      <w:r>
        <w:t>oraz</w:t>
      </w:r>
      <w:r w:rsidRPr="00E41ED8">
        <w:t xml:space="preserve"> kategori</w:t>
      </w:r>
      <w:r>
        <w:t>a</w:t>
      </w:r>
      <w:r w:rsidRPr="00E41ED8">
        <w:t xml:space="preserve"> medyczn</w:t>
      </w:r>
      <w:r>
        <w:t xml:space="preserve">a, do której świadczeniobiorca został zakwalifikowany </w:t>
      </w:r>
      <w:r w:rsidRPr="00E41ED8">
        <w:t xml:space="preserve">zgodnie z kryteriami medycznymi określonymi w przepisach wydanych na podstawie </w:t>
      </w:r>
      <w:r>
        <w:t xml:space="preserve">art. 20 </w:t>
      </w:r>
      <w:r w:rsidRPr="00E41ED8">
        <w:t>ust. 11</w:t>
      </w:r>
      <w:r w:rsidR="000454BA">
        <w:t xml:space="preserve"> ustawy o</w:t>
      </w:r>
      <w:r w:rsidR="00AE1FD6">
        <w:t> </w:t>
      </w:r>
      <w:r w:rsidR="000454BA">
        <w:t>świadczeniach</w:t>
      </w:r>
      <w:r w:rsidRPr="00C942B1">
        <w:t>. Świadczeniobiorc</w:t>
      </w:r>
      <w:r w:rsidR="000C3621">
        <w:t>a</w:t>
      </w:r>
      <w:r w:rsidRPr="00C942B1">
        <w:t xml:space="preserve"> </w:t>
      </w:r>
      <w:r w:rsidR="000C3621">
        <w:t xml:space="preserve">otrzyma </w:t>
      </w:r>
      <w:r w:rsidRPr="00C942B1">
        <w:t xml:space="preserve">potwierdzenie </w:t>
      </w:r>
      <w:r w:rsidR="00CF568E">
        <w:t>wyznaczenia</w:t>
      </w:r>
      <w:r w:rsidR="00CF568E" w:rsidRPr="00C942B1">
        <w:t xml:space="preserve"> </w:t>
      </w:r>
      <w:r w:rsidRPr="00C942B1">
        <w:t xml:space="preserve">konkretnego terminu. Potwierdzenie </w:t>
      </w:r>
      <w:r w:rsidR="000454BA">
        <w:t xml:space="preserve">to </w:t>
      </w:r>
      <w:r w:rsidRPr="00C942B1">
        <w:t>świadczeniobiorca otrzyma również w przypadku zmiany lub rezygnacji z</w:t>
      </w:r>
      <w:r w:rsidR="009F36DC">
        <w:t xml:space="preserve"> </w:t>
      </w:r>
      <w:r w:rsidR="00CF568E">
        <w:t>wyznaczonego</w:t>
      </w:r>
      <w:r w:rsidR="00CE4B09">
        <w:t xml:space="preserve"> terminu</w:t>
      </w:r>
      <w:r w:rsidRPr="00C942B1">
        <w:t xml:space="preserve">. </w:t>
      </w:r>
      <w:r w:rsidR="005B1E89" w:rsidRPr="005B1E89">
        <w:t xml:space="preserve"> </w:t>
      </w:r>
    </w:p>
    <w:p w14:paraId="6C155FA8" w14:textId="7F751DB0" w:rsidR="00710338" w:rsidRDefault="005B1E89" w:rsidP="00710338">
      <w:pPr>
        <w:pStyle w:val="NIEARTTEKSTtekstnieartykuowanynppodstprawnarozplubpreambua"/>
      </w:pPr>
      <w:r>
        <w:t xml:space="preserve">W przypadku prowadzenia </w:t>
      </w:r>
      <w:r w:rsidR="00167A7F">
        <w:t>c</w:t>
      </w:r>
      <w:r w:rsidR="00167A7F" w:rsidRPr="006564A0">
        <w:t>entraln</w:t>
      </w:r>
      <w:r w:rsidR="00167A7F">
        <w:t>ej</w:t>
      </w:r>
      <w:r w:rsidR="00167A7F" w:rsidRPr="006564A0">
        <w:t xml:space="preserve"> </w:t>
      </w:r>
      <w:r w:rsidR="00C404DF" w:rsidRPr="006564A0">
        <w:t>elektroniczn</w:t>
      </w:r>
      <w:r w:rsidR="00C404DF">
        <w:t>ej</w:t>
      </w:r>
      <w:r w:rsidR="00C404DF" w:rsidRPr="006564A0">
        <w:t xml:space="preserve"> </w:t>
      </w:r>
      <w:r w:rsidR="00167A7F">
        <w:t>r</w:t>
      </w:r>
      <w:r w:rsidR="00167A7F" w:rsidRPr="006564A0">
        <w:t>ejestracj</w:t>
      </w:r>
      <w:r w:rsidR="00167A7F">
        <w:t xml:space="preserve">i </w:t>
      </w:r>
      <w:r w:rsidRPr="005B1E89">
        <w:t xml:space="preserve">na świadczenia opieki zdrowotnej, o których mowa w wykazie określonym w przepisach wydanych na podstawie art. 23h </w:t>
      </w:r>
      <w:r w:rsidR="00AE1FD6">
        <w:t xml:space="preserve">ust. 2 </w:t>
      </w:r>
      <w:r w:rsidRPr="005B1E89">
        <w:t xml:space="preserve">pkt 1 </w:t>
      </w:r>
      <w:r w:rsidR="00804695" w:rsidRPr="00C942B1">
        <w:t xml:space="preserve">przepisy art. 23 </w:t>
      </w:r>
      <w:r w:rsidR="000454BA">
        <w:t xml:space="preserve">ustawy o świadczeniach </w:t>
      </w:r>
      <w:r w:rsidR="00804695" w:rsidRPr="00C942B1">
        <w:t>nie znajdują zastosowania</w:t>
      </w:r>
      <w:r w:rsidR="00804695">
        <w:t>.</w:t>
      </w:r>
      <w:r w:rsidR="00804695" w:rsidRPr="00C942B1">
        <w:t xml:space="preserve"> Z uwagi </w:t>
      </w:r>
      <w:r w:rsidR="00804695" w:rsidRPr="00C942B1">
        <w:lastRenderedPageBreak/>
        <w:t xml:space="preserve">na odmienny sposób prowadzenia listy oczekujących na udzielenie świadczenia utrzymywanie obowiązków informacyjnych określonych w tym przepisie i ciążących na świadczeniodawcach byłoby niezasadne. </w:t>
      </w:r>
      <w:r w:rsidR="00DF7130">
        <w:t xml:space="preserve">Bezpośredni </w:t>
      </w:r>
      <w:r w:rsidR="00804695" w:rsidRPr="00C942B1">
        <w:t xml:space="preserve">dostęp świadczeniobiorców do informacji o wolnych terminach udzielenia świadczenia u poszczególnych świadczeniodawców </w:t>
      </w:r>
      <w:r w:rsidR="000454BA" w:rsidRPr="00C942B1">
        <w:t xml:space="preserve">będzie </w:t>
      </w:r>
      <w:r w:rsidR="00804695" w:rsidRPr="00C942B1">
        <w:t>zapewniony w Internetowym Koncie Pacjenta</w:t>
      </w:r>
      <w:r w:rsidR="007501B0">
        <w:t>.</w:t>
      </w:r>
      <w:r w:rsidR="00DE0013">
        <w:t xml:space="preserve"> </w:t>
      </w:r>
      <w:r w:rsidR="000E0E15">
        <w:t xml:space="preserve">Dodatkowo </w:t>
      </w:r>
      <w:r w:rsidR="005E06C0">
        <w:t xml:space="preserve">w </w:t>
      </w:r>
      <w:r w:rsidR="00287228">
        <w:t>centralnej elektronicznej rejestracji</w:t>
      </w:r>
      <w:r w:rsidR="005E06C0">
        <w:t xml:space="preserve"> </w:t>
      </w:r>
      <w:r w:rsidR="008B14D6">
        <w:t>zostanie wykorzystana funkcjonalność</w:t>
      </w:r>
      <w:r w:rsidR="008B14D6" w:rsidRPr="00DE0013">
        <w:t xml:space="preserve"> asystenta </w:t>
      </w:r>
      <w:r w:rsidR="008B14D6">
        <w:t>głosowego</w:t>
      </w:r>
      <w:r w:rsidR="006A4C27">
        <w:t xml:space="preserve"> (voicebot)</w:t>
      </w:r>
      <w:r w:rsidR="008B14D6">
        <w:t xml:space="preserve">, wdrażana w </w:t>
      </w:r>
      <w:r w:rsidR="005E06C0">
        <w:t>ramach projektu realizowanego ze środków K</w:t>
      </w:r>
      <w:r w:rsidR="00F21275">
        <w:t xml:space="preserve">rajowego </w:t>
      </w:r>
      <w:r w:rsidR="005E06C0">
        <w:t>P</w:t>
      </w:r>
      <w:r w:rsidR="00F21275">
        <w:t xml:space="preserve">lanu </w:t>
      </w:r>
      <w:r w:rsidR="005E06C0">
        <w:t>O</w:t>
      </w:r>
      <w:r w:rsidR="00F21275">
        <w:t>dbudowy i Zwiększenia Odporności „KPO”</w:t>
      </w:r>
      <w:r w:rsidR="00DE0013" w:rsidRPr="00DE0013">
        <w:t xml:space="preserve"> </w:t>
      </w:r>
      <w:r w:rsidR="008B14D6">
        <w:t>(</w:t>
      </w:r>
      <w:r w:rsidR="00EE6927">
        <w:t xml:space="preserve">projekt </w:t>
      </w:r>
      <w:r w:rsidR="00E27652">
        <w:rPr>
          <w:rFonts w:cs="Times"/>
        </w:rPr>
        <w:t>„</w:t>
      </w:r>
      <w:r w:rsidR="00EE6927">
        <w:t>e-zdrowie KPO</w:t>
      </w:r>
      <w:r w:rsidR="00E27652">
        <w:rPr>
          <w:rFonts w:cs="Times"/>
        </w:rPr>
        <w:t>”</w:t>
      </w:r>
      <w:r w:rsidR="002D4BAF">
        <w:t xml:space="preserve"> w ramach </w:t>
      </w:r>
      <w:r w:rsidR="00241B72">
        <w:t xml:space="preserve">inwestycji </w:t>
      </w:r>
      <w:r w:rsidR="00D1555F">
        <w:t>D.1.1.2</w:t>
      </w:r>
      <w:r w:rsidR="008B14D6">
        <w:t>)</w:t>
      </w:r>
      <w:r w:rsidR="0071642C">
        <w:t>.</w:t>
      </w:r>
      <w:r w:rsidR="008B14D6">
        <w:t xml:space="preserve"> </w:t>
      </w:r>
      <w:r w:rsidR="00710338">
        <w:t xml:space="preserve">Usługa asystenta głosowego będzie realizowała połączenia do tych świadczeniobiorców, którzy nie mają możliwości odbioru wiadomości SMS, w następujących przypadkach: </w:t>
      </w:r>
    </w:p>
    <w:p w14:paraId="0B03AB71" w14:textId="30F4F003" w:rsidR="00710338" w:rsidRDefault="00710338" w:rsidP="00710338">
      <w:pPr>
        <w:pStyle w:val="NIEARTTEKSTtekstnieartykuowanynppodstprawnarozplubpreambua"/>
      </w:pPr>
      <w:r>
        <w:t>1)</w:t>
      </w:r>
      <w:r w:rsidR="009A155E">
        <w:tab/>
      </w:r>
      <w:r>
        <w:t>powiadomienie o umówieniu, odwołaniu, zmianie terminu wizyty;</w:t>
      </w:r>
    </w:p>
    <w:p w14:paraId="26D4C7D3" w14:textId="3FA86913" w:rsidR="00710338" w:rsidRDefault="00710338" w:rsidP="00710338">
      <w:pPr>
        <w:pStyle w:val="NIEARTTEKSTtekstnieartykuowanynppodstprawnarozplubpreambua"/>
      </w:pPr>
      <w:r>
        <w:t>2)</w:t>
      </w:r>
      <w:r w:rsidR="009A155E">
        <w:tab/>
      </w:r>
      <w:r>
        <w:t>przypomnienie o wizycie (np. 1 dzień i 2 dni przed wizytą);</w:t>
      </w:r>
    </w:p>
    <w:p w14:paraId="4C029EDA" w14:textId="3AD3CA68" w:rsidR="00710338" w:rsidRDefault="00710338" w:rsidP="00710338">
      <w:pPr>
        <w:pStyle w:val="NIEARTTEKSTtekstnieartykuowanynppodstprawnarozplubpreambua"/>
      </w:pPr>
      <w:r>
        <w:t>3)</w:t>
      </w:r>
      <w:r w:rsidR="009A155E">
        <w:tab/>
      </w:r>
      <w:r>
        <w:t>powiadomienie o umieszczeniu świadczeniobiorcy w centralnym wykazie oczekujących.</w:t>
      </w:r>
    </w:p>
    <w:p w14:paraId="3192BC5C" w14:textId="6FF9725F" w:rsidR="007F025A" w:rsidRPr="007F025A" w:rsidRDefault="00710338" w:rsidP="007F025A">
      <w:pPr>
        <w:pStyle w:val="NIEARTTEKSTtekstnieartykuowanynppodstprawnarozplubpreambua"/>
      </w:pPr>
      <w:r>
        <w:t>Podczas połączenia z asystentem głosowym świadczeniobiorca będzie mógł odwołać lub</w:t>
      </w:r>
      <w:r w:rsidR="00D97A7A">
        <w:t xml:space="preserve"> </w:t>
      </w:r>
      <w:r>
        <w:t>zmienić termin wizyty już umówionej.</w:t>
      </w:r>
      <w:r w:rsidR="00DE0013" w:rsidRPr="00DE0013">
        <w:t xml:space="preserve"> </w:t>
      </w:r>
      <w:r w:rsidR="0027121E">
        <w:t>C</w:t>
      </w:r>
      <w:r w:rsidR="0095794C">
        <w:t xml:space="preserve">elem </w:t>
      </w:r>
      <w:r w:rsidR="005E02BF">
        <w:t xml:space="preserve">implementacji tego rozwiązania jest </w:t>
      </w:r>
      <w:r w:rsidR="00AB574E">
        <w:t xml:space="preserve">zaoferowanie usług wzmacniających </w:t>
      </w:r>
      <w:r w:rsidR="006F29E0">
        <w:t>komunikację i intera</w:t>
      </w:r>
      <w:r w:rsidR="00194B73">
        <w:t xml:space="preserve">kcję </w:t>
      </w:r>
      <w:r w:rsidR="004E4291">
        <w:t>świad</w:t>
      </w:r>
      <w:r w:rsidR="00444A39">
        <w:t>czeni</w:t>
      </w:r>
      <w:r w:rsidR="00466E18">
        <w:t>obiorc</w:t>
      </w:r>
      <w:r w:rsidR="001712F5">
        <w:t xml:space="preserve">y </w:t>
      </w:r>
      <w:r w:rsidR="000F7088">
        <w:t>w obszarze</w:t>
      </w:r>
      <w:r w:rsidR="00157531">
        <w:t xml:space="preserve"> </w:t>
      </w:r>
      <w:r w:rsidR="0073325C">
        <w:t xml:space="preserve">zapisu </w:t>
      </w:r>
      <w:r w:rsidR="00A738E2">
        <w:t xml:space="preserve">na świadczenia opieki zdrowotnej </w:t>
      </w:r>
      <w:r w:rsidR="00D86780">
        <w:t>z wykorzystaniem usł</w:t>
      </w:r>
      <w:r w:rsidR="00913EC1">
        <w:t>ug centralnej elektronicznej rejestracji</w:t>
      </w:r>
      <w:r w:rsidR="00BE1D81">
        <w:t xml:space="preserve">, </w:t>
      </w:r>
      <w:r w:rsidR="00BE1D81" w:rsidRPr="00BE1D81">
        <w:t>w szczególności w przypadku świadczeniobiorców wykluczonych cyfrowo</w:t>
      </w:r>
      <w:r w:rsidR="00913EC1">
        <w:t>.</w:t>
      </w:r>
      <w:r w:rsidR="00280E9E">
        <w:t xml:space="preserve"> </w:t>
      </w:r>
      <w:r w:rsidR="00B37CBD">
        <w:t>Nagrania</w:t>
      </w:r>
      <w:r w:rsidR="000774F7">
        <w:t xml:space="preserve"> </w:t>
      </w:r>
      <w:r w:rsidR="00833DD0">
        <w:t xml:space="preserve">dźwięku </w:t>
      </w:r>
      <w:r w:rsidR="000774F7">
        <w:t>lub</w:t>
      </w:r>
      <w:r w:rsidR="00833DD0">
        <w:t xml:space="preserve"> transkrypcj</w:t>
      </w:r>
      <w:r w:rsidR="00B37CBD">
        <w:t>e</w:t>
      </w:r>
      <w:r w:rsidR="00944BF5">
        <w:t xml:space="preserve"> </w:t>
      </w:r>
      <w:r w:rsidR="00143DBC">
        <w:t xml:space="preserve">nagrań </w:t>
      </w:r>
      <w:r w:rsidR="00143DBC" w:rsidRPr="00143DBC">
        <w:t xml:space="preserve">uzyskanych w wyniku prowadzenia centralnej elektronicznej rejestracji z wykorzystaniem asystenta głosowego </w:t>
      </w:r>
      <w:r w:rsidR="00BC5837" w:rsidRPr="00BC5837">
        <w:t xml:space="preserve">nagrania dźwięku lub transkrypcja nagrania będą przechowywane przez okres nie dłuższy niż </w:t>
      </w:r>
      <w:r w:rsidR="00040506">
        <w:t>3</w:t>
      </w:r>
      <w:r w:rsidR="00040506" w:rsidRPr="00BC5837">
        <w:t xml:space="preserve"> </w:t>
      </w:r>
      <w:r w:rsidR="00BC5837" w:rsidRPr="00BC5837">
        <w:t>lat</w:t>
      </w:r>
      <w:r w:rsidR="00040506">
        <w:t>a</w:t>
      </w:r>
      <w:r w:rsidR="00BC5837" w:rsidRPr="00BC5837">
        <w:t>, licząc od końca roku kalendarzowego, w którym nagranie zostało zarejestrowane</w:t>
      </w:r>
      <w:r w:rsidR="0012467D">
        <w:t>.</w:t>
      </w:r>
      <w:r w:rsidR="007E4EEF">
        <w:t xml:space="preserve"> </w:t>
      </w:r>
      <w:r w:rsidR="00932060">
        <w:t xml:space="preserve">W związku z </w:t>
      </w:r>
      <w:r w:rsidR="00FE1747">
        <w:t xml:space="preserve">pojawiającymi się wątpliwościami, w szczególności </w:t>
      </w:r>
      <w:r w:rsidR="009A13A8">
        <w:t>ze strony Prezesa Urzędu Ochrony Danych Osobowych</w:t>
      </w:r>
      <w:r w:rsidR="00AF5975">
        <w:t xml:space="preserve">, czy w ramach </w:t>
      </w:r>
      <w:r w:rsidR="00FA54F9">
        <w:t xml:space="preserve">usługi asystenta głosowego </w:t>
      </w:r>
      <w:r w:rsidR="00FB6CC4">
        <w:t>będą przedstawione dane biometrycznego, wprowadzona został regulacja</w:t>
      </w:r>
      <w:r w:rsidR="001C601C">
        <w:t xml:space="preserve">, zgodnie którą, takie przetwarzanie nie będzie miało miejsca </w:t>
      </w:r>
      <w:r w:rsidR="005E2FE6">
        <w:t>(głos nie będzie wykorzystywany do identyfikacji o</w:t>
      </w:r>
      <w:r w:rsidR="00971366">
        <w:t xml:space="preserve">soby). </w:t>
      </w:r>
    </w:p>
    <w:p w14:paraId="6550E080" w14:textId="38A89400" w:rsidR="00804695" w:rsidRPr="00C942B1" w:rsidRDefault="00804695" w:rsidP="00804695">
      <w:pPr>
        <w:pStyle w:val="NIEARTTEKSTtekstnieartykuowanynppodstprawnarozplubpreambua"/>
      </w:pPr>
      <w:r>
        <w:t>W przypadku, gdy</w:t>
      </w:r>
      <w:r w:rsidRPr="00C942B1">
        <w:t xml:space="preserve"> </w:t>
      </w:r>
      <w:r w:rsidR="00F029B5">
        <w:t>wyznaczenie</w:t>
      </w:r>
      <w:r w:rsidR="00F029B5" w:rsidRPr="00C942B1">
        <w:t xml:space="preserve"> </w:t>
      </w:r>
      <w:r w:rsidRPr="00C942B1">
        <w:t>świadczeniobiorcy terminu udzielenia świadczenia u</w:t>
      </w:r>
      <w:r w:rsidR="00E16EFF">
        <w:t> </w:t>
      </w:r>
      <w:r w:rsidRPr="00C942B1">
        <w:t>wybranego świadczeniodawcy nie będzie jednak możliwe w momencie dokonania zgłoszenia</w:t>
      </w:r>
      <w:r w:rsidR="00D00B1C">
        <w:t xml:space="preserve"> centralnego</w:t>
      </w:r>
      <w:r w:rsidRPr="00C942B1">
        <w:t xml:space="preserve">, świadczeniobiorca zostanie umieszczony </w:t>
      </w:r>
      <w:r>
        <w:t>w</w:t>
      </w:r>
      <w:r w:rsidRPr="00C942B1">
        <w:t xml:space="preserve"> centraln</w:t>
      </w:r>
      <w:r>
        <w:t>ym</w:t>
      </w:r>
      <w:r w:rsidRPr="00C942B1">
        <w:t xml:space="preserve"> </w:t>
      </w:r>
      <w:r>
        <w:t>wykazie</w:t>
      </w:r>
      <w:r w:rsidRPr="00C942B1">
        <w:t xml:space="preserve"> oczekujących prowadzon</w:t>
      </w:r>
      <w:r w:rsidR="00311137">
        <w:t>ym</w:t>
      </w:r>
      <w:r w:rsidRPr="00C942B1">
        <w:t xml:space="preserve"> dla danego świadcze</w:t>
      </w:r>
      <w:r w:rsidR="00E95ED8">
        <w:t>nia</w:t>
      </w:r>
      <w:r w:rsidR="00DF7130">
        <w:t>,</w:t>
      </w:r>
      <w:r w:rsidR="009F36DC">
        <w:t xml:space="preserve"> </w:t>
      </w:r>
      <w:r w:rsidR="00DF7130">
        <w:t xml:space="preserve">który </w:t>
      </w:r>
      <w:r w:rsidRPr="00C942B1">
        <w:t>stanowi</w:t>
      </w:r>
      <w:r>
        <w:t>ć będzie</w:t>
      </w:r>
      <w:r w:rsidRPr="00C942B1">
        <w:t xml:space="preserve"> wykaz osób oczekujących na propozycję terminu udzielenia świadczenia</w:t>
      </w:r>
      <w:r>
        <w:t>,</w:t>
      </w:r>
      <w:r w:rsidRPr="00C942B1">
        <w:t xml:space="preserve"> prowadzony wspólnie dla wszystkich </w:t>
      </w:r>
      <w:r w:rsidRPr="00C942B1">
        <w:lastRenderedPageBreak/>
        <w:t xml:space="preserve">świadczeniodawców udzielających </w:t>
      </w:r>
      <w:r>
        <w:t xml:space="preserve">danych </w:t>
      </w:r>
      <w:r w:rsidRPr="00C942B1">
        <w:t>świadczeń</w:t>
      </w:r>
      <w:r>
        <w:t xml:space="preserve"> opieki</w:t>
      </w:r>
      <w:r w:rsidRPr="00C942B1">
        <w:t xml:space="preserve"> zdrowotn</w:t>
      </w:r>
      <w:r>
        <w:t>ej</w:t>
      </w:r>
      <w:r w:rsidRPr="00C942B1">
        <w:t xml:space="preserve"> objętych </w:t>
      </w:r>
      <w:r w:rsidR="00327AD8">
        <w:t>c</w:t>
      </w:r>
      <w:r w:rsidR="00327AD8" w:rsidRPr="00C404DF">
        <w:t>entraln</w:t>
      </w:r>
      <w:r w:rsidR="00327AD8">
        <w:t>ą</w:t>
      </w:r>
      <w:r w:rsidR="00327AD8" w:rsidRPr="00C404DF">
        <w:t xml:space="preserve"> </w:t>
      </w:r>
      <w:r w:rsidR="00C404DF" w:rsidRPr="00C404DF">
        <w:t>elektroniczn</w:t>
      </w:r>
      <w:r w:rsidR="00C404DF">
        <w:t>ą</w:t>
      </w:r>
      <w:r w:rsidR="00C404DF" w:rsidRPr="00C404DF">
        <w:t xml:space="preserve"> </w:t>
      </w:r>
      <w:r w:rsidR="00327AD8">
        <w:t>r</w:t>
      </w:r>
      <w:r w:rsidR="00327AD8" w:rsidRPr="00C404DF">
        <w:t>ejestracj</w:t>
      </w:r>
      <w:r w:rsidR="00327AD8">
        <w:t>ą</w:t>
      </w:r>
      <w:r w:rsidR="00DF7130">
        <w:t xml:space="preserve">. Przydział propozycji terminu udzielenia świadczenia </w:t>
      </w:r>
      <w:r w:rsidR="000454BA">
        <w:t xml:space="preserve">będzie </w:t>
      </w:r>
      <w:r w:rsidR="009F36DC">
        <w:t>następował</w:t>
      </w:r>
      <w:r w:rsidR="00DF7130">
        <w:t xml:space="preserve"> </w:t>
      </w:r>
      <w:r w:rsidRPr="00C942B1">
        <w:t>zgodnie z kolejnością dokonywania zgłoszeń</w:t>
      </w:r>
      <w:r>
        <w:t xml:space="preserve"> </w:t>
      </w:r>
      <w:r w:rsidR="00DD18A5">
        <w:t xml:space="preserve">centralnych </w:t>
      </w:r>
      <w:r>
        <w:t>oraz</w:t>
      </w:r>
      <w:r w:rsidRPr="00C942B1">
        <w:t xml:space="preserve"> </w:t>
      </w:r>
      <w:r w:rsidRPr="00541657">
        <w:t xml:space="preserve">przy uwzględnieniu </w:t>
      </w:r>
      <w:r>
        <w:t>prawa</w:t>
      </w:r>
      <w:r w:rsidRPr="00541657">
        <w:t xml:space="preserve"> świadczeniobiorc</w:t>
      </w:r>
      <w:r>
        <w:t>y</w:t>
      </w:r>
      <w:r w:rsidRPr="00541657">
        <w:t xml:space="preserve"> do korzystania poza kolejnością ze świadczeń opieki zdrowotnej</w:t>
      </w:r>
      <w:r>
        <w:t xml:space="preserve">, </w:t>
      </w:r>
      <w:r w:rsidRPr="00C942B1">
        <w:t>kryteriów dotyczących świadczenia opieki zdrowotnej</w:t>
      </w:r>
      <w:r>
        <w:t xml:space="preserve"> i </w:t>
      </w:r>
      <w:r w:rsidRPr="00541657">
        <w:t>kategorii medycznej, do której świadczeniobiorca został zakwalifikowany zgodnie z kryteriami medycznymi określonymi w przepisach wydanych na podstawie art. 20 ust. 11</w:t>
      </w:r>
      <w:r>
        <w:t xml:space="preserve"> </w:t>
      </w:r>
      <w:r w:rsidR="000454BA">
        <w:t xml:space="preserve">ustawy o świadczeniach </w:t>
      </w:r>
      <w:r>
        <w:t>(kategoria ta może być modyfikowana w toku oczekiwania przez pacjenta na udzielenie świadczenia, o ile zmianie ulegnie stan zdrowia pacjenta, a taka modyfikacja jest brana pod uwagę przy ustalaniu kolejności pacjenta w centralnym wykazie oczekujących)</w:t>
      </w:r>
      <w:r w:rsidRPr="00C942B1">
        <w:t xml:space="preserve">. Świadczeniobiorca </w:t>
      </w:r>
      <w:r>
        <w:t xml:space="preserve">będzie </w:t>
      </w:r>
      <w:r w:rsidR="00DF7130">
        <w:t xml:space="preserve">pozostawał w wykazie </w:t>
      </w:r>
      <w:r w:rsidRPr="00C942B1">
        <w:t>od momentu dokonania zgłoszenia</w:t>
      </w:r>
      <w:r w:rsidR="00153673">
        <w:t xml:space="preserve"> centralnego</w:t>
      </w:r>
      <w:r w:rsidRPr="00C942B1">
        <w:t xml:space="preserve"> do czasu pojawienia się dostępnego wolnego terminu udzielenia świadczenia </w:t>
      </w:r>
      <w:r>
        <w:t xml:space="preserve">opieki zdrowotnej </w:t>
      </w:r>
      <w:r w:rsidRPr="00C942B1">
        <w:t xml:space="preserve">spełniającego kryteria dotyczące świadczenia określone przez zgłaszającego się </w:t>
      </w:r>
      <w:r>
        <w:t xml:space="preserve">oraz </w:t>
      </w:r>
      <w:r w:rsidR="00A15F71">
        <w:t xml:space="preserve">gdy </w:t>
      </w:r>
      <w:r>
        <w:t xml:space="preserve">termin ten zostanie </w:t>
      </w:r>
      <w:r w:rsidRPr="00C942B1">
        <w:t>zaakceptowan</w:t>
      </w:r>
      <w:r>
        <w:t>y</w:t>
      </w:r>
      <w:r w:rsidRPr="00C942B1">
        <w:t xml:space="preserve"> przez świadczeniobiorcę. </w:t>
      </w:r>
    </w:p>
    <w:p w14:paraId="5E0559E2" w14:textId="2B2A61E5" w:rsidR="00D239DB" w:rsidRPr="00D239DB" w:rsidRDefault="00804695" w:rsidP="00D239DB">
      <w:pPr>
        <w:pStyle w:val="ARTartustawynprozporzdzenia"/>
      </w:pPr>
      <w:r>
        <w:t>Projektowana zmiana ustawy o świadczeniach</w:t>
      </w:r>
      <w:r w:rsidR="004259A7">
        <w:t xml:space="preserve"> dostosowuje obecnie obowiązujące przepisy do rozwiązań c</w:t>
      </w:r>
      <w:r w:rsidR="004259A7" w:rsidRPr="00214843">
        <w:t xml:space="preserve">entralnej elektronicznej </w:t>
      </w:r>
      <w:r w:rsidR="004259A7">
        <w:t>r</w:t>
      </w:r>
      <w:r w:rsidR="004259A7" w:rsidRPr="00214843">
        <w:t>ejestracji</w:t>
      </w:r>
      <w:r w:rsidR="001A3A5E">
        <w:t xml:space="preserve"> oraz </w:t>
      </w:r>
      <w:r w:rsidR="0077315B">
        <w:t>wprowadza obowiązek przekazania w ramach harmonogramów przyjęć</w:t>
      </w:r>
      <w:r w:rsidR="00D239DB">
        <w:t xml:space="preserve"> </w:t>
      </w:r>
      <w:r w:rsidR="00D239DB" w:rsidRPr="00D239DB">
        <w:t xml:space="preserve">wraz z dostępnymi terminami udzielenia świadczenia </w:t>
      </w:r>
      <w:r w:rsidR="00E611AE">
        <w:t>oraz</w:t>
      </w:r>
      <w:r w:rsidR="001A6A1D">
        <w:t xml:space="preserve"> </w:t>
      </w:r>
      <w:r w:rsidR="00D239DB" w:rsidRPr="00D239DB">
        <w:t>z informacją o:</w:t>
      </w:r>
    </w:p>
    <w:p w14:paraId="0E560BD2" w14:textId="32B149AB" w:rsidR="00D239DB" w:rsidRPr="00D239DB" w:rsidRDefault="00D239DB" w:rsidP="00D239DB">
      <w:pPr>
        <w:pStyle w:val="ARTartustawynprozporzdzenia"/>
      </w:pPr>
      <w:r w:rsidRPr="00D239DB">
        <w:t>1)</w:t>
      </w:r>
      <w:r w:rsidRPr="00D239DB">
        <w:tab/>
        <w:t xml:space="preserve">imieniu i nazwisku pracownika medycznego udzielającego świadczenia opieki zdrowotnej oraz jego identyfikatorze, o którym mowa w art. 17c ust. 5 </w:t>
      </w:r>
      <w:r w:rsidRPr="005D6826">
        <w:t xml:space="preserve">ustawy </w:t>
      </w:r>
      <w:r w:rsidR="00632143" w:rsidRPr="005D6826">
        <w:t>o SIOZ</w:t>
      </w:r>
      <w:r w:rsidRPr="005D6826">
        <w:t>, w</w:t>
      </w:r>
      <w:r w:rsidR="00E16EFF">
        <w:t> </w:t>
      </w:r>
      <w:r w:rsidRPr="005D6826">
        <w:t>przypadku, gdy świadczeniodawca prowadzi harmonogram przyjęć w takim zakresie</w:t>
      </w:r>
      <w:r w:rsidR="000454BA" w:rsidRPr="005D6826">
        <w:t>;</w:t>
      </w:r>
    </w:p>
    <w:p w14:paraId="16102D2A" w14:textId="66BFCCB3" w:rsidR="00D239DB" w:rsidRPr="00D239DB" w:rsidRDefault="00D239DB" w:rsidP="00D239DB">
      <w:pPr>
        <w:pStyle w:val="ARTartustawynprozporzdzenia"/>
      </w:pPr>
      <w:r w:rsidRPr="00D239DB">
        <w:t>2)</w:t>
      </w:r>
      <w:r w:rsidRPr="00D239DB">
        <w:tab/>
        <w:t xml:space="preserve">sposobie udzielenia świadczenia – </w:t>
      </w:r>
      <w:r w:rsidR="00306181" w:rsidRPr="00306181">
        <w:t>w bezpośrednim kontakcie z</w:t>
      </w:r>
      <w:r w:rsidR="005D6826">
        <w:t>e</w:t>
      </w:r>
      <w:r w:rsidR="00306181" w:rsidRPr="00306181">
        <w:t xml:space="preserve"> świadczeniobiorcą</w:t>
      </w:r>
      <w:r w:rsidRPr="00D239DB">
        <w:t xml:space="preserve"> lub za pośrednictwem systemów teleinformatycznych lub systemów łączności</w:t>
      </w:r>
      <w:r w:rsidR="000454BA">
        <w:t>;</w:t>
      </w:r>
    </w:p>
    <w:p w14:paraId="05A16EBE" w14:textId="2C2D6DD5" w:rsidR="00D239DB" w:rsidRPr="00D239DB" w:rsidRDefault="00D239DB" w:rsidP="00D239DB">
      <w:pPr>
        <w:pStyle w:val="ARTartustawynprozporzdzenia"/>
      </w:pPr>
      <w:r w:rsidRPr="00D239DB">
        <w:t>3)</w:t>
      </w:r>
      <w:r w:rsidRPr="00D239DB">
        <w:tab/>
        <w:t>miejscu udzielania świadczenia</w:t>
      </w:r>
      <w:r w:rsidR="000454BA">
        <w:t>;</w:t>
      </w:r>
    </w:p>
    <w:p w14:paraId="1D221145" w14:textId="4FA59208" w:rsidR="00D239DB" w:rsidRPr="00D239DB" w:rsidRDefault="00D239DB" w:rsidP="00D239DB">
      <w:pPr>
        <w:pStyle w:val="ARTartustawynprozporzdzenia"/>
      </w:pPr>
      <w:r w:rsidRPr="00D239DB">
        <w:t>4)</w:t>
      </w:r>
      <w:r w:rsidRPr="00D239DB">
        <w:tab/>
        <w:t xml:space="preserve">obsługiwanych przez świadczeniodawcę kodach </w:t>
      </w:r>
      <w:r w:rsidR="00024145">
        <w:t xml:space="preserve">obowiązującej </w:t>
      </w:r>
      <w:r w:rsidRPr="00D239DB">
        <w:t>Międzynarodowej Klasyfikacji Procedur Medycznych i obowiązującej Międzynarodowej Klasyfikacji Chorób i</w:t>
      </w:r>
      <w:r w:rsidR="00E16EFF">
        <w:t> </w:t>
      </w:r>
      <w:r w:rsidRPr="00D239DB">
        <w:t>Problemów Zdrowotnych</w:t>
      </w:r>
      <w:r w:rsidR="000454BA">
        <w:t>;</w:t>
      </w:r>
    </w:p>
    <w:p w14:paraId="18D26305" w14:textId="0144C869" w:rsidR="00804695" w:rsidRDefault="00D239DB" w:rsidP="00D239DB">
      <w:pPr>
        <w:pStyle w:val="ARTartustawynprozporzdzenia"/>
      </w:pPr>
      <w:r w:rsidRPr="00D239DB">
        <w:t>5)</w:t>
      </w:r>
      <w:r w:rsidRPr="00D239DB">
        <w:tab/>
        <w:t>udzielaniu świadczeń opieki zdrowotnej dzieciom w podziale na przedziały wiekowe ustalone między Funduszem a świadczeniodawcą zgodnie przepis</w:t>
      </w:r>
      <w:r w:rsidR="000454BA">
        <w:t>ami</w:t>
      </w:r>
      <w:r w:rsidRPr="00D239DB">
        <w:t xml:space="preserve"> wydany</w:t>
      </w:r>
      <w:r w:rsidR="000454BA">
        <w:t>mi</w:t>
      </w:r>
      <w:r w:rsidRPr="00D239DB">
        <w:t xml:space="preserve"> na podstawie art. 190 ust. 1</w:t>
      </w:r>
      <w:r w:rsidR="000454BA">
        <w:t xml:space="preserve"> ustawy o świadczeniach.</w:t>
      </w:r>
    </w:p>
    <w:p w14:paraId="5F41E115" w14:textId="6601A769" w:rsidR="0081449F" w:rsidRDefault="0081449F" w:rsidP="00FC799C">
      <w:pPr>
        <w:pStyle w:val="ARTartustawynprozporzdzenia"/>
      </w:pPr>
      <w:r w:rsidRPr="0081449F">
        <w:lastRenderedPageBreak/>
        <w:t>Zgodnie z zapisami projektu ustawy  (art. 23c ust. 3 pkt 1) świadczeniodawcy, dla zakresów świadczeń wskazanych w wykazie określonym w przepisach wydanych na podstawie art. 23h ust. 2 pkt 1 ustawy o świadczeniach, mają obowiązek przekazać swoje harmonogramy przyjęć (w tym listy oczekujących) do centralnej elektronicznej rejestracji. Oznacza to, że świadczeniobiorcy, którym przed dniem wejścia w życie projektu ustawy został wyznaczony termin udzielenia świadczenia opieki zdrowotnej zachowują ten termin po włączeniu danego świadczenia do centralnej elektronicznej rejestracji.</w:t>
      </w:r>
    </w:p>
    <w:p w14:paraId="2F7E8C57" w14:textId="3321F157" w:rsidR="00C6309B" w:rsidRDefault="00C6309B" w:rsidP="00FC799C">
      <w:pPr>
        <w:pStyle w:val="ARTartustawynprozporzdzenia"/>
      </w:pPr>
      <w:r w:rsidRPr="00C6309B">
        <w:t>Dodatkowo art. 23c ust. 3 pkt 1 projekt ustawy wprowadza obowiązek przekazania do centralnej elektronicznej rejestracji dostępnych terminów udzielenia świadczeń. Oznacza to obowiązek przekazania wszystkich wolnych (dostępnych dla świadczeniobiorcy) terminów udzielania świadczeń.</w:t>
      </w:r>
    </w:p>
    <w:p w14:paraId="310246B0" w14:textId="56C1AE20" w:rsidR="00FC799C" w:rsidRPr="00FC799C" w:rsidRDefault="00FC799C" w:rsidP="00FC799C">
      <w:pPr>
        <w:pStyle w:val="ARTartustawynprozporzdzenia"/>
      </w:pPr>
      <w:r w:rsidRPr="00FC799C">
        <w:t>Mając na względzie istotne znaczenie dokumentu skierowania dla realizacji procesu elektronicznej rejestracji świadczeniobiorców na świadczenia opieki zdrowotnej, w ramach projekt</w:t>
      </w:r>
      <w:r w:rsidR="008A170B">
        <w:t>u</w:t>
      </w:r>
      <w:r w:rsidRPr="00FC799C">
        <w:t xml:space="preserve"> ustawy proponuje się także zmodyfikowanie zakresu danych znajdujących się </w:t>
      </w:r>
      <w:r w:rsidR="002356C3">
        <w:t>w</w:t>
      </w:r>
      <w:r w:rsidR="00246871">
        <w:t> </w:t>
      </w:r>
      <w:r w:rsidRPr="00FC799C">
        <w:t>informacji o wystawionym e-skierowaniu, o której mowa w art. 59b ust. 1 ustawy o</w:t>
      </w:r>
      <w:r w:rsidR="00246871">
        <w:t> </w:t>
      </w:r>
      <w:r w:rsidRPr="00FC799C">
        <w:t>świadczeniach. Zakres zmian przewiduje m.in. uzupełnienie danych skierowania o</w:t>
      </w:r>
      <w:r w:rsidR="00246871">
        <w:t> </w:t>
      </w:r>
      <w:r w:rsidRPr="00FC799C">
        <w:t>informacje dodatkowe dla osoby realizującej skierowanie lub dla świadczeniobiorcy przykładowo obejmujące niestandardowe informacje niezbędne do prawidłowej realizacji świadczenia.  Zmiana ta jest zorientowana na dostosowanie ww. informacji do nowych rozwiązań wprowadzanych w ramach centralnej elektronicznej rejestracji. Ponadto z uwagi na rodzajową pokrewność elektronicznej postaci obu dokumentów, projektodawcy zaproponowali zaktualizowanie także zakresu danych, jakie obejmuje informacja o wystawionej recepcie elektronicznej, o której mowa w art. 96b ust. 1 ustawy  – Prawo farmaceutyczne. Ze zmianami tymi skorelowany został też zakres danych zawartych na recepcie elektronicznej</w:t>
      </w:r>
      <w:r w:rsidR="00440461" w:rsidRPr="00440461">
        <w:t>, co zostało zaproponowane w art. 2 pkt 1 lit a</w:t>
      </w:r>
      <w:r w:rsidR="005D6826">
        <w:t>–</w:t>
      </w:r>
      <w:r w:rsidR="00440461" w:rsidRPr="00440461">
        <w:t xml:space="preserve">d projektu ustawy wprowadzającym zmiany do art. 96a ust. 1 pkt 3 ustawy </w:t>
      </w:r>
      <w:r w:rsidR="00D71F91" w:rsidRPr="00D71F91">
        <w:t>–</w:t>
      </w:r>
      <w:r w:rsidR="00440461" w:rsidRPr="00440461">
        <w:t xml:space="preserve"> Prawo farmaceutyczne.</w:t>
      </w:r>
    </w:p>
    <w:p w14:paraId="3F5E8F6D" w14:textId="50C8C986" w:rsidR="00FC799C" w:rsidRPr="00FC799C" w:rsidRDefault="00FC799C" w:rsidP="00FC799C">
      <w:pPr>
        <w:pStyle w:val="ARTartustawynprozporzdzenia"/>
      </w:pPr>
      <w:r w:rsidRPr="00FC799C">
        <w:t>Jednocześnie zmiana skutkująca koniecznością podania kodów procedur wg ICD-9 i</w:t>
      </w:r>
      <w:r w:rsidR="00246871">
        <w:t> </w:t>
      </w:r>
      <w:r w:rsidRPr="00FC799C">
        <w:t xml:space="preserve">rozpoznań wg ICD-10 w harmonogramach przyjęć jest </w:t>
      </w:r>
      <w:r w:rsidR="00782AC8" w:rsidRPr="00FC799C">
        <w:t>niezbędn</w:t>
      </w:r>
      <w:r w:rsidR="00782AC8">
        <w:t>a</w:t>
      </w:r>
      <w:r w:rsidR="00782AC8" w:rsidRPr="00FC799C">
        <w:t xml:space="preserve"> </w:t>
      </w:r>
      <w:r w:rsidRPr="00FC799C">
        <w:t xml:space="preserve">dla prawidłowego przypisania skierowania do </w:t>
      </w:r>
      <w:r w:rsidR="009216FD">
        <w:t>zgodnego ze skierowaniem</w:t>
      </w:r>
      <w:r w:rsidR="00CB225A">
        <w:t xml:space="preserve"> harmonogramu przyjęć</w:t>
      </w:r>
      <w:r w:rsidRPr="00FC799C">
        <w:t xml:space="preserve">. Centralna elektroniczna rejestracja zapewnia bowiem automatyczny mechanizm wyszukania wolnych terminów wizyt dla świadczeniobiorcy. Wyszukanie takich wizyt następuje na podstawie parametrów wskazanych w skierowaniu (tj. kodu komórki oraz ww. kodów). Taki mechanizm </w:t>
      </w:r>
      <w:r w:rsidRPr="00FC799C">
        <w:lastRenderedPageBreak/>
        <w:t>zapewni bardziej precyzyjne przypisanie wolnego terminu świadczeniobiorcy, zgodnego ze</w:t>
      </w:r>
      <w:r w:rsidR="00E16EFF">
        <w:t> </w:t>
      </w:r>
      <w:r w:rsidRPr="00FC799C">
        <w:t xml:space="preserve">skierowaniem przy uwzględnieniu organizacji udzielania świadczeń przyjętej przez świadczeniodawcę (tj. danych wprowadzonych w grafikach). W tym celu </w:t>
      </w:r>
      <w:r w:rsidR="000454BA" w:rsidRPr="00FC799C">
        <w:t xml:space="preserve">jest </w:t>
      </w:r>
      <w:r w:rsidRPr="00FC799C">
        <w:t>niezbędne poszerzenie katalogu informacji zawartych w skierowaniu. Ponadto w celu umożliwienia wyszukania przez świadczeniobiorcę świadczenia realizowanego przez wybranego pracownika medycznego, świadczeniodawca udostępnia harmonogramy przyjęć wraz z informacją o</w:t>
      </w:r>
      <w:r w:rsidR="00E16EFF">
        <w:t> </w:t>
      </w:r>
      <w:r w:rsidRPr="00FC799C">
        <w:t xml:space="preserve">imieniu i nazwisku pracownika medycznego udzielającego świadczenia opieki zdrowotnej oraz jego identyfikatorze, o którym mowa w art. 17c ust. 5 ustawy o </w:t>
      </w:r>
      <w:r w:rsidR="00CE7A5E">
        <w:t>SIOZ</w:t>
      </w:r>
      <w:r w:rsidRPr="00FC799C">
        <w:t>. Świadczeniodawca podaje takie dane w harmonogramie przyjęć w przypadku, gdy prowadzi harmonogram o takim zakresie danych.</w:t>
      </w:r>
    </w:p>
    <w:p w14:paraId="29E3852E" w14:textId="3C9B439B" w:rsidR="00F8050E" w:rsidRDefault="00F8050E" w:rsidP="008C4BD1">
      <w:pPr>
        <w:pStyle w:val="NIEARTTEKSTtekstnieartykuowanynppodstprawnarozplubpreambua"/>
      </w:pPr>
      <w:r>
        <w:t>Ustawa</w:t>
      </w:r>
      <w:r w:rsidRPr="00F8050E">
        <w:t xml:space="preserve"> przewiduje możliwość generowania przez administratora systemu</w:t>
      </w:r>
      <w:r w:rsidR="007B6735">
        <w:t>, o którym mowa w art. 7 ustawy o syst</w:t>
      </w:r>
      <w:r w:rsidR="00872BDC">
        <w:t xml:space="preserve">emie informacji ochrony zdrowia </w:t>
      </w:r>
      <w:r w:rsidRPr="00F8050E">
        <w:t xml:space="preserve">raportów z działania </w:t>
      </w:r>
      <w:r w:rsidR="00A40DD2">
        <w:t>centralnej elektronicznej rejestracji</w:t>
      </w:r>
      <w:r w:rsidRPr="00F8050E">
        <w:t xml:space="preserve"> dla ministra właściwego do spraw zdrowia, </w:t>
      </w:r>
      <w:r w:rsidR="00A40DD2">
        <w:t>Funduszu</w:t>
      </w:r>
      <w:r w:rsidRPr="00F8050E">
        <w:t xml:space="preserve">, świadczeniodawcy – w zakresie jego działalności oraz świadczeniobiorcy – za pośrednictwem Internetowego Konta Pacjenta. </w:t>
      </w:r>
      <w:r w:rsidR="00872BDC">
        <w:t>R</w:t>
      </w:r>
      <w:r w:rsidRPr="00F8050E">
        <w:t>ozwiązani</w:t>
      </w:r>
      <w:r w:rsidR="00872BDC">
        <w:t>e to przyjęt</w:t>
      </w:r>
      <w:r w:rsidR="008143DA">
        <w:t xml:space="preserve">o mając na uwadze, że </w:t>
      </w:r>
      <w:r w:rsidR="004D7B54">
        <w:t>administ</w:t>
      </w:r>
      <w:r w:rsidR="006C4964">
        <w:t xml:space="preserve">rator tego systemu </w:t>
      </w:r>
      <w:r w:rsidR="00DA68DC">
        <w:t xml:space="preserve">jest podmiotem wskazanym ustawowo </w:t>
      </w:r>
      <w:r w:rsidR="00335658">
        <w:t>do pełnienia takiej roli</w:t>
      </w:r>
      <w:r w:rsidRPr="00F8050E">
        <w:t>.</w:t>
      </w:r>
    </w:p>
    <w:p w14:paraId="2CB8814E" w14:textId="20D2F220" w:rsidR="000D3E0E" w:rsidRDefault="000D3E0E" w:rsidP="008C4BD1">
      <w:pPr>
        <w:pStyle w:val="NIEARTTEKSTtekstnieartykuowanynppodstprawnarozplubpreambua"/>
      </w:pPr>
      <w:r w:rsidRPr="009E494A">
        <w:t>Dodatkowo</w:t>
      </w:r>
      <w:r w:rsidR="00DA4082" w:rsidRPr="009E494A">
        <w:t>, w celu zapewnienia ogólnodostępnej informacji dla świadczeniobiorców,</w:t>
      </w:r>
      <w:r w:rsidRPr="009E494A">
        <w:t xml:space="preserve"> dla świadczeń </w:t>
      </w:r>
      <w:r w:rsidR="00B8124C" w:rsidRPr="009E494A">
        <w:t xml:space="preserve">opieki zdrowotnej </w:t>
      </w:r>
      <w:r w:rsidRPr="009E494A">
        <w:t xml:space="preserve">objętych </w:t>
      </w:r>
      <w:r w:rsidR="00C81B42" w:rsidRPr="009E494A">
        <w:t xml:space="preserve">centralną </w:t>
      </w:r>
      <w:r w:rsidRPr="009E494A">
        <w:t xml:space="preserve">elektroniczną </w:t>
      </w:r>
      <w:r w:rsidR="00C81B42" w:rsidRPr="009E494A">
        <w:t xml:space="preserve">rejestracją </w:t>
      </w:r>
      <w:r w:rsidRPr="009E494A">
        <w:t xml:space="preserve">minister właściwy do spraw zdrowia </w:t>
      </w:r>
      <w:r w:rsidR="009E494A" w:rsidRPr="009E494A">
        <w:t xml:space="preserve">będzie </w:t>
      </w:r>
      <w:r w:rsidR="00B24AC4" w:rsidRPr="009E494A">
        <w:t xml:space="preserve">publikować </w:t>
      </w:r>
      <w:r w:rsidR="0086765C" w:rsidRPr="009E494A">
        <w:t xml:space="preserve">na </w:t>
      </w:r>
      <w:r w:rsidR="00D71F91" w:rsidRPr="009E494A">
        <w:t xml:space="preserve">stronie internetowej </w:t>
      </w:r>
      <w:r w:rsidR="001A6A1D">
        <w:t xml:space="preserve">z </w:t>
      </w:r>
      <w:r w:rsidR="005D044A" w:rsidRPr="009E494A">
        <w:t xml:space="preserve">oznaczeniem domeny „gov.pl” </w:t>
      </w:r>
      <w:r w:rsidR="0086765C" w:rsidRPr="009E494A">
        <w:t>powiązanej z Internetowym Kon</w:t>
      </w:r>
      <w:r w:rsidR="009E494A">
        <w:t>tem</w:t>
      </w:r>
      <w:r w:rsidR="0086765C" w:rsidRPr="009E494A">
        <w:t xml:space="preserve"> Pacjenta, o którym mowa w art. 7a ust. 1 ustawy </w:t>
      </w:r>
      <w:r w:rsidR="00632143" w:rsidRPr="009E494A">
        <w:t>SIOZ</w:t>
      </w:r>
      <w:r w:rsidR="0086765C" w:rsidRPr="009E494A">
        <w:t xml:space="preserve"> </w:t>
      </w:r>
      <w:r w:rsidR="0004637D" w:rsidRPr="009E494A">
        <w:t>(pacjent.gov.pl)</w:t>
      </w:r>
      <w:r w:rsidR="00912FAE" w:rsidRPr="009E494A">
        <w:t>,</w:t>
      </w:r>
      <w:r w:rsidR="00B24AC4" w:rsidRPr="009E494A">
        <w:t xml:space="preserve"> dla każdego świadczenia opieki zdrowotnej objętego centralną elektroniczn</w:t>
      </w:r>
      <w:r w:rsidR="00885CEB" w:rsidRPr="009E494A">
        <w:t>ą</w:t>
      </w:r>
      <w:r w:rsidR="00B24AC4" w:rsidRPr="009E494A">
        <w:t xml:space="preserve"> rejestracją </w:t>
      </w:r>
      <w:r w:rsidRPr="009E494A">
        <w:t>informacje o:</w:t>
      </w:r>
    </w:p>
    <w:p w14:paraId="1436D476" w14:textId="77777777" w:rsidR="009A3E3B" w:rsidRPr="009A3E3B" w:rsidRDefault="009A3E3B" w:rsidP="009A3E3B">
      <w:pPr>
        <w:pStyle w:val="NIEARTTEKSTtekstnieartykuowanynppodstprawnarozplubpreambua"/>
      </w:pPr>
      <w:r w:rsidRPr="009A3E3B">
        <w:t>1)</w:t>
      </w:r>
      <w:r w:rsidRPr="009A3E3B">
        <w:tab/>
        <w:t xml:space="preserve">liczbie świadczeniobiorców objętych centralną elektroniczną rejestracją: </w:t>
      </w:r>
    </w:p>
    <w:p w14:paraId="16816BBE" w14:textId="19F5ABDC" w:rsidR="009A3E3B" w:rsidRPr="009A3E3B" w:rsidRDefault="009A3E3B" w:rsidP="009A3E3B">
      <w:pPr>
        <w:pStyle w:val="NIEARTTEKSTtekstnieartykuowanynppodstprawnarozplubpreambua"/>
      </w:pPr>
      <w:r w:rsidRPr="009A3E3B">
        <w:t>a)</w:t>
      </w:r>
      <w:r w:rsidRPr="009A3E3B">
        <w:tab/>
        <w:t xml:space="preserve">wpisanych w harmonogramie przyjęć, </w:t>
      </w:r>
    </w:p>
    <w:p w14:paraId="7E0F0653" w14:textId="77777777" w:rsidR="009A3E3B" w:rsidRPr="009A3E3B" w:rsidRDefault="009A3E3B" w:rsidP="009A3E3B">
      <w:pPr>
        <w:pStyle w:val="NIEARTTEKSTtekstnieartykuowanynppodstprawnarozplubpreambua"/>
      </w:pPr>
      <w:r w:rsidRPr="009A3E3B">
        <w:t>b)</w:t>
      </w:r>
      <w:r w:rsidRPr="009A3E3B">
        <w:tab/>
        <w:t>umieszczonych w centralnym wykazie oczekujących</w:t>
      </w:r>
    </w:p>
    <w:p w14:paraId="2172A819" w14:textId="7B2DFEB5" w:rsidR="009A3E3B" w:rsidRPr="009A3E3B" w:rsidRDefault="009A3E3B" w:rsidP="009A3E3B">
      <w:pPr>
        <w:pStyle w:val="NIEARTTEKSTtekstnieartykuowanynppodstprawnarozplubpreambua"/>
      </w:pPr>
      <w:r w:rsidRPr="009A3E3B">
        <w:t xml:space="preserve"> – według stanu na ostatni dzień miesiąca, w podziale na świadczeniobiorców wyodrębnionych ze względu na kryteria medyczne określone w przepisach wydanych na</w:t>
      </w:r>
      <w:r w:rsidR="00E16EFF">
        <w:t> </w:t>
      </w:r>
      <w:r w:rsidRPr="009A3E3B">
        <w:t>podstawie art. 20 ust. 11</w:t>
      </w:r>
      <w:r w:rsidR="00B8124C">
        <w:t xml:space="preserve"> ustawy o świadczeniach</w:t>
      </w:r>
      <w:r w:rsidRPr="009A3E3B">
        <w:t xml:space="preserve">; </w:t>
      </w:r>
    </w:p>
    <w:p w14:paraId="46A789FE" w14:textId="112D998C" w:rsidR="009A3E3B" w:rsidRPr="009A3E3B" w:rsidRDefault="009A3E3B" w:rsidP="009A3E3B">
      <w:pPr>
        <w:pStyle w:val="NIEARTTEKSTtekstnieartykuowanynppodstprawnarozplubpreambua"/>
      </w:pPr>
      <w:r w:rsidRPr="009A3E3B">
        <w:t>2)</w:t>
      </w:r>
      <w:r w:rsidRPr="009A3E3B">
        <w:tab/>
      </w:r>
      <w:r w:rsidR="00E234BE" w:rsidRPr="00E234BE">
        <w:t xml:space="preserve">obliczonym przez administratora systemu </w:t>
      </w:r>
      <w:r w:rsidR="000E414B">
        <w:t>szacowanym</w:t>
      </w:r>
      <w:r w:rsidRPr="009A3E3B">
        <w:t xml:space="preserve"> czasie oczekiwania na udzielenie świadczeń opieki zdrowotnej do</w:t>
      </w:r>
      <w:r w:rsidR="00E16EFF">
        <w:t> </w:t>
      </w:r>
      <w:r w:rsidRPr="009A3E3B">
        <w:t xml:space="preserve">każdego świadczeniodawcy udzielającego świadczeń opieki zdrowotnej objętych centralną elektroniczną rejestracją, według kryteriów </w:t>
      </w:r>
      <w:r w:rsidRPr="009A3E3B">
        <w:lastRenderedPageBreak/>
        <w:t>medycznych, określonych w przepisach wydanych na podstawie art. 20 ust. 11</w:t>
      </w:r>
      <w:r w:rsidR="00B8124C" w:rsidRPr="00B8124C">
        <w:t xml:space="preserve"> ustawy o świadczeniach</w:t>
      </w:r>
      <w:r w:rsidRPr="009A3E3B">
        <w:t>, aktualizowanym raz dziennie;</w:t>
      </w:r>
      <w:r w:rsidR="00A059A3">
        <w:t xml:space="preserve"> </w:t>
      </w:r>
    </w:p>
    <w:p w14:paraId="2465B6FB" w14:textId="0F037AEE" w:rsidR="009A3E3B" w:rsidRDefault="009A3E3B" w:rsidP="009A3E3B">
      <w:pPr>
        <w:pStyle w:val="NIEARTTEKSTtekstnieartykuowanynppodstprawnarozplubpreambua"/>
      </w:pPr>
      <w:r w:rsidRPr="009A3E3B">
        <w:t>3)</w:t>
      </w:r>
      <w:r w:rsidRPr="009A3E3B">
        <w:tab/>
        <w:t>możliwości udzielenia świadczeń opieki zdrowotnej przez świadczeniodawców, którzy zawarli umowę z Funduszem o udzielanie świadczeń opieki zdrowotnej wraz ze wskazaniem informacji o udzielaniu świadczeń opieki zdrowotnej dzieciom w podziale na przedziały wiekowe ustalone między Funduszem a świadczeniodawcą zgodnie z brzmieniem przepisów wydanych na podstawie art. 190 ust. 1</w:t>
      </w:r>
      <w:r w:rsidR="00B8124C" w:rsidRPr="00B8124C">
        <w:t xml:space="preserve"> ustawy o świadczeniach</w:t>
      </w:r>
      <w:r w:rsidRPr="009A3E3B">
        <w:t>.</w:t>
      </w:r>
    </w:p>
    <w:p w14:paraId="04D72D78" w14:textId="18A1DD37" w:rsidR="00804695" w:rsidRDefault="00804695" w:rsidP="00804695">
      <w:pPr>
        <w:pStyle w:val="NIEARTTEKSTtekstnieartykuowanynppodstprawnarozplubpreambua"/>
      </w:pPr>
      <w:r>
        <w:t>P</w:t>
      </w:r>
      <w:r w:rsidRPr="00C942B1">
        <w:t xml:space="preserve">rawidłowe funkcjonowanie </w:t>
      </w:r>
      <w:r w:rsidR="00C81B42">
        <w:t>c</w:t>
      </w:r>
      <w:r w:rsidR="00C81B42" w:rsidRPr="00272967">
        <w:t xml:space="preserve">entralnej </w:t>
      </w:r>
      <w:r w:rsidR="00272967" w:rsidRPr="00272967">
        <w:t xml:space="preserve">elektronicznej </w:t>
      </w:r>
      <w:r w:rsidR="00C81B42">
        <w:t>r</w:t>
      </w:r>
      <w:r w:rsidR="00C81B42" w:rsidRPr="00272967">
        <w:t xml:space="preserve">ejestracji </w:t>
      </w:r>
      <w:r w:rsidRPr="00C942B1">
        <w:t xml:space="preserve">będzie </w:t>
      </w:r>
      <w:r w:rsidR="009B462B">
        <w:t xml:space="preserve">się opierało na bieżącym </w:t>
      </w:r>
      <w:r w:rsidRPr="00C942B1">
        <w:t>udostępni</w:t>
      </w:r>
      <w:r w:rsidR="009B462B">
        <w:t>aniu</w:t>
      </w:r>
      <w:r w:rsidRPr="00C942B1">
        <w:t xml:space="preserve"> </w:t>
      </w:r>
      <w:r w:rsidR="003E7B3B">
        <w:t xml:space="preserve">i aktualizowaniu </w:t>
      </w:r>
      <w:r w:rsidRPr="00C942B1">
        <w:t xml:space="preserve">przez świadczeniodawców </w:t>
      </w:r>
      <w:r w:rsidR="00BE1D81">
        <w:t xml:space="preserve">w centralnej elektronicznej rejestracji, prowadzonej </w:t>
      </w:r>
      <w:r w:rsidRPr="00C942B1">
        <w:t xml:space="preserve">w </w:t>
      </w:r>
      <w:r w:rsidR="00E95ED8" w:rsidRPr="00F557D7">
        <w:t>system</w:t>
      </w:r>
      <w:r w:rsidR="00E95ED8">
        <w:t>ie, o którym mowa</w:t>
      </w:r>
      <w:r w:rsidR="00E95ED8" w:rsidRPr="00F557D7">
        <w:t xml:space="preserve"> w art. 7 ust. 1 ustawy o</w:t>
      </w:r>
      <w:r w:rsidR="00246871">
        <w:t> </w:t>
      </w:r>
      <w:r w:rsidR="00E95ED8" w:rsidRPr="00F557D7">
        <w:t>SIOZ</w:t>
      </w:r>
      <w:r w:rsidR="00B8124C">
        <w:t>,</w:t>
      </w:r>
      <w:r w:rsidR="00E95ED8" w:rsidRPr="00C942B1" w:rsidDel="00E95ED8">
        <w:t xml:space="preserve"> </w:t>
      </w:r>
      <w:r w:rsidRPr="00C942B1">
        <w:t xml:space="preserve">prowadzonych przez siebie harmonogramów przyjęć </w:t>
      </w:r>
      <w:r w:rsidR="00E043D7">
        <w:t xml:space="preserve">wraz z dostępnymi terminami udzielenia świadczenia </w:t>
      </w:r>
      <w:r w:rsidRPr="00C942B1">
        <w:t xml:space="preserve">na świadczenia </w:t>
      </w:r>
      <w:r w:rsidR="00D44D14">
        <w:t xml:space="preserve">wskazane w wykazie określonym </w:t>
      </w:r>
      <w:r w:rsidRPr="00C942B1">
        <w:t>w przepisach wydanych na podstawie art. 23</w:t>
      </w:r>
      <w:r w:rsidR="00E85493">
        <w:t>h</w:t>
      </w:r>
      <w:r w:rsidR="00EC485B">
        <w:t xml:space="preserve"> </w:t>
      </w:r>
      <w:r w:rsidR="00246871">
        <w:t xml:space="preserve">ust. 2 </w:t>
      </w:r>
      <w:r w:rsidR="00EC485B">
        <w:t>pkt 1</w:t>
      </w:r>
      <w:r w:rsidRPr="00C942B1">
        <w:t xml:space="preserve"> ustawy o świadczeniach. W związku z powyższym</w:t>
      </w:r>
      <w:r>
        <w:t>,</w:t>
      </w:r>
      <w:r w:rsidRPr="00C942B1">
        <w:t xml:space="preserve"> w</w:t>
      </w:r>
      <w:r w:rsidR="00246871">
        <w:t> </w:t>
      </w:r>
      <w:r>
        <w:t xml:space="preserve">projektowanych </w:t>
      </w:r>
      <w:r w:rsidR="00892BEC">
        <w:t>przepisach</w:t>
      </w:r>
      <w:r w:rsidRPr="00C942B1">
        <w:t xml:space="preserve"> przewidziano wprowadzenie dwóch obowiązków adresowanych do świadczeniodawców, których realizacja będzie kluczowa dla obligatoryjnego wdrożenia </w:t>
      </w:r>
      <w:r w:rsidR="00C81B42">
        <w:t>c</w:t>
      </w:r>
      <w:r w:rsidR="00C81B42" w:rsidRPr="00272967">
        <w:t xml:space="preserve">entralnej </w:t>
      </w:r>
      <w:r w:rsidR="00272967" w:rsidRPr="00272967">
        <w:t xml:space="preserve">elektronicznej </w:t>
      </w:r>
      <w:r w:rsidR="00C81B42">
        <w:t>r</w:t>
      </w:r>
      <w:r w:rsidR="00C81B42" w:rsidRPr="00272967">
        <w:t xml:space="preserve">ejestracji </w:t>
      </w:r>
      <w:r>
        <w:t>oraz</w:t>
      </w:r>
      <w:r w:rsidRPr="00C942B1">
        <w:t xml:space="preserve"> jej prawidłowego prowadzenia. Pierwszy z tych obowiązków dotyczy udostępnienia przez świadczeniodawców w </w:t>
      </w:r>
      <w:r w:rsidR="00E95ED8" w:rsidRPr="00F557D7">
        <w:t>system</w:t>
      </w:r>
      <w:r w:rsidR="00E95ED8">
        <w:t>ie, o którym mowa</w:t>
      </w:r>
      <w:r w:rsidR="00E95ED8" w:rsidRPr="00F557D7">
        <w:t xml:space="preserve"> w art. 7 ust. 1 ustawy o SIOZ</w:t>
      </w:r>
      <w:r w:rsidR="00B8124C">
        <w:t>,</w:t>
      </w:r>
      <w:r w:rsidR="00E95ED8" w:rsidRPr="00C942B1" w:rsidDel="00E95ED8">
        <w:t xml:space="preserve"> </w:t>
      </w:r>
      <w:r w:rsidR="009375E0" w:rsidRPr="009375E0">
        <w:t>harmonogram</w:t>
      </w:r>
      <w:r w:rsidR="009375E0">
        <w:t>ów</w:t>
      </w:r>
      <w:r w:rsidR="009375E0" w:rsidRPr="009375E0">
        <w:t xml:space="preserve"> przyjęć, o których mowa w art. 19a </w:t>
      </w:r>
      <w:r w:rsidR="00B8124C" w:rsidRPr="00B8124C">
        <w:t>ustawy o</w:t>
      </w:r>
      <w:r w:rsidR="00246871">
        <w:t> </w:t>
      </w:r>
      <w:r w:rsidR="00B8124C" w:rsidRPr="00B8124C">
        <w:t>świadczeniach</w:t>
      </w:r>
      <w:r w:rsidR="00B8124C">
        <w:t xml:space="preserve">, </w:t>
      </w:r>
      <w:r w:rsidR="009375E0" w:rsidRPr="009375E0">
        <w:t>wraz z dostępnymi terminami udzielenia świadczenia, obejmujące okresy udzielania tych świadczeń od dnia następującego po dniu ich udostępnienia</w:t>
      </w:r>
      <w:r w:rsidR="00E67E63">
        <w:t xml:space="preserve"> </w:t>
      </w:r>
      <w:r w:rsidRPr="00C942B1">
        <w:t xml:space="preserve">dotyczących świadczeń objętych </w:t>
      </w:r>
      <w:r w:rsidR="00C81B42">
        <w:t>c</w:t>
      </w:r>
      <w:r w:rsidR="00C81B42" w:rsidRPr="00272967">
        <w:t>entraln</w:t>
      </w:r>
      <w:r w:rsidR="00C81B42">
        <w:t>ą</w:t>
      </w:r>
      <w:r w:rsidR="00C81B42" w:rsidRPr="00272967">
        <w:t xml:space="preserve"> </w:t>
      </w:r>
      <w:r w:rsidR="00272967" w:rsidRPr="00272967">
        <w:t>elektroniczn</w:t>
      </w:r>
      <w:r w:rsidR="00272967">
        <w:t>ą</w:t>
      </w:r>
      <w:r w:rsidR="00272967" w:rsidRPr="00272967">
        <w:t xml:space="preserve"> </w:t>
      </w:r>
      <w:r w:rsidR="00C81B42">
        <w:t>r</w:t>
      </w:r>
      <w:r w:rsidR="00C81B42" w:rsidRPr="00272967">
        <w:t>ejestracj</w:t>
      </w:r>
      <w:r w:rsidR="00C81B42">
        <w:t>ę</w:t>
      </w:r>
      <w:r w:rsidR="00C81B42" w:rsidRPr="00272967">
        <w:t xml:space="preserve"> </w:t>
      </w:r>
      <w:r w:rsidR="00892BEC">
        <w:t xml:space="preserve">w terminie </w:t>
      </w:r>
      <w:r w:rsidR="00EC7180">
        <w:t xml:space="preserve">3 </w:t>
      </w:r>
      <w:r w:rsidR="00892BEC">
        <w:t xml:space="preserve">miesięcy </w:t>
      </w:r>
      <w:r w:rsidR="00892BEC" w:rsidRPr="00892BEC">
        <w:t>od dnia wejścia w życie art. 23c ust. 3</w:t>
      </w:r>
      <w:r w:rsidR="00B8124C" w:rsidRPr="00B8124C">
        <w:t xml:space="preserve"> ustawy o świadczeniach</w:t>
      </w:r>
      <w:r w:rsidRPr="00C942B1">
        <w:t xml:space="preserve">. Drugi z nich dotyczy zapewnienia przez świadczeniodawców możliwości dokonywania przez świadczeniobiorców </w:t>
      </w:r>
      <w:r w:rsidR="00C81B42">
        <w:t>c</w:t>
      </w:r>
      <w:r w:rsidR="00C81B42" w:rsidRPr="00272967">
        <w:t xml:space="preserve">entralnej </w:t>
      </w:r>
      <w:r w:rsidR="00272967" w:rsidRPr="00272967">
        <w:t xml:space="preserve">elektronicznej </w:t>
      </w:r>
      <w:r w:rsidR="00C81B42">
        <w:t>r</w:t>
      </w:r>
      <w:r w:rsidR="00C81B42" w:rsidRPr="00272967">
        <w:t xml:space="preserve">ejestracji </w:t>
      </w:r>
      <w:r w:rsidRPr="00C942B1">
        <w:t xml:space="preserve">na świadczenia objęte </w:t>
      </w:r>
      <w:r w:rsidR="00B60F47">
        <w:t xml:space="preserve">centralną </w:t>
      </w:r>
      <w:r w:rsidRPr="00C942B1">
        <w:t>elektroniczną rejestracją, nie później niż</w:t>
      </w:r>
      <w:r w:rsidR="004E4EE5">
        <w:t xml:space="preserve"> w terminie miesiąca od </w:t>
      </w:r>
      <w:r w:rsidR="00B8124C">
        <w:t xml:space="preserve">dnia </w:t>
      </w:r>
      <w:r w:rsidR="004E4EE5">
        <w:t xml:space="preserve">udostępnienia </w:t>
      </w:r>
      <w:r w:rsidR="00EC7180">
        <w:t xml:space="preserve">tych danych </w:t>
      </w:r>
      <w:r w:rsidR="004E4EE5">
        <w:t>przez świadczeniodawcę.</w:t>
      </w:r>
      <w:r w:rsidRPr="00C942B1">
        <w:t xml:space="preserve"> Chodzi tu o właściwe dostosowanie przez świadczeniodawców ich systemów </w:t>
      </w:r>
      <w:r w:rsidR="009B462B">
        <w:t xml:space="preserve">informatycznych </w:t>
      </w:r>
      <w:r w:rsidRPr="00C942B1">
        <w:t xml:space="preserve">oraz organizacji pracy </w:t>
      </w:r>
      <w:r w:rsidR="00463033">
        <w:t>przed pełnym uruchomieniem centralnej elektronicznej rejestracji</w:t>
      </w:r>
      <w:r w:rsidR="00EE235D">
        <w:t>,</w:t>
      </w:r>
      <w:r w:rsidR="00463033">
        <w:t xml:space="preserve"> która ma </w:t>
      </w:r>
      <w:r w:rsidRPr="00C942B1">
        <w:t>umożliwi</w:t>
      </w:r>
      <w:r w:rsidR="00463033">
        <w:t>ć</w:t>
      </w:r>
      <w:r w:rsidRPr="00C942B1">
        <w:t xml:space="preserve"> dokonywani</w:t>
      </w:r>
      <w:r w:rsidR="00463033">
        <w:t>e</w:t>
      </w:r>
      <w:r w:rsidRPr="00C942B1">
        <w:t xml:space="preserve"> zgłoszeń</w:t>
      </w:r>
      <w:r w:rsidR="004D2DCD">
        <w:t xml:space="preserve"> centralnych</w:t>
      </w:r>
      <w:r w:rsidRPr="00C942B1">
        <w:t xml:space="preserve">, </w:t>
      </w:r>
      <w:r w:rsidR="00F337C6">
        <w:t>wyznaczanie</w:t>
      </w:r>
      <w:r w:rsidRPr="00C942B1">
        <w:t xml:space="preserve"> świadczeniobiorcom terminów świadczeń oraz realizacj</w:t>
      </w:r>
      <w:r w:rsidR="00463033">
        <w:t>ę</w:t>
      </w:r>
      <w:r w:rsidRPr="00C942B1">
        <w:t xml:space="preserve"> innych czynności </w:t>
      </w:r>
      <w:r w:rsidR="00463033">
        <w:t xml:space="preserve">wynikających z funkcjonalności </w:t>
      </w:r>
      <w:r w:rsidR="00C81B42">
        <w:t>c</w:t>
      </w:r>
      <w:r w:rsidR="00C81B42" w:rsidRPr="00272967">
        <w:t>entraln</w:t>
      </w:r>
      <w:r w:rsidR="00463033">
        <w:t>ej</w:t>
      </w:r>
      <w:r w:rsidR="00C81B42" w:rsidRPr="00272967">
        <w:t xml:space="preserve"> </w:t>
      </w:r>
      <w:r w:rsidR="00272967" w:rsidRPr="00272967">
        <w:t>elektroniczn</w:t>
      </w:r>
      <w:r w:rsidR="00463033">
        <w:t>ej</w:t>
      </w:r>
      <w:r w:rsidR="00272967" w:rsidRPr="00272967">
        <w:t xml:space="preserve"> </w:t>
      </w:r>
      <w:r w:rsidR="00C81B42">
        <w:t>r</w:t>
      </w:r>
      <w:r w:rsidR="00C81B42" w:rsidRPr="00272967">
        <w:t>ejestracj</w:t>
      </w:r>
      <w:r w:rsidR="00463033">
        <w:t>i</w:t>
      </w:r>
      <w:r w:rsidRPr="00C942B1">
        <w:t xml:space="preserve">. </w:t>
      </w:r>
      <w:r w:rsidR="004E4EE5">
        <w:t>Jednocześnie do</w:t>
      </w:r>
      <w:r w:rsidR="004E4EE5" w:rsidRPr="004E4EE5">
        <w:t xml:space="preserve"> dnia zapewnienia przez świadczeniodawcę </w:t>
      </w:r>
      <w:r w:rsidR="00463033">
        <w:t xml:space="preserve">możliwości </w:t>
      </w:r>
      <w:r w:rsidR="004E4EE5" w:rsidRPr="004E4EE5">
        <w:t>dokonywania zgłoszeń</w:t>
      </w:r>
      <w:r w:rsidR="00DE14EC">
        <w:t xml:space="preserve"> centralnych</w:t>
      </w:r>
      <w:r w:rsidR="00463033">
        <w:t>,</w:t>
      </w:r>
      <w:r w:rsidR="004E4EE5" w:rsidRPr="004E4EE5">
        <w:t xml:space="preserve"> </w:t>
      </w:r>
      <w:r w:rsidR="00F337C6">
        <w:t>wyznaczanie</w:t>
      </w:r>
      <w:r w:rsidR="00F337C6" w:rsidRPr="004E4EE5">
        <w:t xml:space="preserve"> </w:t>
      </w:r>
      <w:r w:rsidR="004E4EE5" w:rsidRPr="004E4EE5">
        <w:t xml:space="preserve">świadczeniobiorcy terminu udzielania świadczeń </w:t>
      </w:r>
      <w:r w:rsidR="009E494A">
        <w:t>będzie</w:t>
      </w:r>
      <w:r w:rsidR="009E494A" w:rsidRPr="004E4EE5">
        <w:t xml:space="preserve"> </w:t>
      </w:r>
      <w:r w:rsidR="009E494A">
        <w:t xml:space="preserve">się </w:t>
      </w:r>
      <w:r w:rsidR="004E4EE5" w:rsidRPr="004E4EE5">
        <w:t>odbyw</w:t>
      </w:r>
      <w:r w:rsidR="004E4EE5">
        <w:t xml:space="preserve">ać </w:t>
      </w:r>
      <w:r w:rsidR="004E4EE5" w:rsidRPr="004E4EE5">
        <w:t>na dotychczasowych zasadach</w:t>
      </w:r>
      <w:r w:rsidR="004E4EE5">
        <w:t>.</w:t>
      </w:r>
    </w:p>
    <w:p w14:paraId="2EE2E635" w14:textId="0A25F3BC" w:rsidR="008F0608" w:rsidRDefault="00DF35A7" w:rsidP="008F0608">
      <w:pPr>
        <w:pStyle w:val="NIEARTTEKSTtekstnieartykuowanynppodstprawnarozplubpreambua"/>
      </w:pPr>
      <w:r w:rsidRPr="00DF35A7">
        <w:lastRenderedPageBreak/>
        <w:t xml:space="preserve">Wprowadzenie </w:t>
      </w:r>
      <w:r w:rsidR="00B8124C">
        <w:t xml:space="preserve">do </w:t>
      </w:r>
      <w:r w:rsidR="00B8124C" w:rsidRPr="00B8124C">
        <w:t xml:space="preserve">ustawy o świadczeniach </w:t>
      </w:r>
      <w:r w:rsidRPr="00DF35A7">
        <w:t>przepisu art. 20 ust. 9aa ma na celu wyeliminowanie sytuacji</w:t>
      </w:r>
      <w:r w:rsidR="00A804FE">
        <w:t xml:space="preserve"> </w:t>
      </w:r>
      <w:r w:rsidRPr="00DF35A7">
        <w:t>niewykorzystania terminów udzielenia świadczeń, zwalnianych przez rezygnujących</w:t>
      </w:r>
      <w:r w:rsidR="00A804FE">
        <w:t xml:space="preserve"> </w:t>
      </w:r>
      <w:r w:rsidRPr="00DF35A7">
        <w:t>pacjentów tuż przed wyznaczonym terminem udzielenia świadczenia. Zgodnie z</w:t>
      </w:r>
      <w:r w:rsidR="00A804FE">
        <w:t xml:space="preserve"> </w:t>
      </w:r>
      <w:r w:rsidRPr="00DF35A7">
        <w:t>zaproponowanymi rozwiązaniami świadczeniodawca może odstąpić od konieczności</w:t>
      </w:r>
      <w:r w:rsidR="00A804FE">
        <w:t xml:space="preserve"> </w:t>
      </w:r>
      <w:r w:rsidRPr="00DF35A7">
        <w:t>wyznaczania terminów zgodnie z kolejnością zgłoszeń w przypadku zwolnienia terminu</w:t>
      </w:r>
      <w:r w:rsidR="004464AD">
        <w:t xml:space="preserve"> </w:t>
      </w:r>
      <w:r w:rsidRPr="00DF35A7">
        <w:t>udzielenia świadczenia w okresie trzech dni roboczych poprzedzających dzień, w</w:t>
      </w:r>
      <w:r w:rsidR="004464AD">
        <w:t xml:space="preserve"> </w:t>
      </w:r>
      <w:r w:rsidRPr="00DF35A7">
        <w:t>którym świadczenie miało być udzielone. Obecnie, w przypadku zwolnienia terminu</w:t>
      </w:r>
      <w:r w:rsidR="008F0608">
        <w:t xml:space="preserve"> </w:t>
      </w:r>
      <w:r w:rsidR="008F0608" w:rsidRPr="008F0608">
        <w:t xml:space="preserve">świadczeniodawca </w:t>
      </w:r>
      <w:r w:rsidR="00B8124C" w:rsidRPr="008F0608">
        <w:t xml:space="preserve">jest </w:t>
      </w:r>
      <w:r w:rsidR="008F0608" w:rsidRPr="008F0608">
        <w:t>obowiązany do zaoferowania zwolnionego terminu kolejnym</w:t>
      </w:r>
      <w:r w:rsidR="008F0608">
        <w:t xml:space="preserve"> </w:t>
      </w:r>
      <w:r w:rsidR="008F0608" w:rsidRPr="008F0608">
        <w:t>osobom z listy oczekujących</w:t>
      </w:r>
      <w:r w:rsidR="00B8124C">
        <w:t xml:space="preserve"> na udzielenie świadczenia</w:t>
      </w:r>
      <w:r w:rsidR="008F0608" w:rsidRPr="008F0608">
        <w:t>, z którymi często nie ma kontaktu lub które nie są</w:t>
      </w:r>
      <w:r w:rsidR="008F0608">
        <w:t xml:space="preserve"> </w:t>
      </w:r>
      <w:r w:rsidR="008F0608" w:rsidRPr="008F0608">
        <w:t>zainteresowane przesunięciem terminu udzielania świadczenia. W przypadku</w:t>
      </w:r>
      <w:r w:rsidR="008F0608">
        <w:t xml:space="preserve"> </w:t>
      </w:r>
      <w:r w:rsidR="008F0608" w:rsidRPr="008F0608">
        <w:t>zwolnienia terminu świadczenia, które ma być udzielone w bliskim terminie dochodzi</w:t>
      </w:r>
      <w:r w:rsidR="008F0608">
        <w:t xml:space="preserve"> </w:t>
      </w:r>
      <w:r w:rsidR="008F0608" w:rsidRPr="008F0608">
        <w:t>do sytuacji, w których – ze względu na krótki czas na podjęcie działań –</w:t>
      </w:r>
      <w:r w:rsidR="008F0608">
        <w:t xml:space="preserve"> </w:t>
      </w:r>
      <w:r w:rsidR="008F0608" w:rsidRPr="008F0608">
        <w:t>świadczeniodawcy nie są w stanie znaleźć pacjenta, który skorzysta ze zwolnionego</w:t>
      </w:r>
      <w:r w:rsidR="008F0608">
        <w:t xml:space="preserve"> </w:t>
      </w:r>
      <w:r w:rsidR="008F0608" w:rsidRPr="008F0608">
        <w:t>terminu</w:t>
      </w:r>
      <w:r w:rsidR="00B8124C">
        <w:t xml:space="preserve"> udzielenia świadczenia</w:t>
      </w:r>
      <w:r w:rsidR="008F0608" w:rsidRPr="008F0608">
        <w:t>. W związku z powyższym część terminów udzielenia świadczeń nie jest</w:t>
      </w:r>
      <w:r w:rsidR="008F0608">
        <w:t xml:space="preserve"> </w:t>
      </w:r>
      <w:r w:rsidR="008F0608" w:rsidRPr="008F0608">
        <w:t xml:space="preserve">wykorzystana, mimo, że lista oczekujących </w:t>
      </w:r>
      <w:r w:rsidR="00B8124C" w:rsidRPr="00B8124C">
        <w:t xml:space="preserve">na udzielenie świadczenia </w:t>
      </w:r>
      <w:r w:rsidR="008F0608" w:rsidRPr="008F0608">
        <w:t>jest długa. Proponowane przepisy pozwalają</w:t>
      </w:r>
      <w:r w:rsidR="008F0608">
        <w:t xml:space="preserve"> </w:t>
      </w:r>
      <w:r w:rsidR="008F0608" w:rsidRPr="008F0608">
        <w:t>zaoferować zwolniony termin świadczenia osobom wpisanym na listę oczekujących</w:t>
      </w:r>
      <w:r w:rsidR="00B8124C" w:rsidRPr="00B8124C">
        <w:t xml:space="preserve"> na udzielenie świadczenia</w:t>
      </w:r>
      <w:r w:rsidR="008F0608" w:rsidRPr="008F0608">
        <w:t xml:space="preserve"> co</w:t>
      </w:r>
      <w:r w:rsidR="008F0608">
        <w:t xml:space="preserve"> </w:t>
      </w:r>
      <w:r w:rsidR="008F0608" w:rsidRPr="008F0608">
        <w:t>najmniej 30 dni przed datą zwolnionego terminu</w:t>
      </w:r>
      <w:r w:rsidR="00B8124C">
        <w:t xml:space="preserve"> udzielenia świadczenia</w:t>
      </w:r>
      <w:r w:rsidR="008F0608" w:rsidRPr="008F0608">
        <w:t>, w pierwszej kolejności</w:t>
      </w:r>
      <w:r w:rsidR="00C51602">
        <w:t xml:space="preserve"> </w:t>
      </w:r>
      <w:r w:rsidR="008F0608" w:rsidRPr="008F0608">
        <w:t>zakwalifikowanym jako przypadki pilne, aby uniknąć przypadków oferowania terminów</w:t>
      </w:r>
      <w:r w:rsidR="00C51602">
        <w:t xml:space="preserve"> </w:t>
      </w:r>
      <w:r w:rsidR="008F0608" w:rsidRPr="008F0608">
        <w:t>osobom, które nie były wpisane na listę oczekujących</w:t>
      </w:r>
      <w:r w:rsidR="00B8124C" w:rsidRPr="00B8124C">
        <w:t xml:space="preserve"> na udzielenie świadczenia</w:t>
      </w:r>
      <w:r w:rsidR="008F0608" w:rsidRPr="008F0608">
        <w:t>. Takie rozwiązanie</w:t>
      </w:r>
      <w:r w:rsidR="00C51602">
        <w:t xml:space="preserve"> </w:t>
      </w:r>
      <w:r w:rsidR="008F0608" w:rsidRPr="008F0608">
        <w:t>pozwoli na optymalne wykorzystanie potencjału świadczeniodawcy i wpłynie na</w:t>
      </w:r>
      <w:r w:rsidR="00C51602">
        <w:t xml:space="preserve"> </w:t>
      </w:r>
      <w:r w:rsidR="008F0608" w:rsidRPr="008F0608">
        <w:t>skrócenie list oczekujących</w:t>
      </w:r>
      <w:r w:rsidR="00B8124C" w:rsidRPr="00B8124C">
        <w:t xml:space="preserve"> na udzielenie świadczenia</w:t>
      </w:r>
      <w:r w:rsidR="008F0608" w:rsidRPr="008F0608">
        <w:t>. Wskazane korzyści uzasadniają wprowadzanie wyjątku od</w:t>
      </w:r>
      <w:r w:rsidR="00C51602">
        <w:t xml:space="preserve"> </w:t>
      </w:r>
      <w:r w:rsidR="008F0608" w:rsidRPr="008F0608">
        <w:t>stosowania zasad wyznaczania terminów udzielenia świadczenia zgodnie z kolejnością</w:t>
      </w:r>
      <w:r w:rsidR="00C51602">
        <w:t xml:space="preserve"> </w:t>
      </w:r>
      <w:r w:rsidR="008F0608" w:rsidRPr="008F0608">
        <w:t>zgłoszeń.</w:t>
      </w:r>
    </w:p>
    <w:p w14:paraId="144216C6" w14:textId="77777777" w:rsidR="00A94D25" w:rsidRPr="00A94D25" w:rsidRDefault="00A94D25" w:rsidP="00A94D25">
      <w:pPr>
        <w:pStyle w:val="ARTartustawynprozporzdzenia"/>
      </w:pPr>
      <w:r w:rsidRPr="00A94D25">
        <w:t>Celem projektowanej nowelizacji art. 20 i art. 23 ustawy z dnia 27 sierpnia 2004 r. o świadczeniach opieki zdrowotnej finansowanych ze środków publicznych jest zapewnienie pacjentom bardziej przejrzystej, spójnej i wiarygodnej informacji dotyczącej dostępności świadczeń opieki zdrowotnej.</w:t>
      </w:r>
    </w:p>
    <w:p w14:paraId="4670596F" w14:textId="77777777" w:rsidR="00A94D25" w:rsidRPr="00A94D25" w:rsidRDefault="00A94D25" w:rsidP="00A94D25">
      <w:pPr>
        <w:pStyle w:val="ARTartustawynprozporzdzenia"/>
      </w:pPr>
      <w:r w:rsidRPr="00A94D25">
        <w:t xml:space="preserve">Dotychczasowe mechanizmy, polegające na udostępnianiu przez świadczeniodawców informacji o pierwszym wolnym terminie, okazały się w praktyce niewystarczające i często prowadziły do dezinformacji. </w:t>
      </w:r>
    </w:p>
    <w:p w14:paraId="5F23D74E" w14:textId="77777777" w:rsidR="00A94D25" w:rsidRPr="00A94D25" w:rsidRDefault="00A94D25" w:rsidP="00A94D25">
      <w:pPr>
        <w:pStyle w:val="ARTartustawynprozporzdzenia"/>
      </w:pPr>
      <w:r w:rsidRPr="00A94D25">
        <w:t xml:space="preserve">Z dotychczasowych doświadczeń wynika, że w wielu przypadkach informacje przekazywane przez świadczeniodawców ulegają szybkiemu zdezaktualizowaniu, co prowadzi </w:t>
      </w:r>
      <w:r w:rsidRPr="00A94D25">
        <w:lastRenderedPageBreak/>
        <w:t>do rozbieżności między publikowanymi danymi dotyczącymi pierwszego wolnego terminu a rzeczywistą dostępnością świadczeń w momencie kontaktu pacjenta ze świadczeniodawcą. Taka sytuacja może prowadzić do dezorientacji pacjentów, niezadowolenia i zgłaszania skarg. Weryfikacja aktualności danych przez Fundusz jest istotnie utrudniona ze względu na ich dużą skalę, dynamikę zmian oraz konieczność angażowania znacznych zasobów organizacyjnych.</w:t>
      </w:r>
    </w:p>
    <w:p w14:paraId="7D07BF52" w14:textId="77777777" w:rsidR="00A94D25" w:rsidRPr="00A94D25" w:rsidRDefault="00A94D25" w:rsidP="00A94D25">
      <w:pPr>
        <w:pStyle w:val="ARTartustawynprozporzdzenia"/>
      </w:pPr>
      <w:r w:rsidRPr="00A94D25">
        <w:t>W związku z powyższym proponuje się zastąpić publikację informacji o pierwszym wolnym terminie i średnim czasie oczekiwania, jedną informacją o przewidywanym czasie oczekiwania na udzielenie świadczenia. W celu uniknięcia wad związanych z dotychczasowymi wskaźnikami, zdecydowano, że wskaźnik ten:</w:t>
      </w:r>
    </w:p>
    <w:p w14:paraId="2D43B3E3" w14:textId="69D93783" w:rsidR="00A94D25" w:rsidRPr="00A94D25" w:rsidRDefault="00A94D25" w:rsidP="00A94D25">
      <w:pPr>
        <w:pStyle w:val="ARTartustawynprozporzdzenia"/>
      </w:pPr>
      <w:r w:rsidRPr="00A94D25">
        <w:t>a)</w:t>
      </w:r>
      <w:r w:rsidR="000D68C7">
        <w:tab/>
      </w:r>
      <w:r w:rsidRPr="00A94D25">
        <w:t>będzie prezentował nie konkretny termin udzielenia świadczenia, który bardzo szybko się dezaktualizuje, ale przewidywany czas, w jakim pacjent powinien uzyskać świadczenie,</w:t>
      </w:r>
    </w:p>
    <w:p w14:paraId="1958D220" w14:textId="04E92977" w:rsidR="00A94D25" w:rsidRPr="00A94D25" w:rsidRDefault="00A94D25" w:rsidP="00A94D25">
      <w:pPr>
        <w:pStyle w:val="ARTartustawynprozporzdzenia"/>
      </w:pPr>
      <w:r>
        <w:t>b)</w:t>
      </w:r>
      <w:r w:rsidR="000D68C7">
        <w:tab/>
      </w:r>
      <w:r w:rsidR="1B6418FA">
        <w:t xml:space="preserve">będzie ustalany </w:t>
      </w:r>
      <w:r>
        <w:t>przez Fundusz, co zagwarantuje jednolitość, porównywalność i jakość danych na terenie całego kraju, niezależnie od sposobu prowadzenia harmonogramów przez poszczególnych świadczeniodawców,</w:t>
      </w:r>
    </w:p>
    <w:p w14:paraId="7F81D41D" w14:textId="74DE59B9" w:rsidR="00A94D25" w:rsidRPr="00A94D25" w:rsidRDefault="00A94D25" w:rsidP="00A94D25">
      <w:pPr>
        <w:pStyle w:val="ARTartustawynprozporzdzenia"/>
      </w:pPr>
      <w:r w:rsidRPr="00A94D25">
        <w:t>c)</w:t>
      </w:r>
      <w:r w:rsidR="000D68C7">
        <w:tab/>
      </w:r>
      <w:r w:rsidRPr="00A94D25">
        <w:t>opierać się będzie na danych już sprawozdawanych przez świadczeniodawców w ramach istniejących obowiązków w art. 23 ust 1 ustawy – zarówno z harmonogramów przyjęć, jak i danych przekazywanych do aplikacji kolejkowej, co ograniczy ich obciążenie administracyjne.</w:t>
      </w:r>
    </w:p>
    <w:p w14:paraId="32B3491B" w14:textId="77777777" w:rsidR="00A94D25" w:rsidRPr="00A94D25" w:rsidRDefault="00A94D25" w:rsidP="00A94D25">
      <w:pPr>
        <w:pStyle w:val="ARTartustawynprozporzdzenia"/>
      </w:pPr>
      <w:r w:rsidRPr="00A94D25">
        <w:t>Sposób obliczania wskaźnika z uwzględnieniem potrzeby zapewnienia pacjentom przejrzystej i wiarygodnej informacji, zostanie określony w drodze rozporządzenia Ministra Zdrowia.</w:t>
      </w:r>
    </w:p>
    <w:p w14:paraId="2308724B" w14:textId="7FE8659C" w:rsidR="00A94D25" w:rsidRPr="00A94D25" w:rsidRDefault="00A94D25" w:rsidP="00A94D25">
      <w:pPr>
        <w:pStyle w:val="ARTartustawynprozporzdzenia"/>
      </w:pPr>
      <w:r w:rsidRPr="00A94D25">
        <w:t>Wprowadzane rozwiązanie jest zgodne z kierunkiem rozwoju systemu informacji w ochronie zdrowia i stanowi element zwiększania transparentności i efektywności zarządzania dostępnością świadczeń</w:t>
      </w:r>
      <w:r w:rsidR="00CA24E4">
        <w:t>.</w:t>
      </w:r>
    </w:p>
    <w:p w14:paraId="48062D27" w14:textId="49162061" w:rsidR="008F0608" w:rsidRPr="008F0608" w:rsidRDefault="008F0608" w:rsidP="008F0608">
      <w:pPr>
        <w:pStyle w:val="NIEARTTEKSTtekstnieartykuowanynppodstprawnarozplubpreambua"/>
      </w:pPr>
      <w:r w:rsidRPr="008F0608">
        <w:t>Obecnie ustawa o świadczeniach przy określaniu obowiązku stosowania</w:t>
      </w:r>
      <w:r w:rsidR="00C51602">
        <w:t xml:space="preserve"> </w:t>
      </w:r>
      <w:r w:rsidRPr="008F0608">
        <w:t>Międzynarodowej Statystycznej Klasyfikacji Chorób i Problemów Zdrowotnych,</w:t>
      </w:r>
      <w:r w:rsidR="00C51602">
        <w:t xml:space="preserve"> </w:t>
      </w:r>
      <w:r w:rsidRPr="008F0608">
        <w:t>odwołuje się do jej konkretnej rewizji (dziesiątej). Ze względu na planowane w</w:t>
      </w:r>
      <w:r w:rsidR="00C51602">
        <w:t xml:space="preserve"> </w:t>
      </w:r>
      <w:r w:rsidRPr="008F0608">
        <w:t>najbliższej przyszłości wdrożenie kolejnej, jedenastej rewizji i możliwość ewentualnych</w:t>
      </w:r>
      <w:r w:rsidR="00C51602">
        <w:t xml:space="preserve"> </w:t>
      </w:r>
      <w:r w:rsidRPr="008F0608">
        <w:t xml:space="preserve">dalszych zmian, proponuje się zastąpić odesłaniem do obowiązującej </w:t>
      </w:r>
      <w:r w:rsidR="00B8124C">
        <w:t xml:space="preserve">ww. </w:t>
      </w:r>
      <w:r w:rsidRPr="008F0608">
        <w:t>Klasyfikacji, bez</w:t>
      </w:r>
      <w:r w:rsidR="00C51602">
        <w:t xml:space="preserve"> </w:t>
      </w:r>
      <w:r w:rsidRPr="008F0608">
        <w:t>wskazywania konkretnej rewizji. W związku z powyższym uniknie się konieczności</w:t>
      </w:r>
      <w:r w:rsidR="00C51602">
        <w:t xml:space="preserve"> </w:t>
      </w:r>
      <w:r w:rsidRPr="008F0608">
        <w:t>zmian przepisów przy kolejnych zmianach tej Klasyfikacji.</w:t>
      </w:r>
    </w:p>
    <w:p w14:paraId="0704763A" w14:textId="0D39116A" w:rsidR="00972393" w:rsidRDefault="00B022D9" w:rsidP="00804695">
      <w:pPr>
        <w:pStyle w:val="ARTartustawynprozporzdzenia"/>
      </w:pPr>
      <w:r>
        <w:lastRenderedPageBreak/>
        <w:t>W celu wdrożenia</w:t>
      </w:r>
      <w:r w:rsidR="00A4613B">
        <w:t xml:space="preserve"> centralnej elektroniczne rejestracji niezbę</w:t>
      </w:r>
      <w:r w:rsidR="001C000A">
        <w:t xml:space="preserve">dne jest również uwzględnienie zmian w </w:t>
      </w:r>
      <w:r w:rsidR="00972393" w:rsidRPr="00972393">
        <w:t xml:space="preserve">art. 188 </w:t>
      </w:r>
      <w:r w:rsidR="00972393">
        <w:t>i</w:t>
      </w:r>
      <w:r w:rsidR="00972393" w:rsidRPr="00972393">
        <w:t xml:space="preserve"> art. 188e ust. 4 ustawy o świadczeniach </w:t>
      </w:r>
      <w:r w:rsidR="00972393">
        <w:t>(</w:t>
      </w:r>
      <w:r w:rsidR="00972393" w:rsidRPr="00972393">
        <w:t>art. 1 pkt 8 i 9)</w:t>
      </w:r>
      <w:r w:rsidR="00972393">
        <w:t>.</w:t>
      </w:r>
    </w:p>
    <w:p w14:paraId="3A1962D5" w14:textId="118F1865" w:rsidR="00972393" w:rsidRDefault="00AE4448" w:rsidP="00586A86">
      <w:pPr>
        <w:pStyle w:val="ARTartustawynprozporzdzenia"/>
        <w:ind w:firstLine="0"/>
      </w:pPr>
      <w:r>
        <w:t xml:space="preserve">Projekt ustawy </w:t>
      </w:r>
      <w:r w:rsidR="00B022D9">
        <w:t xml:space="preserve">wprowadza </w:t>
      </w:r>
      <w:r w:rsidR="00972393">
        <w:t>w tym zakresie następujące zmiany</w:t>
      </w:r>
      <w:r w:rsidR="009A668A">
        <w:t xml:space="preserve"> w związku z  </w:t>
      </w:r>
      <w:r w:rsidR="009A668A" w:rsidRPr="00E02F5F">
        <w:t xml:space="preserve">w związku z objęciem </w:t>
      </w:r>
      <w:r w:rsidR="0093267C">
        <w:t>centralną elektroniczną rejestracją</w:t>
      </w:r>
      <w:r w:rsidR="009A668A" w:rsidRPr="00E02F5F">
        <w:t xml:space="preserve"> programu profilaktyki raka szyjki macicy i programu profilaktyki raka piersi </w:t>
      </w:r>
      <w:r w:rsidR="00986181">
        <w:t>oraz</w:t>
      </w:r>
      <w:r w:rsidR="009A668A" w:rsidRPr="00E02F5F">
        <w:t xml:space="preserve"> koniecznością integracji systemu P1 i SIMP</w:t>
      </w:r>
      <w:r w:rsidR="00972393">
        <w:t>:</w:t>
      </w:r>
    </w:p>
    <w:p w14:paraId="02D1C9EF" w14:textId="79ACD9DB" w:rsidR="00AE4448" w:rsidRDefault="00E02F5F" w:rsidP="00586A86">
      <w:pPr>
        <w:pStyle w:val="ARTartustawynprozporzdzenia"/>
        <w:ind w:firstLine="0"/>
      </w:pPr>
      <w:r>
        <w:t xml:space="preserve">- </w:t>
      </w:r>
      <w:r w:rsidR="00203D8A">
        <w:t>aktualizacja</w:t>
      </w:r>
      <w:r w:rsidR="0034750B">
        <w:t xml:space="preserve"> celów wskazanych w art. 188</w:t>
      </w:r>
      <w:r w:rsidR="000B5E90">
        <w:t>e</w:t>
      </w:r>
      <w:r w:rsidR="0034750B">
        <w:t xml:space="preserve"> ust.</w:t>
      </w:r>
      <w:r w:rsidR="000B5E90">
        <w:t xml:space="preserve"> </w:t>
      </w:r>
      <w:r w:rsidR="0034750B">
        <w:t>1</w:t>
      </w:r>
      <w:r>
        <w:t>,</w:t>
      </w:r>
      <w:r w:rsidR="009A668A">
        <w:t xml:space="preserve"> </w:t>
      </w:r>
    </w:p>
    <w:p w14:paraId="0BC83C5B" w14:textId="61F91D52" w:rsidR="00E02F5F" w:rsidRDefault="00E02F5F" w:rsidP="00586A86">
      <w:pPr>
        <w:pStyle w:val="ARTartustawynprozporzdzenia"/>
        <w:ind w:firstLine="0"/>
      </w:pPr>
      <w:r>
        <w:t xml:space="preserve">- </w:t>
      </w:r>
      <w:r w:rsidR="00203D8A">
        <w:t>aktualizacja struktury systemów Narodowego Funduszu Zdrowia</w:t>
      </w:r>
      <w:r w:rsidR="00693227">
        <w:t xml:space="preserve"> w art. 188</w:t>
      </w:r>
      <w:r w:rsidR="000B5E90">
        <w:t>e ust. 1a</w:t>
      </w:r>
      <w:r w:rsidR="00693227">
        <w:t xml:space="preserve"> </w:t>
      </w:r>
      <w:r w:rsidR="00203D8A">
        <w:t>,</w:t>
      </w:r>
    </w:p>
    <w:p w14:paraId="4B1C275B" w14:textId="57C1E72D" w:rsidR="00203D8A" w:rsidRDefault="00203D8A" w:rsidP="00586A86">
      <w:pPr>
        <w:pStyle w:val="ARTartustawynprozporzdzenia"/>
        <w:ind w:firstLine="0"/>
      </w:pPr>
      <w:r>
        <w:t xml:space="preserve">- </w:t>
      </w:r>
      <w:r w:rsidR="00EB6710">
        <w:t xml:space="preserve">rozszerzenie zakresu danych przetwarzanych </w:t>
      </w:r>
      <w:r w:rsidR="00442631">
        <w:t>w</w:t>
      </w:r>
      <w:r w:rsidR="00442631" w:rsidRPr="00442631">
        <w:t xml:space="preserve"> elektronicznym systemie monitorowania programów zdrowotnych</w:t>
      </w:r>
      <w:r w:rsidR="000B5E90">
        <w:t xml:space="preserve"> w art. 188e ust. 2</w:t>
      </w:r>
      <w:r w:rsidR="00442631">
        <w:t>,</w:t>
      </w:r>
    </w:p>
    <w:p w14:paraId="7ADDA15D" w14:textId="34842211" w:rsidR="00442631" w:rsidRDefault="004D5E1E" w:rsidP="00586A86">
      <w:pPr>
        <w:pStyle w:val="ARTartustawynprozporzdzenia"/>
        <w:ind w:firstLine="0"/>
      </w:pPr>
      <w:r>
        <w:t xml:space="preserve">- </w:t>
      </w:r>
      <w:r w:rsidR="00986181">
        <w:t xml:space="preserve">źródłem danych </w:t>
      </w:r>
      <w:r>
        <w:t>przekazywan</w:t>
      </w:r>
      <w:r w:rsidR="00986181">
        <w:t>ych</w:t>
      </w:r>
      <w:r>
        <w:t xml:space="preserve"> do elektronicznego systemu monitorowania programów zdrowotnych </w:t>
      </w:r>
      <w:r w:rsidR="00986181">
        <w:t>są systemy</w:t>
      </w:r>
      <w:r>
        <w:t xml:space="preserve"> świadczeniodawców lub </w:t>
      </w:r>
      <w:r w:rsidR="00986181">
        <w:t xml:space="preserve">dane te </w:t>
      </w:r>
      <w:r>
        <w:t>mogą być przekazywane przez świadczeniobiorców za pośrednictwem systemu teleinformatycznego, o</w:t>
      </w:r>
      <w:r w:rsidR="00986181">
        <w:t xml:space="preserve"> </w:t>
      </w:r>
      <w:r>
        <w:t xml:space="preserve"> którym mowa w art. 7 ustawy z dnia 28 kwietnia 2011 r. o systemie informacji w ochronie zdrowia</w:t>
      </w:r>
      <w:r w:rsidR="004860C8">
        <w:t xml:space="preserve"> w art. 188e ust. 3</w:t>
      </w:r>
      <w:r w:rsidR="00986181">
        <w:t>,</w:t>
      </w:r>
    </w:p>
    <w:p w14:paraId="69365F35" w14:textId="12A747B8" w:rsidR="00693227" w:rsidRDefault="00986181" w:rsidP="001E1543">
      <w:pPr>
        <w:pStyle w:val="ARTartustawynprozporzdzenia"/>
        <w:ind w:firstLine="0"/>
      </w:pPr>
      <w:r>
        <w:t xml:space="preserve">- </w:t>
      </w:r>
      <w:r w:rsidR="00693227">
        <w:t>rozszerzenie liczby podmiotów uprawnionych do dostępu do danych przetwarzanych w</w:t>
      </w:r>
      <w:r w:rsidR="00693227" w:rsidRPr="00442631">
        <w:t xml:space="preserve"> elektronicznym systemie monitorowania programów zdrowotnych</w:t>
      </w:r>
      <w:r w:rsidR="00693227">
        <w:t xml:space="preserve"> o </w:t>
      </w:r>
      <w:r w:rsidR="004860C8" w:rsidRPr="004860C8">
        <w:t>jednostk</w:t>
      </w:r>
      <w:r w:rsidR="004860C8">
        <w:t>i</w:t>
      </w:r>
      <w:r w:rsidR="004860C8" w:rsidRPr="004860C8">
        <w:t xml:space="preserve"> wskazan</w:t>
      </w:r>
      <w:r w:rsidR="004860C8">
        <w:t>e</w:t>
      </w:r>
      <w:r w:rsidR="004860C8" w:rsidRPr="004860C8">
        <w:t xml:space="preserve"> w ustawie o Krajowej Sieci Onkologicznej do pełnienia funkcji Krajowego Ośrodka Monitorującego (KOM)</w:t>
      </w:r>
      <w:r w:rsidR="007C5384">
        <w:t xml:space="preserve"> oraz o</w:t>
      </w:r>
      <w:r w:rsidR="004860C8" w:rsidRPr="004860C8">
        <w:t xml:space="preserve"> świadczeniodawc</w:t>
      </w:r>
      <w:r w:rsidR="007C5384">
        <w:t>ów</w:t>
      </w:r>
      <w:r w:rsidR="004860C8" w:rsidRPr="004860C8">
        <w:t xml:space="preserve"> podstawowej opieki zdrowotnej</w:t>
      </w:r>
      <w:r w:rsidR="004860C8">
        <w:t xml:space="preserve"> w art. 188e ust. </w:t>
      </w:r>
      <w:r w:rsidR="007C5384">
        <w:t>4</w:t>
      </w:r>
      <w:r w:rsidR="004860C8">
        <w:t>.</w:t>
      </w:r>
    </w:p>
    <w:p w14:paraId="7B9FEF63" w14:textId="3DD20443" w:rsidR="00804695" w:rsidRDefault="00804695" w:rsidP="00804695">
      <w:pPr>
        <w:pStyle w:val="ARTartustawynprozporzdzenia"/>
      </w:pPr>
      <w:r w:rsidRPr="00B56472">
        <w:t>Projekt ustaw</w:t>
      </w:r>
      <w:r w:rsidR="008A170B">
        <w:t>y</w:t>
      </w:r>
      <w:r w:rsidRPr="00B56472">
        <w:t xml:space="preserve"> </w:t>
      </w:r>
      <w:r w:rsidR="00D40C6F">
        <w:t xml:space="preserve">w przepisach przejściowych </w:t>
      </w:r>
      <w:r w:rsidRPr="00B56472">
        <w:t xml:space="preserve">zakłada wprowadzenie systemu zachęt finansowych dla świadczeniodawców mającego wpłynąć na podłączenie do </w:t>
      </w:r>
      <w:r w:rsidR="004866DD">
        <w:t xml:space="preserve">centralnej </w:t>
      </w:r>
      <w:r w:rsidRPr="00B56472">
        <w:t xml:space="preserve">elektronicznej rejestracji. Zgodnie z przyjętymi założeniami system obejmie </w:t>
      </w:r>
      <w:r w:rsidR="004866DD">
        <w:t>dofinansowanie</w:t>
      </w:r>
      <w:r w:rsidR="004866DD" w:rsidRPr="00B56472">
        <w:t xml:space="preserve"> </w:t>
      </w:r>
      <w:r w:rsidRPr="00B56472">
        <w:t xml:space="preserve">dla </w:t>
      </w:r>
      <w:r>
        <w:t>świadczeniodawcy</w:t>
      </w:r>
      <w:r w:rsidRPr="00B56472">
        <w:t xml:space="preserve"> udzielającego świadczeń opieki zdrowotnej </w:t>
      </w:r>
      <w:r w:rsidR="00AC09A1">
        <w:t>objętych centralną elektroniczną rejestracją</w:t>
      </w:r>
      <w:r w:rsidRPr="00B56472">
        <w:t xml:space="preserve"> za</w:t>
      </w:r>
      <w:r w:rsidR="00321690">
        <w:t>:</w:t>
      </w:r>
      <w:r w:rsidRPr="00B56472">
        <w:t xml:space="preserve"> </w:t>
      </w:r>
      <w:r w:rsidR="00321690">
        <w:t xml:space="preserve">udostępnienie </w:t>
      </w:r>
      <w:r w:rsidR="00321690" w:rsidRPr="00321690">
        <w:t>harmonogram</w:t>
      </w:r>
      <w:r w:rsidR="00321690">
        <w:t>ów</w:t>
      </w:r>
      <w:r w:rsidR="00321690" w:rsidRPr="00321690">
        <w:t xml:space="preserve"> przyjęć, o których mowa w art. 19a ustawy zmienianej w art. 1, wraz z dostępnymi terminami udzielenia świadczenia, obejmujące okresy udzielania tych świadczeń od dnia następującego po dniu ich udostępnienia,</w:t>
      </w:r>
      <w:r w:rsidR="00321690" w:rsidRPr="00321690" w:rsidDel="00321690">
        <w:t xml:space="preserve"> </w:t>
      </w:r>
      <w:r w:rsidR="00321690">
        <w:t xml:space="preserve">oraz </w:t>
      </w:r>
      <w:r w:rsidR="00A6760A" w:rsidRPr="00A6760A">
        <w:t>zapewni</w:t>
      </w:r>
      <w:r w:rsidR="00A6760A">
        <w:t>enie</w:t>
      </w:r>
      <w:r w:rsidR="00A6760A" w:rsidRPr="00A6760A">
        <w:t xml:space="preserve"> możliwość dokonywania przez świadczeniobiorców centralnych zgłoszeń na te świadczenia</w:t>
      </w:r>
      <w:r w:rsidR="00A6760A">
        <w:t xml:space="preserve">, </w:t>
      </w:r>
      <w:r w:rsidRPr="00B56472">
        <w:t>w</w:t>
      </w:r>
      <w:r w:rsidR="00E16EFF">
        <w:t> </w:t>
      </w:r>
      <w:r w:rsidRPr="00B56472">
        <w:t xml:space="preserve">jednorazowej kwocie </w:t>
      </w:r>
      <w:r w:rsidR="00C244E0">
        <w:t xml:space="preserve">nie wyższej, niż </w:t>
      </w:r>
      <w:r w:rsidR="00892BEC">
        <w:t>10.</w:t>
      </w:r>
      <w:r w:rsidR="00892BEC" w:rsidRPr="00B56472">
        <w:t xml:space="preserve">000 </w:t>
      </w:r>
      <w:r w:rsidRPr="00B56472">
        <w:t>zł</w:t>
      </w:r>
      <w:r w:rsidRPr="001F5BE3">
        <w:t xml:space="preserve">. </w:t>
      </w:r>
      <w:r w:rsidR="004866DD" w:rsidRPr="004866DD">
        <w:t xml:space="preserve">Dofinansowanie </w:t>
      </w:r>
      <w:r w:rsidR="004866DD">
        <w:t>będzie</w:t>
      </w:r>
      <w:r w:rsidR="004866DD" w:rsidRPr="004866DD">
        <w:t xml:space="preserve"> udzielane pod warunkiem rozpoczęcia</w:t>
      </w:r>
      <w:r w:rsidR="0090138D">
        <w:t xml:space="preserve"> przez świadczeniobiorcę</w:t>
      </w:r>
      <w:r w:rsidR="004866DD" w:rsidRPr="004866DD">
        <w:t xml:space="preserve"> prowadzenia centralnej elektronicznej rejestracji</w:t>
      </w:r>
      <w:r w:rsidR="004866DD" w:rsidRPr="004866DD" w:rsidDel="00784133">
        <w:t xml:space="preserve"> </w:t>
      </w:r>
      <w:r w:rsidR="004866DD" w:rsidRPr="004866DD">
        <w:t>w</w:t>
      </w:r>
      <w:r w:rsidR="00E16EFF">
        <w:t> </w:t>
      </w:r>
      <w:r w:rsidR="004866DD" w:rsidRPr="004866DD">
        <w:t>terminie 4</w:t>
      </w:r>
      <w:r w:rsidR="00246871">
        <w:t> </w:t>
      </w:r>
      <w:r w:rsidR="004866DD" w:rsidRPr="004866DD">
        <w:t xml:space="preserve">miesięcy od dnia wejścia w życie przepisów wydanych </w:t>
      </w:r>
      <w:r w:rsidR="004866DD" w:rsidRPr="004866DD">
        <w:lastRenderedPageBreak/>
        <w:t>na podstawie art. 23h ustawy zmienianej w art. 1</w:t>
      </w:r>
      <w:r w:rsidR="00B8124C">
        <w:t xml:space="preserve">, w brzmieniu nadanym niniejszą ustawą, </w:t>
      </w:r>
      <w:r w:rsidR="004866DD" w:rsidRPr="004866DD">
        <w:t>w zakresie świadczeń</w:t>
      </w:r>
      <w:r w:rsidR="00B8124C">
        <w:t xml:space="preserve"> określonych w tych przepisach</w:t>
      </w:r>
      <w:r w:rsidRPr="001F5BE3">
        <w:t>.</w:t>
      </w:r>
    </w:p>
    <w:p w14:paraId="6C7868D8" w14:textId="1172D1B7" w:rsidR="00070967" w:rsidRDefault="00070967" w:rsidP="00070967">
      <w:pPr>
        <w:pStyle w:val="ARTartustawynprozporzdzenia"/>
      </w:pPr>
      <w:r>
        <w:t>Ponadto, mając na uwadze cel wdrożenia centralnej elektronicznej rejestracji, przewiduje się nałożenie sankcji niezbędnych dla wyegzekwowania tych obowiązków. Zgodnie z art. 1 (art. 154a. ustawy o świadczeniach) ustawa przewiduje możliwość nałożenia sankcji na świadczeniodawców w przypadku niewywiązywania się przez nich z obowiązku wskazanego w ustawie. Zgodnie z treścią ww. przepisu szczegółowy zakres sankcji zostanie określony w przepisach określających ogólne warunki umów o udzielanie świadczeń opieki zdrowotnej, wydanych na podstawie art. 137 ust. 1 ustawy o świadczeniach.</w:t>
      </w:r>
    </w:p>
    <w:p w14:paraId="481EC696" w14:textId="74D6B8B2" w:rsidR="00B7310B" w:rsidRDefault="0029377A" w:rsidP="00270F0A">
      <w:pPr>
        <w:pStyle w:val="ARTartustawynprozporzdzenia"/>
      </w:pPr>
      <w:r w:rsidRPr="007E6DCA">
        <w:t>Projekt ustaw</w:t>
      </w:r>
      <w:r w:rsidR="008A170B">
        <w:t>y</w:t>
      </w:r>
      <w:r w:rsidRPr="007E6DCA">
        <w:t xml:space="preserve"> zakłada również wprowadzenie stosownych zmian w ustawie o SIOZ będących konsekwencją prowadzenia centralnej elektronicznej rejestracji przy wykorzystaniu funkcjonalności </w:t>
      </w:r>
      <w:r w:rsidRPr="00E01C78">
        <w:t>systemu teleinformatycznego, o którym mowa w art. 7 ust. 1</w:t>
      </w:r>
      <w:r w:rsidR="00B8124C">
        <w:t xml:space="preserve"> ustawy o SIOZ</w:t>
      </w:r>
      <w:r w:rsidRPr="007E6DCA">
        <w:t xml:space="preserve">. W związku z powyższym wykaz funkcjonalności </w:t>
      </w:r>
      <w:r>
        <w:t>systemu</w:t>
      </w:r>
      <w:r w:rsidRPr="007E6DCA">
        <w:t xml:space="preserve"> określony w art. 7 ust. 1 ustawy o</w:t>
      </w:r>
      <w:r w:rsidR="00246871">
        <w:t> </w:t>
      </w:r>
      <w:r w:rsidRPr="007E6DCA">
        <w:t>SIOZ</w:t>
      </w:r>
      <w:r w:rsidR="00B8124C">
        <w:t>,</w:t>
      </w:r>
      <w:r w:rsidRPr="007E6DCA">
        <w:t xml:space="preserve"> oraz katalog celów</w:t>
      </w:r>
      <w:r w:rsidR="0022403D">
        <w:t xml:space="preserve"> przetwarzania danych</w:t>
      </w:r>
      <w:r w:rsidR="00011ACF">
        <w:t xml:space="preserve"> </w:t>
      </w:r>
      <w:r w:rsidRPr="007E6DCA">
        <w:t xml:space="preserve">przez </w:t>
      </w:r>
      <w:r>
        <w:t>system</w:t>
      </w:r>
      <w:r w:rsidRPr="007E6DCA">
        <w:t>,</w:t>
      </w:r>
      <w:r w:rsidR="00697EAA">
        <w:t xml:space="preserve"> </w:t>
      </w:r>
      <w:r w:rsidRPr="007E6DCA">
        <w:t>o który</w:t>
      </w:r>
      <w:r w:rsidR="004857D4">
        <w:t>m</w:t>
      </w:r>
      <w:r w:rsidRPr="007E6DCA">
        <w:t xml:space="preserve"> mowa w art. 12 ust. 1 ustawy o SIOZ, zostaną rozszerzone dodatkowo o prowadzenie centralnej elektronicznej rejestracji na świadczenia opieki zdrowotnej, określonych w przepisach wydanych na podstawie projektowanego przepisu ustawy o świadczeniach. Natomiast art. 7a ust. 1 ustawy o</w:t>
      </w:r>
      <w:r w:rsidR="00E16EFF">
        <w:t> </w:t>
      </w:r>
      <w:r w:rsidRPr="007E6DCA">
        <w:t xml:space="preserve">SIOZ </w:t>
      </w:r>
      <w:r w:rsidR="00B8124C" w:rsidRPr="007E6DCA">
        <w:t xml:space="preserve">zostanie </w:t>
      </w:r>
      <w:r w:rsidRPr="007E6DCA">
        <w:t>uzupełniony o nową funkcjonalność Internetowego Konta Pacjenta, polegającą na umożliwieniu dokonywania za jego pośrednictwem zgłoszenia centralnego w</w:t>
      </w:r>
      <w:r w:rsidR="00E16EFF">
        <w:t> </w:t>
      </w:r>
      <w:r w:rsidRPr="007E6DCA">
        <w:t xml:space="preserve">ramach centralnej elektronicznej rejestracji na świadczenia opieki zdrowotnej, o których mowa w </w:t>
      </w:r>
      <w:r w:rsidR="00D71F91">
        <w:t xml:space="preserve">wykazie określonym w </w:t>
      </w:r>
      <w:r w:rsidRPr="007E6DCA">
        <w:t xml:space="preserve">przepisach wydanych na podstawie projektowanego </w:t>
      </w:r>
      <w:r w:rsidR="00B8124C">
        <w:t xml:space="preserve">art. </w:t>
      </w:r>
      <w:r w:rsidR="004D6126">
        <w:t>23</w:t>
      </w:r>
      <w:r w:rsidR="00B2681C">
        <w:t>h</w:t>
      </w:r>
      <w:r w:rsidR="00B8124C">
        <w:t xml:space="preserve"> </w:t>
      </w:r>
      <w:r w:rsidR="00246871">
        <w:t xml:space="preserve">ust. 2 </w:t>
      </w:r>
      <w:r w:rsidR="00D71F91">
        <w:t xml:space="preserve">pkt 1 </w:t>
      </w:r>
      <w:r w:rsidRPr="007E6DCA">
        <w:t>ustawy o świadczeniach.</w:t>
      </w:r>
    </w:p>
    <w:p w14:paraId="36AFA4CB" w14:textId="6B4C4BEC" w:rsidR="00270F0A" w:rsidRDefault="00713BB7" w:rsidP="00270F0A">
      <w:pPr>
        <w:pStyle w:val="ARTartustawynprozporzdzenia"/>
      </w:pPr>
      <w:r>
        <w:t xml:space="preserve">Zaproponowane zostały </w:t>
      </w:r>
      <w:r w:rsidR="009E1F9E">
        <w:t xml:space="preserve">zmiany w art. 35 </w:t>
      </w:r>
      <w:r w:rsidR="007553F3">
        <w:t xml:space="preserve">ustawy </w:t>
      </w:r>
      <w:r w:rsidR="00441380">
        <w:t xml:space="preserve">o </w:t>
      </w:r>
      <w:r w:rsidR="007553F3">
        <w:t>SIOZ</w:t>
      </w:r>
      <w:r w:rsidR="00441380">
        <w:t xml:space="preserve">, które mają na celu </w:t>
      </w:r>
      <w:r w:rsidR="003278E0">
        <w:t xml:space="preserve">zapewnienie </w:t>
      </w:r>
      <w:r w:rsidR="000752D3">
        <w:t xml:space="preserve">dostępu do danych </w:t>
      </w:r>
      <w:r w:rsidR="00B21546">
        <w:t xml:space="preserve">osobom </w:t>
      </w:r>
      <w:r w:rsidR="005A39C5">
        <w:t xml:space="preserve">wykonującym </w:t>
      </w:r>
      <w:r w:rsidR="00713C58" w:rsidRPr="00713C58">
        <w:t>czynności pomocnicze przy udzielaniu świadczeń opieki zdrowotnej u usługodawcy, na podstawie upoważnienia udzielonego przez tego usługodawcę</w:t>
      </w:r>
      <w:r w:rsidR="009F680E">
        <w:t xml:space="preserve">. </w:t>
      </w:r>
    </w:p>
    <w:p w14:paraId="7B5051A8" w14:textId="2270B42C" w:rsidR="00270F0A" w:rsidRPr="00270F0A" w:rsidRDefault="00270F0A" w:rsidP="00270F0A">
      <w:pPr>
        <w:pStyle w:val="ARTartustawynprozporzdzenia"/>
      </w:pPr>
      <w:r w:rsidRPr="00270F0A">
        <w:t>Projekt ustaw</w:t>
      </w:r>
      <w:r w:rsidR="008A170B">
        <w:t>y</w:t>
      </w:r>
      <w:r w:rsidRPr="00270F0A">
        <w:t xml:space="preserve"> zakłada również wprowadzenie stosownych zmian w ustawie o SIOZ polegających na</w:t>
      </w:r>
      <w:r>
        <w:t xml:space="preserve"> </w:t>
      </w:r>
      <w:r w:rsidRPr="00270F0A">
        <w:t>dostosowaniu obowiązujących przepisów ustawy o SIOZ do zmian w</w:t>
      </w:r>
      <w:r w:rsidR="00E16EFF">
        <w:t> </w:t>
      </w:r>
      <w:r w:rsidRPr="00270F0A">
        <w:t>przepisach obowiązujących innych ustaw.</w:t>
      </w:r>
      <w:r w:rsidR="00633C70">
        <w:t xml:space="preserve"> </w:t>
      </w:r>
      <w:r w:rsidR="00804699">
        <w:t>Przedmiotowe zmiany zostały</w:t>
      </w:r>
      <w:r w:rsidR="00633C70">
        <w:t xml:space="preserve"> ujęte w art. 3 pkt 3, 6 i 7.</w:t>
      </w:r>
      <w:r w:rsidR="00804699">
        <w:t xml:space="preserve"> </w:t>
      </w:r>
    </w:p>
    <w:p w14:paraId="2AA5CBDB" w14:textId="76521C71" w:rsidR="0029377A" w:rsidRPr="00082A36" w:rsidRDefault="0029377A" w:rsidP="0029377A">
      <w:pPr>
        <w:pStyle w:val="ARTartustawynprozporzdzenia"/>
      </w:pPr>
      <w:r w:rsidRPr="00082A36">
        <w:t xml:space="preserve">Projekt </w:t>
      </w:r>
      <w:r w:rsidR="00B8124C">
        <w:t xml:space="preserve">ustawy </w:t>
      </w:r>
      <w:r w:rsidRPr="00082A36">
        <w:t>wprowadza także zmianę ustawy</w:t>
      </w:r>
      <w:r w:rsidR="00972FCE">
        <w:t xml:space="preserve"> </w:t>
      </w:r>
      <w:r w:rsidR="00C35CC5" w:rsidRPr="00C35CC5">
        <w:t>–</w:t>
      </w:r>
      <w:r w:rsidR="00C35CC5">
        <w:t xml:space="preserve"> </w:t>
      </w:r>
      <w:r w:rsidRPr="00082A36">
        <w:t>Prawo farmaceutyczne</w:t>
      </w:r>
      <w:r w:rsidR="00C35CC5">
        <w:t xml:space="preserve"> </w:t>
      </w:r>
      <w:r w:rsidRPr="00082A36">
        <w:t xml:space="preserve">polegającą na rozszerzeniu zakresu danych na elektronicznych receptach o dane o osobach upoważnionych </w:t>
      </w:r>
      <w:r w:rsidRPr="00082A36">
        <w:lastRenderedPageBreak/>
        <w:t>do wystawiania recept (asystentów medycznych), a także na rozszerzeniu danych w papierowej informacji o wystawionej recepcie o dane dotyczące odpłatności produktu leczniczego, środka spożywczego specjalnego przeznaczenia żywieniowego lub wyrobu medycznego, kodu uprawnień dodatkowych pacjenta oraz informacji dodatkowych dla osoby wydającej produkt leczniczy, środek spożywczy specjalnego przeznaczenia żywieniowego lub wyrób medyczny lub dla pacjenta. Większy zakres informacyjny tych dokumentów powinien ułatwić pacjentowi realizacj</w:t>
      </w:r>
      <w:r w:rsidR="009B68D7">
        <w:t>ę</w:t>
      </w:r>
      <w:r w:rsidRPr="00082A36">
        <w:t xml:space="preserve"> recepty.</w:t>
      </w:r>
    </w:p>
    <w:p w14:paraId="574BA0C6" w14:textId="300CF3FF" w:rsidR="0029377A" w:rsidRPr="00567AFB" w:rsidRDefault="0029377A" w:rsidP="0029377A">
      <w:pPr>
        <w:pStyle w:val="ARTartustawynprozporzdzenia"/>
      </w:pPr>
      <w:r>
        <w:t>Podkreślić należy, iż</w:t>
      </w:r>
      <w:r w:rsidRPr="00C942B1">
        <w:t xml:space="preserve"> </w:t>
      </w:r>
      <w:r>
        <w:t xml:space="preserve">uprzednio </w:t>
      </w:r>
      <w:r w:rsidR="00C35CC5">
        <w:t xml:space="preserve">był </w:t>
      </w:r>
      <w:r>
        <w:t>realizowany</w:t>
      </w:r>
      <w:r w:rsidRPr="00C942B1">
        <w:t xml:space="preserve"> program pilotażowy na wybrane świadczenia opieki zdrowotnej z zakresu ambulatoryjnej opieki specjalistycznej, w ramach którego </w:t>
      </w:r>
      <w:r>
        <w:t xml:space="preserve">były </w:t>
      </w:r>
      <w:r w:rsidRPr="00C942B1">
        <w:t>testowane rozwiązania wprowadzane projektem</w:t>
      </w:r>
      <w:r w:rsidR="00C35CC5">
        <w:t xml:space="preserve"> </w:t>
      </w:r>
      <w:r w:rsidRPr="00C942B1">
        <w:t>ustawy. P</w:t>
      </w:r>
      <w:r>
        <w:t>rogram pilotażowy</w:t>
      </w:r>
      <w:r w:rsidRPr="00C942B1">
        <w:t xml:space="preserve"> </w:t>
      </w:r>
      <w:r>
        <w:t>był</w:t>
      </w:r>
      <w:r w:rsidRPr="00C942B1">
        <w:t xml:space="preserve"> realizowany </w:t>
      </w:r>
      <w:r w:rsidR="00305BC2">
        <w:t xml:space="preserve">na podstawie </w:t>
      </w:r>
      <w:r w:rsidRPr="00C942B1">
        <w:t>rozporządzenia Ministra Zdrowia z dnia 2 czerwca 2022 r. w sprawie programu pilotażowego w zakresie elektronicznej rejestracji centralnej na wybrane świadczenia opieki zdrowotnej z zakresu ambulatoryjnej opieki specjalistycznej (Dz. U. poz. 1207</w:t>
      </w:r>
      <w:r>
        <w:t>, z późn. zm.</w:t>
      </w:r>
      <w:r w:rsidRPr="00C942B1">
        <w:t>).</w:t>
      </w:r>
      <w:r>
        <w:t xml:space="preserve"> </w:t>
      </w:r>
      <w:r w:rsidRPr="00F34CBA">
        <w:t>Obecnie centralna elektroniczna rejestracja funkcjonuje w formie ogólnopolskiego</w:t>
      </w:r>
      <w:r>
        <w:t xml:space="preserve"> </w:t>
      </w:r>
      <w:r w:rsidRPr="00F34CBA">
        <w:t>programu pilotażowego realizowanego na podstawie rozporządzenia Ministra Zdrowia z</w:t>
      </w:r>
      <w:r>
        <w:t xml:space="preserve"> </w:t>
      </w:r>
      <w:r w:rsidRPr="00F34CBA">
        <w:t>dnia 6 sierpnia 2024 r. w sprawie programu pilotażowego dotyczącego centralnej</w:t>
      </w:r>
      <w:r>
        <w:t xml:space="preserve"> </w:t>
      </w:r>
      <w:r w:rsidRPr="00F34CBA">
        <w:t>elektronicznej rejestracji na wybrane świadczenia opieki zdrowotnej w zakresie</w:t>
      </w:r>
      <w:r>
        <w:t xml:space="preserve"> </w:t>
      </w:r>
      <w:r w:rsidRPr="00F34CBA">
        <w:t>ambulatoryjnej opieki specjalistycznej oraz programów zdrowotnych (Dz. U. poz. 1212).</w:t>
      </w:r>
      <w:r>
        <w:t xml:space="preserve"> Realizacja ww. programów pilotażowych umożliwiła przeprowadzenie oceny rozwiązań wdrażanych w</w:t>
      </w:r>
      <w:r w:rsidR="00246871">
        <w:t> </w:t>
      </w:r>
      <w:r>
        <w:t>projekcie ustawy.</w:t>
      </w:r>
      <w:r w:rsidR="006F0728">
        <w:t xml:space="preserve"> </w:t>
      </w:r>
      <w:r w:rsidR="003E3B48" w:rsidRPr="003E3B48">
        <w:t>Program pilotażowy realizowany na podstawie rozporządzenia Ministra Zdrowia z dnia 2 czerwca 2022 r.</w:t>
      </w:r>
      <w:r w:rsidR="003E3B48">
        <w:t xml:space="preserve"> </w:t>
      </w:r>
      <w:r w:rsidR="00697EAA" w:rsidRPr="00697EAA">
        <w:t xml:space="preserve">w sprawie programu pilotażowego w zakresie elektronicznej rejestracji centralnej na wybrane świadczenia opieki zdrowotnej z zakresu ambulatoryjnej opieki specjalistycznej </w:t>
      </w:r>
      <w:r w:rsidR="003E3B48">
        <w:t xml:space="preserve">pozwolił na </w:t>
      </w:r>
      <w:r w:rsidR="004C0A3D">
        <w:t xml:space="preserve">weryfikację podstawowych procesów </w:t>
      </w:r>
      <w:r w:rsidR="000839B6">
        <w:t xml:space="preserve">i </w:t>
      </w:r>
      <w:r w:rsidR="004C0A3D">
        <w:t xml:space="preserve">funkcjonalności centralnej elektronicznej rejestracji oraz potwierdził, że </w:t>
      </w:r>
      <w:r w:rsidR="007E3C55">
        <w:t>jedynym rekomendowany</w:t>
      </w:r>
      <w:r w:rsidR="000839B6">
        <w:t>m</w:t>
      </w:r>
      <w:r w:rsidR="007E3C55">
        <w:t xml:space="preserve"> sposobem </w:t>
      </w:r>
      <w:r w:rsidR="00177404">
        <w:t>realizacji tej usługi jest bezpośrednia integracj</w:t>
      </w:r>
      <w:r w:rsidR="00697EAA">
        <w:t>a</w:t>
      </w:r>
      <w:r w:rsidR="00177404">
        <w:t xml:space="preserve"> syst</w:t>
      </w:r>
      <w:r w:rsidR="00A33ECF">
        <w:t>e</w:t>
      </w:r>
      <w:r w:rsidR="00177404">
        <w:t xml:space="preserve">mu gabinetowego z systemem centralnej </w:t>
      </w:r>
      <w:r w:rsidR="00A33ECF">
        <w:t xml:space="preserve">elektronicznej rejestracji. Pilotaż realizowany na podstawie </w:t>
      </w:r>
      <w:r w:rsidR="00F16832" w:rsidRPr="00F34CBA">
        <w:t>rozporządzenia Ministra Zdrowia z</w:t>
      </w:r>
      <w:r w:rsidR="00F16832">
        <w:t xml:space="preserve"> </w:t>
      </w:r>
      <w:r w:rsidR="00F16832" w:rsidRPr="00F34CBA">
        <w:t>dnia 6 sierpnia 2024 r.</w:t>
      </w:r>
      <w:r w:rsidR="00F16832">
        <w:t xml:space="preserve"> pozwolił </w:t>
      </w:r>
      <w:r w:rsidR="000839B6">
        <w:t xml:space="preserve">dotychczas </w:t>
      </w:r>
      <w:r w:rsidR="00FA469C">
        <w:t xml:space="preserve">przeanalizować </w:t>
      </w:r>
      <w:r w:rsidR="000839B6" w:rsidRPr="000839B6">
        <w:t>proces</w:t>
      </w:r>
      <w:r w:rsidR="000839B6">
        <w:t>y i</w:t>
      </w:r>
      <w:r w:rsidR="000839B6" w:rsidRPr="000839B6">
        <w:t xml:space="preserve"> funkcjonalności centralnej elektronicznej rejestracji</w:t>
      </w:r>
      <w:r w:rsidR="000839B6">
        <w:t>, które nie zostały zweryfikowane podczas pierwszego programu</w:t>
      </w:r>
      <w:r w:rsidR="005F3C01">
        <w:t>.</w:t>
      </w:r>
      <w:r w:rsidR="00280F76">
        <w:t xml:space="preserve"> P</w:t>
      </w:r>
      <w:r w:rsidR="00280F76" w:rsidRPr="00280F76">
        <w:t>otwierdz</w:t>
      </w:r>
      <w:r w:rsidR="00280F76">
        <w:t>ił również</w:t>
      </w:r>
      <w:r w:rsidR="00280F76" w:rsidRPr="00280F76">
        <w:t xml:space="preserve"> poprawność przyjętych głównych założeń funkcjonowania centralnej elektronicznej rejestracji oraz możliwości wdrożenia tego rozwiązania dla wszystkich zakresów świadczeń. </w:t>
      </w:r>
      <w:r w:rsidR="00280F76">
        <w:t>Należy jednak zastrzec</w:t>
      </w:r>
      <w:r w:rsidR="00280F76" w:rsidRPr="00280F76">
        <w:t xml:space="preserve">, że rozwiązanie to na </w:t>
      </w:r>
      <w:r w:rsidR="00280F76">
        <w:t xml:space="preserve">dalszym </w:t>
      </w:r>
      <w:r w:rsidR="00280F76" w:rsidRPr="00280F76">
        <w:t>etapie programu pilotażowego</w:t>
      </w:r>
      <w:r w:rsidR="00280F76">
        <w:t xml:space="preserve">, o którym mowa </w:t>
      </w:r>
      <w:r w:rsidR="002001BB">
        <w:t xml:space="preserve">powyżej, </w:t>
      </w:r>
      <w:r w:rsidR="00280F76" w:rsidRPr="00280F76">
        <w:t xml:space="preserve">będzie </w:t>
      </w:r>
      <w:r w:rsidR="002001BB">
        <w:t>modyfikowane</w:t>
      </w:r>
      <w:r w:rsidR="00280F76" w:rsidRPr="00280F76">
        <w:t xml:space="preserve"> głównie w zakresie </w:t>
      </w:r>
      <w:r w:rsidR="00280F76" w:rsidRPr="00280F76">
        <w:lastRenderedPageBreak/>
        <w:t>poprawy ergonomii korzystania oraz usprawnienia wymiany danych pomiędzy systemami</w:t>
      </w:r>
      <w:r w:rsidR="002001BB">
        <w:t xml:space="preserve"> zgodnie uwagami użytkowników</w:t>
      </w:r>
      <w:r w:rsidR="00280F76" w:rsidRPr="00280F76">
        <w:t>.</w:t>
      </w:r>
    </w:p>
    <w:p w14:paraId="4E7358FB" w14:textId="666195DE" w:rsidR="00D71F91" w:rsidRDefault="00804695" w:rsidP="00804695">
      <w:pPr>
        <w:pStyle w:val="NIEARTTEKSTtekstnieartykuowanynppodstprawnarozplubpreambua"/>
      </w:pPr>
      <w:r>
        <w:t>Przewiduje się, że</w:t>
      </w:r>
      <w:r w:rsidRPr="00C942B1">
        <w:t xml:space="preserve"> ustaw</w:t>
      </w:r>
      <w:r>
        <w:t>a</w:t>
      </w:r>
      <w:r w:rsidRPr="00C942B1">
        <w:t xml:space="preserve"> </w:t>
      </w:r>
      <w:r>
        <w:t xml:space="preserve">wejdzie w życie </w:t>
      </w:r>
      <w:r w:rsidR="000D3E0E">
        <w:t xml:space="preserve">14 dni od </w:t>
      </w:r>
      <w:r w:rsidR="008A170B">
        <w:t xml:space="preserve">dnia </w:t>
      </w:r>
      <w:r w:rsidR="000D3E0E">
        <w:t>ogłoszenia</w:t>
      </w:r>
      <w:r w:rsidR="001001F1" w:rsidRPr="001001F1">
        <w:t>.</w:t>
      </w:r>
      <w:r w:rsidR="00300E52">
        <w:t xml:space="preserve"> </w:t>
      </w:r>
      <w:r w:rsidR="00D71F91">
        <w:t xml:space="preserve">Z tym dniem zostanie utworzona </w:t>
      </w:r>
      <w:r w:rsidR="00D71F91" w:rsidRPr="00D71F91">
        <w:t>centraln</w:t>
      </w:r>
      <w:r w:rsidR="00D71F91">
        <w:t>a</w:t>
      </w:r>
      <w:r w:rsidR="00D71F91" w:rsidRPr="00D71F91">
        <w:t xml:space="preserve"> elektroniczn</w:t>
      </w:r>
      <w:r w:rsidR="00D71F91">
        <w:t xml:space="preserve">a </w:t>
      </w:r>
      <w:r w:rsidR="00D71F91" w:rsidRPr="00D71F91">
        <w:t>rejestracj</w:t>
      </w:r>
      <w:r w:rsidR="00D71F91">
        <w:t>a</w:t>
      </w:r>
      <w:r w:rsidR="00D71F91" w:rsidRPr="00D71F91">
        <w:t xml:space="preserve"> na świadczenia opieki zdrowotnej, </w:t>
      </w:r>
      <w:r w:rsidR="00D71F91">
        <w:t>o</w:t>
      </w:r>
      <w:r w:rsidR="00246871">
        <w:t> </w:t>
      </w:r>
      <w:r w:rsidR="00D71F91" w:rsidRPr="00D71F91">
        <w:t>któr</w:t>
      </w:r>
      <w:r w:rsidR="00D71F91">
        <w:t xml:space="preserve">ych mowa w wykazie określonym w </w:t>
      </w:r>
      <w:r w:rsidR="00D71F91" w:rsidRPr="00D71F91">
        <w:t xml:space="preserve">przepisach wydanych na podstawie art. 23h </w:t>
      </w:r>
      <w:r w:rsidR="00246871">
        <w:t xml:space="preserve">ust. 2 </w:t>
      </w:r>
      <w:r w:rsidR="00D71F91">
        <w:t xml:space="preserve">pkt 1 </w:t>
      </w:r>
      <w:r w:rsidR="00D71F91" w:rsidRPr="00D71F91">
        <w:t>ustawy o świadczeniach</w:t>
      </w:r>
      <w:r w:rsidR="00D71F91">
        <w:t>.</w:t>
      </w:r>
    </w:p>
    <w:p w14:paraId="159E5D24" w14:textId="5A7BA9D7" w:rsidR="00D71F91" w:rsidRDefault="00804695" w:rsidP="00804695">
      <w:pPr>
        <w:pStyle w:val="NIEARTTEKSTtekstnieartykuowanynppodstprawnarozplubpreambua"/>
      </w:pPr>
      <w:r w:rsidRPr="00C942B1">
        <w:t xml:space="preserve">Zgodnie z założeniami projektodawców w okresie </w:t>
      </w:r>
      <w:r w:rsidR="008A170B">
        <w:t>po</w:t>
      </w:r>
      <w:r w:rsidRPr="00C942B1">
        <w:t>między datą</w:t>
      </w:r>
      <w:r>
        <w:t xml:space="preserve"> wejścia w życie</w:t>
      </w:r>
      <w:r w:rsidRPr="00C942B1">
        <w:t xml:space="preserve"> </w:t>
      </w:r>
      <w:r w:rsidR="00C35CC5">
        <w:t xml:space="preserve">ustawy </w:t>
      </w:r>
      <w:r w:rsidRPr="00C942B1">
        <w:t>a dniem</w:t>
      </w:r>
      <w:r w:rsidR="004E4EE5">
        <w:t>,</w:t>
      </w:r>
      <w:r w:rsidRPr="00C942B1">
        <w:t xml:space="preserve"> kiedy to prowadzenie </w:t>
      </w:r>
      <w:r w:rsidR="00C81B42">
        <w:t>c</w:t>
      </w:r>
      <w:r w:rsidR="00C81B42" w:rsidRPr="000B15B6">
        <w:t xml:space="preserve">entralnej </w:t>
      </w:r>
      <w:r w:rsidR="000B15B6" w:rsidRPr="000B15B6">
        <w:t xml:space="preserve">elektronicznej </w:t>
      </w:r>
      <w:r w:rsidR="00C81B42">
        <w:t>r</w:t>
      </w:r>
      <w:r w:rsidR="00C81B42" w:rsidRPr="000B15B6">
        <w:t xml:space="preserve">ejestracji </w:t>
      </w:r>
      <w:r w:rsidRPr="00C942B1">
        <w:t xml:space="preserve">na świadczenia opieki zdrowotnej, które zostaną </w:t>
      </w:r>
      <w:r w:rsidR="00D40C6F">
        <w:t xml:space="preserve">wymienione w wykazie </w:t>
      </w:r>
      <w:r w:rsidRPr="00C942B1">
        <w:t>określon</w:t>
      </w:r>
      <w:r w:rsidR="00D40C6F">
        <w:t>ym</w:t>
      </w:r>
      <w:r w:rsidRPr="00C942B1">
        <w:t xml:space="preserve"> w przepisach wydanych na podstawie art. 23</w:t>
      </w:r>
      <w:r w:rsidR="00F35731">
        <w:t>h</w:t>
      </w:r>
      <w:r w:rsidRPr="00C942B1">
        <w:t xml:space="preserve"> </w:t>
      </w:r>
      <w:r w:rsidR="00246871">
        <w:t xml:space="preserve">ust. 2 </w:t>
      </w:r>
      <w:r w:rsidR="00D40C6F">
        <w:t xml:space="preserve">pkt 1 </w:t>
      </w:r>
      <w:r w:rsidRPr="00C942B1">
        <w:t xml:space="preserve">ustawy o świadczeniach, stanie się obligatoryjne, </w:t>
      </w:r>
      <w:r w:rsidR="00F337C6">
        <w:t>wyznaczanie</w:t>
      </w:r>
      <w:r w:rsidR="00F337C6" w:rsidRPr="00C942B1">
        <w:t xml:space="preserve"> </w:t>
      </w:r>
      <w:r w:rsidRPr="00C942B1">
        <w:t xml:space="preserve">świadczeniobiorcom terminów udzielania tych świadczeń może odbywać się </w:t>
      </w:r>
      <w:r w:rsidR="00D71F91">
        <w:t xml:space="preserve">na zasadach dotychczasowych: </w:t>
      </w:r>
      <w:r w:rsidRPr="00C942B1">
        <w:t>według wyboru świadczeniodawcy –</w:t>
      </w:r>
      <w:r w:rsidR="00911612">
        <w:t xml:space="preserve"> </w:t>
      </w:r>
      <w:r w:rsidR="00272BCF">
        <w:t>albo</w:t>
      </w:r>
      <w:r w:rsidRPr="00C942B1">
        <w:t xml:space="preserve"> w ramach </w:t>
      </w:r>
      <w:r w:rsidR="00C81B42">
        <w:t>c</w:t>
      </w:r>
      <w:r w:rsidR="00C81B42" w:rsidRPr="000B15B6">
        <w:t xml:space="preserve">entralnej </w:t>
      </w:r>
      <w:r w:rsidR="000B15B6" w:rsidRPr="000B15B6">
        <w:t xml:space="preserve">elektronicznej </w:t>
      </w:r>
      <w:r w:rsidR="00C81B42">
        <w:t>r</w:t>
      </w:r>
      <w:r w:rsidR="00C81B42" w:rsidRPr="000B15B6">
        <w:t>ejestracji</w:t>
      </w:r>
      <w:r w:rsidRPr="00C942B1">
        <w:t xml:space="preserve">. Wyznaczenie okresu przejściowego </w:t>
      </w:r>
      <w:r w:rsidRPr="005C61E2">
        <w:t xml:space="preserve">jest </w:t>
      </w:r>
      <w:r w:rsidRPr="00C942B1">
        <w:t>podyktowane po pierwsze dążeniem do zapewnienia świadczeniodawcom odpowiedniego okresu czasu na dostosowanie się do wprowadzanego nowego rozwiązania</w:t>
      </w:r>
      <w:r>
        <w:t xml:space="preserve">, </w:t>
      </w:r>
      <w:r w:rsidR="002F31F3">
        <w:t xml:space="preserve">w tym dostosowanie systemów informatycznych, </w:t>
      </w:r>
      <w:r>
        <w:t>a</w:t>
      </w:r>
      <w:r w:rsidRPr="00C942B1">
        <w:t xml:space="preserve"> </w:t>
      </w:r>
      <w:r>
        <w:t>p</w:t>
      </w:r>
      <w:r w:rsidRPr="00C942B1">
        <w:t xml:space="preserve">o drugie </w:t>
      </w:r>
      <w:r>
        <w:t xml:space="preserve">ma </w:t>
      </w:r>
      <w:r w:rsidRPr="00C942B1">
        <w:t>zapewni</w:t>
      </w:r>
      <w:r>
        <w:t>ć</w:t>
      </w:r>
      <w:r w:rsidRPr="00C942B1">
        <w:t xml:space="preserve"> zachowanie ciągłości reguł </w:t>
      </w:r>
      <w:r w:rsidR="00AD16C0">
        <w:t>wyznaczania</w:t>
      </w:r>
      <w:r w:rsidR="00AD16C0" w:rsidRPr="00C942B1">
        <w:t xml:space="preserve"> </w:t>
      </w:r>
      <w:r w:rsidRPr="00C942B1">
        <w:t xml:space="preserve">terminów udzielania świadczeń u świadczeniodawców uczestniczących w trwającym obecnie programie pilotażowym </w:t>
      </w:r>
      <w:r w:rsidR="00C81B42">
        <w:t>c</w:t>
      </w:r>
      <w:r w:rsidR="00C81B42" w:rsidRPr="000B15B6">
        <w:t xml:space="preserve">entralnej </w:t>
      </w:r>
      <w:r w:rsidR="000B15B6" w:rsidRPr="000B15B6">
        <w:t xml:space="preserve">elektronicznej </w:t>
      </w:r>
      <w:r w:rsidR="00C81B42">
        <w:t>r</w:t>
      </w:r>
      <w:r w:rsidR="00C81B42" w:rsidRPr="000B15B6">
        <w:t xml:space="preserve">ejestracji </w:t>
      </w:r>
      <w:r w:rsidRPr="00C942B1">
        <w:t>na wybrane świadczenia opieki zdrowotnej z</w:t>
      </w:r>
      <w:r w:rsidR="00E16EFF">
        <w:t> </w:t>
      </w:r>
      <w:r w:rsidRPr="00C942B1">
        <w:t>zakresu ambulatoryjnej opieki specjalistycznej</w:t>
      </w:r>
      <w:r w:rsidR="000B15B6">
        <w:t xml:space="preserve"> </w:t>
      </w:r>
      <w:r w:rsidR="000B15B6" w:rsidRPr="000B15B6">
        <w:t>oraz programów profilaktyki zdrowotnej</w:t>
      </w:r>
      <w:r w:rsidRPr="00C942B1">
        <w:t xml:space="preserve">. </w:t>
      </w:r>
    </w:p>
    <w:p w14:paraId="08368830" w14:textId="51DFE699" w:rsidR="00804695" w:rsidRDefault="00804695" w:rsidP="00804695">
      <w:pPr>
        <w:pStyle w:val="NIEARTTEKSTtekstnieartykuowanynppodstprawnarozplubpreambua"/>
      </w:pPr>
      <w:r w:rsidRPr="00C942B1">
        <w:t>Projekt ustawy nie zawiera przepisów technicznych w rozumieniu rozporządzenia Rady Ministrów z dnia 23 grudnia 2002 r. w sprawie sposobu funkcjonowania krajowego systemu notyfikacji norm i aktów prawnych (Dz. U. poz. 2039 oraz z 2004 r. poz. 597) i nie podlega notyfikacji Komisji Europejskiej.</w:t>
      </w:r>
    </w:p>
    <w:p w14:paraId="2F133D68" w14:textId="77AAFDD7" w:rsidR="00804695" w:rsidRDefault="00804695" w:rsidP="00804695">
      <w:pPr>
        <w:pStyle w:val="ARTartustawynprozporzdzenia"/>
      </w:pPr>
      <w:r w:rsidRPr="00B770A2">
        <w:t xml:space="preserve">Projekt </w:t>
      </w:r>
      <w:r w:rsidR="009F36DC">
        <w:t xml:space="preserve">ustawy </w:t>
      </w:r>
      <w:r w:rsidRPr="00B770A2">
        <w:t xml:space="preserve">nie zawiera wymogów nakładanych na usługodawców podlegających notyfikacji, o której mowa w art. 15 ust. 7 i art. 39 ust. 5 dyrektywy 2006/123/WE Parlamentu Europejskiego i Rady z dnia 12 grudnia 2006 r. dotyczącej usług na rynku wewnętrznym (Dz. Urz. UE L 376 z 27.12.2006, str. 36).  </w:t>
      </w:r>
    </w:p>
    <w:p w14:paraId="235A59C4" w14:textId="188E581D" w:rsidR="001D2D20" w:rsidRPr="00B770A2" w:rsidRDefault="001D2D20" w:rsidP="001D2D20">
      <w:pPr>
        <w:pStyle w:val="ARTartustawynprozporzdzenia"/>
      </w:pPr>
      <w:r w:rsidRPr="001D2D20">
        <w:t>Projekt</w:t>
      </w:r>
      <w:r w:rsidR="00CF101B">
        <w:t xml:space="preserve"> ustawy </w:t>
      </w:r>
      <w:r w:rsidRPr="001D2D20">
        <w:t>wywiera wpływ na obszar danych osobowych. W związku z tym</w:t>
      </w:r>
      <w:r w:rsidR="00CF101B" w:rsidRPr="001D2D20" w:rsidDel="00CF101B">
        <w:t xml:space="preserve"> </w:t>
      </w:r>
      <w:r w:rsidR="00CF101B">
        <w:t>p</w:t>
      </w:r>
      <w:r w:rsidRPr="001D2D20">
        <w:t>rzeprowadzono ocen</w:t>
      </w:r>
      <w:r w:rsidR="008A170B">
        <w:t>ę</w:t>
      </w:r>
      <w:r w:rsidRPr="001D2D20">
        <w:t xml:space="preserve"> skutków dla ochrony danych osobowych, o której mowa w art. 35 ust. 1 rozporządzenia Parlamentu Europejskiego i Rady (UE) 2016/679 z dnia 27 kwietnia 2016 r. w sprawie ochrony osób fizycznych w związku z przetwarzaniem danych osobowych i </w:t>
      </w:r>
      <w:r w:rsidRPr="001D2D20">
        <w:lastRenderedPageBreak/>
        <w:t>w</w:t>
      </w:r>
      <w:r w:rsidR="00E16EFF">
        <w:t> </w:t>
      </w:r>
      <w:r w:rsidRPr="001D2D20">
        <w:t>sprawie swobodnego przepływu takich danych oraz uchylenia dyrektywy 95/46/WE (ogólne rozporządzenie o ochronie danych) (Dz. Urz. UE L 119 z 04.05.2016, str. 1, z późn. zm.).</w:t>
      </w:r>
    </w:p>
    <w:p w14:paraId="10277974" w14:textId="04E02676" w:rsidR="00804695" w:rsidRPr="00C942B1" w:rsidRDefault="00AF3748" w:rsidP="00804695">
      <w:pPr>
        <w:pStyle w:val="NIEARTTEKSTtekstnieartykuowanynppodstprawnarozplubpreambua"/>
      </w:pPr>
      <w:r w:rsidRPr="00650BBC">
        <w:t xml:space="preserve">Projekt ustawy nie jest sprzeczny z prawem Unii Europejskiej </w:t>
      </w:r>
      <w:r w:rsidR="00804695" w:rsidRPr="00C942B1">
        <w:t>i nie wymaga przedstawienia właściwym organom i instytucjom Unii Europejskiej, w tym Europejskiemu Bankowi Centralnemu, w celu uzyskania opinii, dokonania powiadomienia, konsultacji albo uzgodnienia projektu.</w:t>
      </w:r>
      <w:r w:rsidR="00804695" w:rsidRPr="00C942B1">
        <w:tab/>
      </w:r>
    </w:p>
    <w:p w14:paraId="556B133B" w14:textId="030EA73C" w:rsidR="00804695" w:rsidRPr="00C942B1" w:rsidRDefault="00804695" w:rsidP="00804695">
      <w:pPr>
        <w:pStyle w:val="NIEARTTEKSTtekstnieartykuowanynppodstprawnarozplubpreambua"/>
      </w:pPr>
      <w:r w:rsidRPr="00C942B1">
        <w:t xml:space="preserve">Projekt </w:t>
      </w:r>
      <w:r w:rsidR="008A170B">
        <w:t xml:space="preserve">ustawy </w:t>
      </w:r>
      <w:r w:rsidRPr="00C942B1">
        <w:t>będzie miał wpływ na mikro</w:t>
      </w:r>
      <w:r w:rsidR="007D29E6">
        <w:t>-, małych</w:t>
      </w:r>
      <w:r w:rsidR="000E5803">
        <w:t>, średnich i dużych</w:t>
      </w:r>
      <w:r w:rsidRPr="00C942B1">
        <w:t xml:space="preserve"> przedsiębiorców udzielających świadczeń opieki zdrowotnej należących do zakresów objętych </w:t>
      </w:r>
      <w:r w:rsidR="00C35CC5" w:rsidRPr="00C35CC5">
        <w:t>centraln</w:t>
      </w:r>
      <w:r w:rsidR="00C35CC5">
        <w:t>ą</w:t>
      </w:r>
      <w:r w:rsidR="00C35CC5" w:rsidRPr="00C35CC5">
        <w:t xml:space="preserve"> elektroniczn</w:t>
      </w:r>
      <w:r w:rsidR="00C35CC5">
        <w:t xml:space="preserve">ą </w:t>
      </w:r>
      <w:r w:rsidR="00C35CC5" w:rsidRPr="00C35CC5">
        <w:t>rejestracj</w:t>
      </w:r>
      <w:r w:rsidR="00C35CC5">
        <w:t xml:space="preserve">ą </w:t>
      </w:r>
      <w:r w:rsidRPr="00C942B1">
        <w:t>na świadczenia</w:t>
      </w:r>
      <w:r w:rsidR="00C35CC5">
        <w:t xml:space="preserve"> opieki zdrowotnej</w:t>
      </w:r>
      <w:r w:rsidRPr="00C942B1">
        <w:t xml:space="preserve">. </w:t>
      </w:r>
      <w:r w:rsidRPr="00261CAB">
        <w:t>Wejście w życie projektu ustawy poprawi proces obsługi zgłoszeń i</w:t>
      </w:r>
      <w:r w:rsidR="00C35CC5">
        <w:t xml:space="preserve"> tzw. </w:t>
      </w:r>
      <w:r w:rsidRPr="00261CAB">
        <w:t>kolejkowania</w:t>
      </w:r>
      <w:r w:rsidR="00C35CC5">
        <w:t xml:space="preserve"> </w:t>
      </w:r>
      <w:r w:rsidRPr="00261CAB">
        <w:t xml:space="preserve">świadczeniobiorców oczekujących na udzielenie świadczenia </w:t>
      </w:r>
      <w:r w:rsidR="00C35CC5">
        <w:t xml:space="preserve">opieki zdrowotnej, </w:t>
      </w:r>
      <w:r w:rsidRPr="00261CAB">
        <w:t>co przełoży się na usprawnienie funkcjonowania świadczeniodawców</w:t>
      </w:r>
      <w:r>
        <w:t xml:space="preserve">. </w:t>
      </w:r>
      <w:r w:rsidRPr="00C942B1">
        <w:t xml:space="preserve">Świadczeniodawcy ci będą zobligowani do dokonywania </w:t>
      </w:r>
      <w:r w:rsidR="00EC54C8">
        <w:t xml:space="preserve">centralnej </w:t>
      </w:r>
      <w:r w:rsidRPr="00C942B1">
        <w:t>elektronicznej rejestracji, przy czym ich aktywna partycypacja będzie wiązała się z</w:t>
      </w:r>
      <w:r w:rsidR="00E16EFF">
        <w:t> </w:t>
      </w:r>
      <w:r w:rsidRPr="00C942B1">
        <w:t>przyznaniem świadczeniodawcom dodatkowych środków finansowych.</w:t>
      </w:r>
    </w:p>
    <w:p w14:paraId="793A1A5A" w14:textId="71A0A081" w:rsidR="00804695" w:rsidRPr="00C942B1" w:rsidRDefault="00804695" w:rsidP="00804695">
      <w:pPr>
        <w:pStyle w:val="NIEARTTEKSTtekstnieartykuowanynppodstprawnarozplubpreambua"/>
      </w:pPr>
      <w:r w:rsidRPr="00C942B1">
        <w:t>Jednocześnie należy wskazać, że nie ma możliwości podjęcia alternatywnych w stosunku do projekt</w:t>
      </w:r>
      <w:r w:rsidR="008A170B">
        <w:t>u</w:t>
      </w:r>
      <w:r w:rsidRPr="00C942B1">
        <w:t xml:space="preserve"> ustawy środków umożliwiających osiągnięcie zamierzonego celu.</w:t>
      </w:r>
    </w:p>
    <w:p w14:paraId="390B4257" w14:textId="4511E801" w:rsidR="00261A16" w:rsidRPr="00737F6A" w:rsidRDefault="00261A16" w:rsidP="00804695">
      <w:pPr>
        <w:spacing w:after="0" w:line="360" w:lineRule="auto"/>
      </w:pPr>
    </w:p>
    <w:sectPr w:rsidR="00261A16" w:rsidRPr="00737F6A" w:rsidSect="003C2B42">
      <w:headerReference w:type="default" r:id="rId12"/>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5CB3C" w14:textId="77777777" w:rsidR="00721974" w:rsidRDefault="00721974">
      <w:r>
        <w:separator/>
      </w:r>
    </w:p>
  </w:endnote>
  <w:endnote w:type="continuationSeparator" w:id="0">
    <w:p w14:paraId="3C7DFF4A" w14:textId="77777777" w:rsidR="00721974" w:rsidRDefault="00721974">
      <w:r>
        <w:continuationSeparator/>
      </w:r>
    </w:p>
  </w:endnote>
  <w:endnote w:type="continuationNotice" w:id="1">
    <w:p w14:paraId="4218DB01" w14:textId="77777777" w:rsidR="00721974" w:rsidRDefault="007219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30A5C" w14:textId="77777777" w:rsidR="00721974" w:rsidRDefault="00721974">
      <w:r>
        <w:separator/>
      </w:r>
    </w:p>
  </w:footnote>
  <w:footnote w:type="continuationSeparator" w:id="0">
    <w:p w14:paraId="03D19B1D" w14:textId="77777777" w:rsidR="00721974" w:rsidRDefault="00721974">
      <w:r>
        <w:continuationSeparator/>
      </w:r>
    </w:p>
  </w:footnote>
  <w:footnote w:type="continuationNotice" w:id="1">
    <w:p w14:paraId="5A4AC7CE" w14:textId="77777777" w:rsidR="00721974" w:rsidRDefault="007219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47BA2" w14:textId="7777777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707CEB"/>
    <w:multiLevelType w:val="hybridMultilevel"/>
    <w:tmpl w:val="EE1C6C30"/>
    <w:lvl w:ilvl="0" w:tplc="438CCA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2" w15:restartNumberingAfterBreak="0">
    <w:nsid w:val="06594640"/>
    <w:multiLevelType w:val="hybridMultilevel"/>
    <w:tmpl w:val="0FB28656"/>
    <w:lvl w:ilvl="0" w:tplc="A9883094">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3"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2F90E54"/>
    <w:multiLevelType w:val="hybridMultilevel"/>
    <w:tmpl w:val="094AC03C"/>
    <w:lvl w:ilvl="0" w:tplc="304410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7"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8" w15:restartNumberingAfterBreak="0">
    <w:nsid w:val="1A252717"/>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20"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6023BC"/>
    <w:multiLevelType w:val="hybridMultilevel"/>
    <w:tmpl w:val="47B6A37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24"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4F877D5"/>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8"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30"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3C4976A3"/>
    <w:multiLevelType w:val="hybridMultilevel"/>
    <w:tmpl w:val="016AB530"/>
    <w:lvl w:ilvl="0" w:tplc="020279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280540"/>
    <w:multiLevelType w:val="hybridMultilevel"/>
    <w:tmpl w:val="1750C4A6"/>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33"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35"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7"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8"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40" w15:restartNumberingAfterBreak="0">
    <w:nsid w:val="660E6C00"/>
    <w:multiLevelType w:val="hybridMultilevel"/>
    <w:tmpl w:val="29BEA496"/>
    <w:lvl w:ilvl="0" w:tplc="C2782722">
      <w:start w:val="1"/>
      <w:numFmt w:val="decimal"/>
      <w:lvlText w:val="%1)"/>
      <w:lvlJc w:val="left"/>
      <w:pPr>
        <w:ind w:left="1360" w:hanging="360"/>
      </w:pPr>
    </w:lvl>
    <w:lvl w:ilvl="1" w:tplc="B108FA04">
      <w:start w:val="1"/>
      <w:numFmt w:val="decimal"/>
      <w:lvlText w:val="%2)"/>
      <w:lvlJc w:val="left"/>
      <w:pPr>
        <w:ind w:left="1360" w:hanging="360"/>
      </w:pPr>
    </w:lvl>
    <w:lvl w:ilvl="2" w:tplc="FFB208A2">
      <w:start w:val="1"/>
      <w:numFmt w:val="decimal"/>
      <w:lvlText w:val="%3)"/>
      <w:lvlJc w:val="left"/>
      <w:pPr>
        <w:ind w:left="1360" w:hanging="360"/>
      </w:pPr>
    </w:lvl>
    <w:lvl w:ilvl="3" w:tplc="68DC395A">
      <w:start w:val="1"/>
      <w:numFmt w:val="decimal"/>
      <w:lvlText w:val="%4)"/>
      <w:lvlJc w:val="left"/>
      <w:pPr>
        <w:ind w:left="1360" w:hanging="360"/>
      </w:pPr>
    </w:lvl>
    <w:lvl w:ilvl="4" w:tplc="BC3869B4">
      <w:start w:val="1"/>
      <w:numFmt w:val="decimal"/>
      <w:lvlText w:val="%5)"/>
      <w:lvlJc w:val="left"/>
      <w:pPr>
        <w:ind w:left="1360" w:hanging="360"/>
      </w:pPr>
    </w:lvl>
    <w:lvl w:ilvl="5" w:tplc="B8949EC0">
      <w:start w:val="1"/>
      <w:numFmt w:val="decimal"/>
      <w:lvlText w:val="%6)"/>
      <w:lvlJc w:val="left"/>
      <w:pPr>
        <w:ind w:left="1360" w:hanging="360"/>
      </w:pPr>
    </w:lvl>
    <w:lvl w:ilvl="6" w:tplc="BB06495A">
      <w:start w:val="1"/>
      <w:numFmt w:val="decimal"/>
      <w:lvlText w:val="%7)"/>
      <w:lvlJc w:val="left"/>
      <w:pPr>
        <w:ind w:left="1360" w:hanging="360"/>
      </w:pPr>
    </w:lvl>
    <w:lvl w:ilvl="7" w:tplc="8122693A">
      <w:start w:val="1"/>
      <w:numFmt w:val="decimal"/>
      <w:lvlText w:val="%8)"/>
      <w:lvlJc w:val="left"/>
      <w:pPr>
        <w:ind w:left="1360" w:hanging="360"/>
      </w:pPr>
    </w:lvl>
    <w:lvl w:ilvl="8" w:tplc="704C732C">
      <w:start w:val="1"/>
      <w:numFmt w:val="decimal"/>
      <w:lvlText w:val="%9)"/>
      <w:lvlJc w:val="left"/>
      <w:pPr>
        <w:ind w:left="1360" w:hanging="360"/>
      </w:pPr>
    </w:lvl>
  </w:abstractNum>
  <w:abstractNum w:abstractNumId="41"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44"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45"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32682359">
    <w:abstractNumId w:val="29"/>
  </w:num>
  <w:num w:numId="2" w16cid:durableId="616181056">
    <w:abstractNumId w:val="23"/>
  </w:num>
  <w:num w:numId="3" w16cid:durableId="1443920778">
    <w:abstractNumId w:val="44"/>
  </w:num>
  <w:num w:numId="4" w16cid:durableId="2053384499">
    <w:abstractNumId w:val="39"/>
  </w:num>
  <w:num w:numId="5" w16cid:durableId="1204100638">
    <w:abstractNumId w:val="17"/>
  </w:num>
  <w:num w:numId="6" w16cid:durableId="1259676934">
    <w:abstractNumId w:val="11"/>
  </w:num>
  <w:num w:numId="7" w16cid:durableId="1517190922">
    <w:abstractNumId w:val="19"/>
  </w:num>
  <w:num w:numId="8" w16cid:durableId="643506678">
    <w:abstractNumId w:val="34"/>
  </w:num>
  <w:num w:numId="9" w16cid:durableId="2124297854">
    <w:abstractNumId w:val="20"/>
  </w:num>
  <w:num w:numId="10" w16cid:durableId="1830170655">
    <w:abstractNumId w:val="8"/>
  </w:num>
  <w:num w:numId="11" w16cid:durableId="2032802351">
    <w:abstractNumId w:val="3"/>
  </w:num>
  <w:num w:numId="12" w16cid:durableId="1810635510">
    <w:abstractNumId w:val="2"/>
  </w:num>
  <w:num w:numId="13" w16cid:durableId="446194055">
    <w:abstractNumId w:val="1"/>
  </w:num>
  <w:num w:numId="14" w16cid:durableId="866799289">
    <w:abstractNumId w:val="0"/>
  </w:num>
  <w:num w:numId="15" w16cid:durableId="1739667072">
    <w:abstractNumId w:val="9"/>
  </w:num>
  <w:num w:numId="16" w16cid:durableId="940916547">
    <w:abstractNumId w:val="7"/>
  </w:num>
  <w:num w:numId="17" w16cid:durableId="1677073699">
    <w:abstractNumId w:val="6"/>
  </w:num>
  <w:num w:numId="18" w16cid:durableId="87312281">
    <w:abstractNumId w:val="5"/>
  </w:num>
  <w:num w:numId="19" w16cid:durableId="495464943">
    <w:abstractNumId w:val="4"/>
  </w:num>
  <w:num w:numId="20" w16cid:durableId="1077703662">
    <w:abstractNumId w:val="42"/>
  </w:num>
  <w:num w:numId="21" w16cid:durableId="1204708447">
    <w:abstractNumId w:val="33"/>
  </w:num>
  <w:num w:numId="22" w16cid:durableId="600071897">
    <w:abstractNumId w:val="45"/>
  </w:num>
  <w:num w:numId="23" w16cid:durableId="1882086409">
    <w:abstractNumId w:val="41"/>
  </w:num>
  <w:num w:numId="24" w16cid:durableId="993141491">
    <w:abstractNumId w:val="24"/>
  </w:num>
  <w:num w:numId="25" w16cid:durableId="1797259453">
    <w:abstractNumId w:val="13"/>
  </w:num>
  <w:num w:numId="26" w16cid:durableId="1203439283">
    <w:abstractNumId w:val="38"/>
  </w:num>
  <w:num w:numId="27" w16cid:durableId="1136070098">
    <w:abstractNumId w:val="26"/>
  </w:num>
  <w:num w:numId="28" w16cid:durableId="1497961009">
    <w:abstractNumId w:val="22"/>
  </w:num>
  <w:num w:numId="29" w16cid:durableId="493255322">
    <w:abstractNumId w:val="28"/>
  </w:num>
  <w:num w:numId="30" w16cid:durableId="849684785">
    <w:abstractNumId w:val="35"/>
  </w:num>
  <w:num w:numId="31" w16cid:durableId="184295383">
    <w:abstractNumId w:val="30"/>
  </w:num>
  <w:num w:numId="32" w16cid:durableId="837158728">
    <w:abstractNumId w:val="16"/>
  </w:num>
  <w:num w:numId="33" w16cid:durableId="675690093">
    <w:abstractNumId w:val="37"/>
  </w:num>
  <w:num w:numId="34" w16cid:durableId="1119910688">
    <w:abstractNumId w:val="36"/>
  </w:num>
  <w:num w:numId="35" w16cid:durableId="2120222782">
    <w:abstractNumId w:val="27"/>
  </w:num>
  <w:num w:numId="36" w16cid:durableId="1402946341">
    <w:abstractNumId w:val="43"/>
  </w:num>
  <w:num w:numId="37" w16cid:durableId="1096749746">
    <w:abstractNumId w:val="15"/>
  </w:num>
  <w:num w:numId="38" w16cid:durableId="192689239">
    <w:abstractNumId w:val="14"/>
  </w:num>
  <w:num w:numId="39" w16cid:durableId="909077397">
    <w:abstractNumId w:val="10"/>
  </w:num>
  <w:num w:numId="40" w16cid:durableId="282080944">
    <w:abstractNumId w:val="31"/>
  </w:num>
  <w:num w:numId="41" w16cid:durableId="18958922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41834767">
    <w:abstractNumId w:val="40"/>
  </w:num>
  <w:num w:numId="43" w16cid:durableId="1407453285">
    <w:abstractNumId w:val="32"/>
  </w:num>
  <w:num w:numId="44" w16cid:durableId="2012027994">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trackRevisions/>
  <w:documentProtection w:formatting="1" w:enforcement="0"/>
  <w:styleLockTheme/>
  <w:styleLockQFSet/>
  <w:defaultTabStop w:val="170"/>
  <w:hyphenationZone w:val="425"/>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2B1"/>
    <w:rsid w:val="00000A69"/>
    <w:rsid w:val="00000EED"/>
    <w:rsid w:val="000012DA"/>
    <w:rsid w:val="000015F0"/>
    <w:rsid w:val="00001610"/>
    <w:rsid w:val="00001756"/>
    <w:rsid w:val="00001DA5"/>
    <w:rsid w:val="0000246E"/>
    <w:rsid w:val="00002FE1"/>
    <w:rsid w:val="000032C9"/>
    <w:rsid w:val="00003862"/>
    <w:rsid w:val="00003878"/>
    <w:rsid w:val="00004754"/>
    <w:rsid w:val="00005C29"/>
    <w:rsid w:val="00006882"/>
    <w:rsid w:val="00007025"/>
    <w:rsid w:val="00007B2A"/>
    <w:rsid w:val="000104E4"/>
    <w:rsid w:val="000106E9"/>
    <w:rsid w:val="00010996"/>
    <w:rsid w:val="00010E73"/>
    <w:rsid w:val="0001169A"/>
    <w:rsid w:val="00011ACF"/>
    <w:rsid w:val="00012A35"/>
    <w:rsid w:val="00012B58"/>
    <w:rsid w:val="00012CED"/>
    <w:rsid w:val="00012D90"/>
    <w:rsid w:val="00012ECC"/>
    <w:rsid w:val="00013000"/>
    <w:rsid w:val="00013321"/>
    <w:rsid w:val="00013483"/>
    <w:rsid w:val="00013633"/>
    <w:rsid w:val="00013A0E"/>
    <w:rsid w:val="00014011"/>
    <w:rsid w:val="0001452D"/>
    <w:rsid w:val="000148C3"/>
    <w:rsid w:val="00015E65"/>
    <w:rsid w:val="00016099"/>
    <w:rsid w:val="00016237"/>
    <w:rsid w:val="00016D90"/>
    <w:rsid w:val="000175C5"/>
    <w:rsid w:val="00017AD7"/>
    <w:rsid w:val="00017DC2"/>
    <w:rsid w:val="00017EAB"/>
    <w:rsid w:val="00017F05"/>
    <w:rsid w:val="000203D6"/>
    <w:rsid w:val="00021522"/>
    <w:rsid w:val="000216C9"/>
    <w:rsid w:val="00021876"/>
    <w:rsid w:val="00022453"/>
    <w:rsid w:val="00022D6D"/>
    <w:rsid w:val="00023471"/>
    <w:rsid w:val="00023979"/>
    <w:rsid w:val="00023F13"/>
    <w:rsid w:val="00024145"/>
    <w:rsid w:val="00024160"/>
    <w:rsid w:val="000241F8"/>
    <w:rsid w:val="0002457B"/>
    <w:rsid w:val="00024962"/>
    <w:rsid w:val="00024CB7"/>
    <w:rsid w:val="00024DC5"/>
    <w:rsid w:val="000252EE"/>
    <w:rsid w:val="00025978"/>
    <w:rsid w:val="00026385"/>
    <w:rsid w:val="00026CF4"/>
    <w:rsid w:val="0002720D"/>
    <w:rsid w:val="00027788"/>
    <w:rsid w:val="00030634"/>
    <w:rsid w:val="00031599"/>
    <w:rsid w:val="000319C1"/>
    <w:rsid w:val="00031A8B"/>
    <w:rsid w:val="00031BCA"/>
    <w:rsid w:val="00032769"/>
    <w:rsid w:val="00032BAE"/>
    <w:rsid w:val="000330FA"/>
    <w:rsid w:val="0003362F"/>
    <w:rsid w:val="000340FC"/>
    <w:rsid w:val="00034348"/>
    <w:rsid w:val="000343F7"/>
    <w:rsid w:val="000348C2"/>
    <w:rsid w:val="00034DAC"/>
    <w:rsid w:val="00034E08"/>
    <w:rsid w:val="00034E95"/>
    <w:rsid w:val="0003545F"/>
    <w:rsid w:val="00035C9E"/>
    <w:rsid w:val="00036B63"/>
    <w:rsid w:val="00036E6E"/>
    <w:rsid w:val="00037C6F"/>
    <w:rsid w:val="00037E1A"/>
    <w:rsid w:val="00040506"/>
    <w:rsid w:val="000406C3"/>
    <w:rsid w:val="00040CD5"/>
    <w:rsid w:val="00041123"/>
    <w:rsid w:val="000413A2"/>
    <w:rsid w:val="000413F3"/>
    <w:rsid w:val="000416DE"/>
    <w:rsid w:val="00041C5F"/>
    <w:rsid w:val="00041DA9"/>
    <w:rsid w:val="00042035"/>
    <w:rsid w:val="00042BD3"/>
    <w:rsid w:val="000431A0"/>
    <w:rsid w:val="000431B5"/>
    <w:rsid w:val="00043495"/>
    <w:rsid w:val="00043AB0"/>
    <w:rsid w:val="000441F0"/>
    <w:rsid w:val="000442A0"/>
    <w:rsid w:val="00045481"/>
    <w:rsid w:val="000454BA"/>
    <w:rsid w:val="00045BAF"/>
    <w:rsid w:val="00046062"/>
    <w:rsid w:val="0004637D"/>
    <w:rsid w:val="00046A75"/>
    <w:rsid w:val="00047312"/>
    <w:rsid w:val="00047AF6"/>
    <w:rsid w:val="000508BD"/>
    <w:rsid w:val="00050D21"/>
    <w:rsid w:val="000514F3"/>
    <w:rsid w:val="00051705"/>
    <w:rsid w:val="00051721"/>
    <w:rsid w:val="000517AB"/>
    <w:rsid w:val="0005228B"/>
    <w:rsid w:val="0005339C"/>
    <w:rsid w:val="000535D0"/>
    <w:rsid w:val="00053C2B"/>
    <w:rsid w:val="00053D6E"/>
    <w:rsid w:val="00054547"/>
    <w:rsid w:val="00054F70"/>
    <w:rsid w:val="0005571B"/>
    <w:rsid w:val="000559EC"/>
    <w:rsid w:val="00055C09"/>
    <w:rsid w:val="00056617"/>
    <w:rsid w:val="000578DE"/>
    <w:rsid w:val="00057982"/>
    <w:rsid w:val="00057AB3"/>
    <w:rsid w:val="00060076"/>
    <w:rsid w:val="00060432"/>
    <w:rsid w:val="00060434"/>
    <w:rsid w:val="00060713"/>
    <w:rsid w:val="00060D87"/>
    <w:rsid w:val="00060FB9"/>
    <w:rsid w:val="000615A5"/>
    <w:rsid w:val="00061A60"/>
    <w:rsid w:val="00061B21"/>
    <w:rsid w:val="00061CE4"/>
    <w:rsid w:val="00061F56"/>
    <w:rsid w:val="000623E7"/>
    <w:rsid w:val="0006267A"/>
    <w:rsid w:val="0006267E"/>
    <w:rsid w:val="0006317C"/>
    <w:rsid w:val="000632CE"/>
    <w:rsid w:val="000639A6"/>
    <w:rsid w:val="000647D5"/>
    <w:rsid w:val="00064E4C"/>
    <w:rsid w:val="0006503D"/>
    <w:rsid w:val="0006571C"/>
    <w:rsid w:val="00065786"/>
    <w:rsid w:val="00065A74"/>
    <w:rsid w:val="000664C6"/>
    <w:rsid w:val="00066901"/>
    <w:rsid w:val="000676E9"/>
    <w:rsid w:val="00067AFF"/>
    <w:rsid w:val="00067DE6"/>
    <w:rsid w:val="00070967"/>
    <w:rsid w:val="000712FD"/>
    <w:rsid w:val="00071BEE"/>
    <w:rsid w:val="00071CD5"/>
    <w:rsid w:val="00071E64"/>
    <w:rsid w:val="00072EFA"/>
    <w:rsid w:val="00073671"/>
    <w:rsid w:val="000736CD"/>
    <w:rsid w:val="00073723"/>
    <w:rsid w:val="00073756"/>
    <w:rsid w:val="00073A37"/>
    <w:rsid w:val="00073A4D"/>
    <w:rsid w:val="00074473"/>
    <w:rsid w:val="00074764"/>
    <w:rsid w:val="00074861"/>
    <w:rsid w:val="000749AF"/>
    <w:rsid w:val="00074B62"/>
    <w:rsid w:val="00074C44"/>
    <w:rsid w:val="000752D3"/>
    <w:rsid w:val="0007533B"/>
    <w:rsid w:val="0007543D"/>
    <w:rsid w:val="0007545D"/>
    <w:rsid w:val="000760BF"/>
    <w:rsid w:val="0007613E"/>
    <w:rsid w:val="000769C9"/>
    <w:rsid w:val="00076A29"/>
    <w:rsid w:val="00076BFC"/>
    <w:rsid w:val="00076E5E"/>
    <w:rsid w:val="000774C8"/>
    <w:rsid w:val="000774F7"/>
    <w:rsid w:val="00077B11"/>
    <w:rsid w:val="00080460"/>
    <w:rsid w:val="00080C68"/>
    <w:rsid w:val="00081203"/>
    <w:rsid w:val="000814A7"/>
    <w:rsid w:val="000817B7"/>
    <w:rsid w:val="00082A36"/>
    <w:rsid w:val="000830FD"/>
    <w:rsid w:val="0008310A"/>
    <w:rsid w:val="00083165"/>
    <w:rsid w:val="00083627"/>
    <w:rsid w:val="000839B6"/>
    <w:rsid w:val="00083CDB"/>
    <w:rsid w:val="000846F4"/>
    <w:rsid w:val="00084DC1"/>
    <w:rsid w:val="0008557B"/>
    <w:rsid w:val="000859D8"/>
    <w:rsid w:val="00085CE7"/>
    <w:rsid w:val="00085DA9"/>
    <w:rsid w:val="0008697C"/>
    <w:rsid w:val="00086B49"/>
    <w:rsid w:val="00086C45"/>
    <w:rsid w:val="00086DEE"/>
    <w:rsid w:val="00087141"/>
    <w:rsid w:val="000873E9"/>
    <w:rsid w:val="000876A1"/>
    <w:rsid w:val="0009010F"/>
    <w:rsid w:val="0009026A"/>
    <w:rsid w:val="000906EE"/>
    <w:rsid w:val="000908BB"/>
    <w:rsid w:val="000909A0"/>
    <w:rsid w:val="00091BA2"/>
    <w:rsid w:val="00091C52"/>
    <w:rsid w:val="00092102"/>
    <w:rsid w:val="00092767"/>
    <w:rsid w:val="000944EF"/>
    <w:rsid w:val="00094F0B"/>
    <w:rsid w:val="0009536B"/>
    <w:rsid w:val="000969F2"/>
    <w:rsid w:val="00097115"/>
    <w:rsid w:val="00097323"/>
    <w:rsid w:val="0009732D"/>
    <w:rsid w:val="000973F0"/>
    <w:rsid w:val="000975DD"/>
    <w:rsid w:val="000976D2"/>
    <w:rsid w:val="00097A36"/>
    <w:rsid w:val="00097BEA"/>
    <w:rsid w:val="00097C83"/>
    <w:rsid w:val="000A0BFA"/>
    <w:rsid w:val="000A0D99"/>
    <w:rsid w:val="000A1296"/>
    <w:rsid w:val="000A134F"/>
    <w:rsid w:val="000A13A1"/>
    <w:rsid w:val="000A1C27"/>
    <w:rsid w:val="000A1DAD"/>
    <w:rsid w:val="000A257C"/>
    <w:rsid w:val="000A2649"/>
    <w:rsid w:val="000A274F"/>
    <w:rsid w:val="000A2C4A"/>
    <w:rsid w:val="000A2CC9"/>
    <w:rsid w:val="000A323B"/>
    <w:rsid w:val="000A35B1"/>
    <w:rsid w:val="000A4325"/>
    <w:rsid w:val="000A4823"/>
    <w:rsid w:val="000A4E95"/>
    <w:rsid w:val="000A5CEE"/>
    <w:rsid w:val="000B04ED"/>
    <w:rsid w:val="000B105A"/>
    <w:rsid w:val="000B15B6"/>
    <w:rsid w:val="000B1B09"/>
    <w:rsid w:val="000B298D"/>
    <w:rsid w:val="000B31BB"/>
    <w:rsid w:val="000B3649"/>
    <w:rsid w:val="000B465C"/>
    <w:rsid w:val="000B4AA8"/>
    <w:rsid w:val="000B4C21"/>
    <w:rsid w:val="000B5B2D"/>
    <w:rsid w:val="000B5CFC"/>
    <w:rsid w:val="000B5DCE"/>
    <w:rsid w:val="000B5E90"/>
    <w:rsid w:val="000B62D0"/>
    <w:rsid w:val="000B6550"/>
    <w:rsid w:val="000B7369"/>
    <w:rsid w:val="000B73CB"/>
    <w:rsid w:val="000B7AC6"/>
    <w:rsid w:val="000B7AFD"/>
    <w:rsid w:val="000B7E3D"/>
    <w:rsid w:val="000C05BA"/>
    <w:rsid w:val="000C06CE"/>
    <w:rsid w:val="000C0E8F"/>
    <w:rsid w:val="000C16EC"/>
    <w:rsid w:val="000C2C57"/>
    <w:rsid w:val="000C2C7C"/>
    <w:rsid w:val="000C2D53"/>
    <w:rsid w:val="000C2EE0"/>
    <w:rsid w:val="000C3455"/>
    <w:rsid w:val="000C3621"/>
    <w:rsid w:val="000C3699"/>
    <w:rsid w:val="000C37A9"/>
    <w:rsid w:val="000C4BC4"/>
    <w:rsid w:val="000C518C"/>
    <w:rsid w:val="000C6D29"/>
    <w:rsid w:val="000C7191"/>
    <w:rsid w:val="000C7A2C"/>
    <w:rsid w:val="000D0110"/>
    <w:rsid w:val="000D0801"/>
    <w:rsid w:val="000D08F4"/>
    <w:rsid w:val="000D0D36"/>
    <w:rsid w:val="000D0F7B"/>
    <w:rsid w:val="000D140F"/>
    <w:rsid w:val="000D145D"/>
    <w:rsid w:val="000D2468"/>
    <w:rsid w:val="000D26AF"/>
    <w:rsid w:val="000D29BD"/>
    <w:rsid w:val="000D2C72"/>
    <w:rsid w:val="000D2C8B"/>
    <w:rsid w:val="000D318A"/>
    <w:rsid w:val="000D3361"/>
    <w:rsid w:val="000D3CB2"/>
    <w:rsid w:val="000D3E0E"/>
    <w:rsid w:val="000D4E2B"/>
    <w:rsid w:val="000D5F40"/>
    <w:rsid w:val="000D60F0"/>
    <w:rsid w:val="000D6173"/>
    <w:rsid w:val="000D642F"/>
    <w:rsid w:val="000D6481"/>
    <w:rsid w:val="000D68C7"/>
    <w:rsid w:val="000D6F83"/>
    <w:rsid w:val="000D77B6"/>
    <w:rsid w:val="000D78F4"/>
    <w:rsid w:val="000D7B3A"/>
    <w:rsid w:val="000D7BB7"/>
    <w:rsid w:val="000E0E15"/>
    <w:rsid w:val="000E1809"/>
    <w:rsid w:val="000E25CC"/>
    <w:rsid w:val="000E2930"/>
    <w:rsid w:val="000E3694"/>
    <w:rsid w:val="000E414B"/>
    <w:rsid w:val="000E41D7"/>
    <w:rsid w:val="000E4437"/>
    <w:rsid w:val="000E4745"/>
    <w:rsid w:val="000E490F"/>
    <w:rsid w:val="000E5803"/>
    <w:rsid w:val="000E5DEC"/>
    <w:rsid w:val="000E6241"/>
    <w:rsid w:val="000E6C65"/>
    <w:rsid w:val="000E6D94"/>
    <w:rsid w:val="000F126A"/>
    <w:rsid w:val="000F1357"/>
    <w:rsid w:val="000F1EAB"/>
    <w:rsid w:val="000F1FD2"/>
    <w:rsid w:val="000F2576"/>
    <w:rsid w:val="000F2841"/>
    <w:rsid w:val="000F29D0"/>
    <w:rsid w:val="000F2AE5"/>
    <w:rsid w:val="000F2BE3"/>
    <w:rsid w:val="000F2F86"/>
    <w:rsid w:val="000F32A8"/>
    <w:rsid w:val="000F3561"/>
    <w:rsid w:val="000F3619"/>
    <w:rsid w:val="000F37A0"/>
    <w:rsid w:val="000F3D0D"/>
    <w:rsid w:val="000F46A8"/>
    <w:rsid w:val="000F4758"/>
    <w:rsid w:val="000F4FF3"/>
    <w:rsid w:val="000F60A2"/>
    <w:rsid w:val="000F616C"/>
    <w:rsid w:val="000F6BBA"/>
    <w:rsid w:val="000F6ED4"/>
    <w:rsid w:val="000F7088"/>
    <w:rsid w:val="000F76B1"/>
    <w:rsid w:val="000F7A6E"/>
    <w:rsid w:val="000F7FF4"/>
    <w:rsid w:val="0010012E"/>
    <w:rsid w:val="001001F1"/>
    <w:rsid w:val="00100371"/>
    <w:rsid w:val="0010078B"/>
    <w:rsid w:val="0010111D"/>
    <w:rsid w:val="00101BD4"/>
    <w:rsid w:val="00101F8F"/>
    <w:rsid w:val="0010218B"/>
    <w:rsid w:val="00102586"/>
    <w:rsid w:val="001025A1"/>
    <w:rsid w:val="00102A40"/>
    <w:rsid w:val="00102E13"/>
    <w:rsid w:val="00102EC8"/>
    <w:rsid w:val="001034CE"/>
    <w:rsid w:val="001036EB"/>
    <w:rsid w:val="00103C2F"/>
    <w:rsid w:val="001042BA"/>
    <w:rsid w:val="001044D3"/>
    <w:rsid w:val="001046C9"/>
    <w:rsid w:val="00104BDD"/>
    <w:rsid w:val="00104D6E"/>
    <w:rsid w:val="00104DF0"/>
    <w:rsid w:val="00104EC7"/>
    <w:rsid w:val="001051A5"/>
    <w:rsid w:val="001051E9"/>
    <w:rsid w:val="00105628"/>
    <w:rsid w:val="00105AD8"/>
    <w:rsid w:val="00106D03"/>
    <w:rsid w:val="00107D3E"/>
    <w:rsid w:val="00110050"/>
    <w:rsid w:val="00110207"/>
    <w:rsid w:val="00110465"/>
    <w:rsid w:val="00110628"/>
    <w:rsid w:val="00110AF1"/>
    <w:rsid w:val="00110E29"/>
    <w:rsid w:val="0011131E"/>
    <w:rsid w:val="001113C6"/>
    <w:rsid w:val="0011245A"/>
    <w:rsid w:val="00112AD5"/>
    <w:rsid w:val="001136C3"/>
    <w:rsid w:val="0011490C"/>
    <w:rsid w:val="0011493E"/>
    <w:rsid w:val="00114A6C"/>
    <w:rsid w:val="00114B8B"/>
    <w:rsid w:val="00114E6F"/>
    <w:rsid w:val="00115177"/>
    <w:rsid w:val="00115B72"/>
    <w:rsid w:val="00115E88"/>
    <w:rsid w:val="00115F12"/>
    <w:rsid w:val="00115F3E"/>
    <w:rsid w:val="00117084"/>
    <w:rsid w:val="00117D01"/>
    <w:rsid w:val="00117D06"/>
    <w:rsid w:val="00120080"/>
    <w:rsid w:val="001203B7"/>
    <w:rsid w:val="00120585"/>
    <w:rsid w:val="001209EC"/>
    <w:rsid w:val="00120A9E"/>
    <w:rsid w:val="00120E8F"/>
    <w:rsid w:val="00121B14"/>
    <w:rsid w:val="0012378E"/>
    <w:rsid w:val="00123C18"/>
    <w:rsid w:val="0012467D"/>
    <w:rsid w:val="00125978"/>
    <w:rsid w:val="00125A9C"/>
    <w:rsid w:val="00125AE0"/>
    <w:rsid w:val="0012613D"/>
    <w:rsid w:val="00126A5C"/>
    <w:rsid w:val="00126E55"/>
    <w:rsid w:val="001270A2"/>
    <w:rsid w:val="001276E9"/>
    <w:rsid w:val="001277A0"/>
    <w:rsid w:val="00127D9C"/>
    <w:rsid w:val="00130575"/>
    <w:rsid w:val="00131088"/>
    <w:rsid w:val="00131237"/>
    <w:rsid w:val="001315F5"/>
    <w:rsid w:val="00132262"/>
    <w:rsid w:val="00132688"/>
    <w:rsid w:val="001329AC"/>
    <w:rsid w:val="00132A0D"/>
    <w:rsid w:val="00132BBA"/>
    <w:rsid w:val="001335CE"/>
    <w:rsid w:val="00134ACF"/>
    <w:rsid w:val="00134BFF"/>
    <w:rsid w:val="00134CA0"/>
    <w:rsid w:val="001351E3"/>
    <w:rsid w:val="001356B7"/>
    <w:rsid w:val="0013579B"/>
    <w:rsid w:val="001366C3"/>
    <w:rsid w:val="00136840"/>
    <w:rsid w:val="001371FF"/>
    <w:rsid w:val="00137202"/>
    <w:rsid w:val="0013766C"/>
    <w:rsid w:val="00137A49"/>
    <w:rsid w:val="00137CD1"/>
    <w:rsid w:val="00137EEA"/>
    <w:rsid w:val="00137FAB"/>
    <w:rsid w:val="001400C3"/>
    <w:rsid w:val="0014026F"/>
    <w:rsid w:val="00140B80"/>
    <w:rsid w:val="001411D5"/>
    <w:rsid w:val="0014248E"/>
    <w:rsid w:val="001426CB"/>
    <w:rsid w:val="00142B51"/>
    <w:rsid w:val="00143DBC"/>
    <w:rsid w:val="001442A7"/>
    <w:rsid w:val="00144F6C"/>
    <w:rsid w:val="00145204"/>
    <w:rsid w:val="0014525E"/>
    <w:rsid w:val="001453B2"/>
    <w:rsid w:val="00145620"/>
    <w:rsid w:val="001457B7"/>
    <w:rsid w:val="001457BB"/>
    <w:rsid w:val="00145DA3"/>
    <w:rsid w:val="00145F17"/>
    <w:rsid w:val="001463C0"/>
    <w:rsid w:val="00146595"/>
    <w:rsid w:val="001466F0"/>
    <w:rsid w:val="00146D19"/>
    <w:rsid w:val="00146EDF"/>
    <w:rsid w:val="00146F69"/>
    <w:rsid w:val="0014757A"/>
    <w:rsid w:val="00147951"/>
    <w:rsid w:val="00147A47"/>
    <w:rsid w:val="00147AA1"/>
    <w:rsid w:val="00147BBF"/>
    <w:rsid w:val="00151647"/>
    <w:rsid w:val="001520CF"/>
    <w:rsid w:val="00152BDB"/>
    <w:rsid w:val="00153673"/>
    <w:rsid w:val="00153C85"/>
    <w:rsid w:val="00153EBC"/>
    <w:rsid w:val="0015543E"/>
    <w:rsid w:val="0015550C"/>
    <w:rsid w:val="00156166"/>
    <w:rsid w:val="0015667C"/>
    <w:rsid w:val="00157110"/>
    <w:rsid w:val="0015742A"/>
    <w:rsid w:val="00157504"/>
    <w:rsid w:val="00157531"/>
    <w:rsid w:val="0015756F"/>
    <w:rsid w:val="00157DA1"/>
    <w:rsid w:val="0016048E"/>
    <w:rsid w:val="00160B10"/>
    <w:rsid w:val="0016304C"/>
    <w:rsid w:val="00163147"/>
    <w:rsid w:val="00163966"/>
    <w:rsid w:val="001639B4"/>
    <w:rsid w:val="00164C57"/>
    <w:rsid w:val="00164C9D"/>
    <w:rsid w:val="00164FC9"/>
    <w:rsid w:val="001655DF"/>
    <w:rsid w:val="00165A6D"/>
    <w:rsid w:val="00167A7F"/>
    <w:rsid w:val="00167B2C"/>
    <w:rsid w:val="00167BFD"/>
    <w:rsid w:val="00170114"/>
    <w:rsid w:val="0017044D"/>
    <w:rsid w:val="00170D21"/>
    <w:rsid w:val="00171130"/>
    <w:rsid w:val="001712BB"/>
    <w:rsid w:val="001712F5"/>
    <w:rsid w:val="00171423"/>
    <w:rsid w:val="00171552"/>
    <w:rsid w:val="0017225D"/>
    <w:rsid w:val="001723F3"/>
    <w:rsid w:val="00172F7A"/>
    <w:rsid w:val="00172F8A"/>
    <w:rsid w:val="00172F8F"/>
    <w:rsid w:val="00173116"/>
    <w:rsid w:val="00173150"/>
    <w:rsid w:val="00173390"/>
    <w:rsid w:val="001734AF"/>
    <w:rsid w:val="001736F0"/>
    <w:rsid w:val="00173731"/>
    <w:rsid w:val="00173BB3"/>
    <w:rsid w:val="001740D0"/>
    <w:rsid w:val="00174494"/>
    <w:rsid w:val="00174A52"/>
    <w:rsid w:val="00174EBE"/>
    <w:rsid w:val="00174F2C"/>
    <w:rsid w:val="00175CDB"/>
    <w:rsid w:val="00175DF3"/>
    <w:rsid w:val="001761DA"/>
    <w:rsid w:val="001762A8"/>
    <w:rsid w:val="0017635E"/>
    <w:rsid w:val="001764FD"/>
    <w:rsid w:val="00177176"/>
    <w:rsid w:val="00177404"/>
    <w:rsid w:val="00177418"/>
    <w:rsid w:val="001774E0"/>
    <w:rsid w:val="001779DB"/>
    <w:rsid w:val="00177B99"/>
    <w:rsid w:val="00177EC5"/>
    <w:rsid w:val="0018038D"/>
    <w:rsid w:val="00180533"/>
    <w:rsid w:val="001808BF"/>
    <w:rsid w:val="00180BC3"/>
    <w:rsid w:val="00180E2C"/>
    <w:rsid w:val="00180F2A"/>
    <w:rsid w:val="00181442"/>
    <w:rsid w:val="001814F2"/>
    <w:rsid w:val="00181640"/>
    <w:rsid w:val="001816A4"/>
    <w:rsid w:val="0018296B"/>
    <w:rsid w:val="00182EB0"/>
    <w:rsid w:val="00183117"/>
    <w:rsid w:val="001838D5"/>
    <w:rsid w:val="00184B91"/>
    <w:rsid w:val="00184D4A"/>
    <w:rsid w:val="00184DDC"/>
    <w:rsid w:val="001854FB"/>
    <w:rsid w:val="00185B78"/>
    <w:rsid w:val="00185ECE"/>
    <w:rsid w:val="00186671"/>
    <w:rsid w:val="00186B43"/>
    <w:rsid w:val="00186EC1"/>
    <w:rsid w:val="00186F41"/>
    <w:rsid w:val="0018708A"/>
    <w:rsid w:val="001874A0"/>
    <w:rsid w:val="00187737"/>
    <w:rsid w:val="001878F8"/>
    <w:rsid w:val="001909A3"/>
    <w:rsid w:val="001917FF"/>
    <w:rsid w:val="00191DE9"/>
    <w:rsid w:val="00191E1F"/>
    <w:rsid w:val="00192024"/>
    <w:rsid w:val="0019266B"/>
    <w:rsid w:val="0019286E"/>
    <w:rsid w:val="00192BBF"/>
    <w:rsid w:val="00193290"/>
    <w:rsid w:val="0019394B"/>
    <w:rsid w:val="001939D2"/>
    <w:rsid w:val="001941EE"/>
    <w:rsid w:val="00194440"/>
    <w:rsid w:val="0019473B"/>
    <w:rsid w:val="00194B73"/>
    <w:rsid w:val="001952B1"/>
    <w:rsid w:val="0019566C"/>
    <w:rsid w:val="00195C59"/>
    <w:rsid w:val="00195EA9"/>
    <w:rsid w:val="00196E39"/>
    <w:rsid w:val="001973FA"/>
    <w:rsid w:val="00197649"/>
    <w:rsid w:val="00197871"/>
    <w:rsid w:val="00197A03"/>
    <w:rsid w:val="00197C6A"/>
    <w:rsid w:val="001A01FB"/>
    <w:rsid w:val="001A02FA"/>
    <w:rsid w:val="001A04C2"/>
    <w:rsid w:val="001A0CF2"/>
    <w:rsid w:val="001A10E9"/>
    <w:rsid w:val="001A1134"/>
    <w:rsid w:val="001A11C5"/>
    <w:rsid w:val="001A1227"/>
    <w:rsid w:val="001A1476"/>
    <w:rsid w:val="001A1634"/>
    <w:rsid w:val="001A183D"/>
    <w:rsid w:val="001A27C9"/>
    <w:rsid w:val="001A2B65"/>
    <w:rsid w:val="001A301E"/>
    <w:rsid w:val="001A37FB"/>
    <w:rsid w:val="001A3A5E"/>
    <w:rsid w:val="001A3CD3"/>
    <w:rsid w:val="001A48C3"/>
    <w:rsid w:val="001A512B"/>
    <w:rsid w:val="001A52A9"/>
    <w:rsid w:val="001A535A"/>
    <w:rsid w:val="001A547D"/>
    <w:rsid w:val="001A5505"/>
    <w:rsid w:val="001A56B3"/>
    <w:rsid w:val="001A5BEF"/>
    <w:rsid w:val="001A6995"/>
    <w:rsid w:val="001A6A1D"/>
    <w:rsid w:val="001A6DBD"/>
    <w:rsid w:val="001A6E5B"/>
    <w:rsid w:val="001A6FB6"/>
    <w:rsid w:val="001A7041"/>
    <w:rsid w:val="001A735C"/>
    <w:rsid w:val="001A7586"/>
    <w:rsid w:val="001A7F15"/>
    <w:rsid w:val="001B0F5A"/>
    <w:rsid w:val="001B1C0B"/>
    <w:rsid w:val="001B21CB"/>
    <w:rsid w:val="001B301A"/>
    <w:rsid w:val="001B3209"/>
    <w:rsid w:val="001B342E"/>
    <w:rsid w:val="001B3A65"/>
    <w:rsid w:val="001B3B90"/>
    <w:rsid w:val="001B3D0D"/>
    <w:rsid w:val="001B3F37"/>
    <w:rsid w:val="001B4042"/>
    <w:rsid w:val="001B4218"/>
    <w:rsid w:val="001B4892"/>
    <w:rsid w:val="001B4D79"/>
    <w:rsid w:val="001B531E"/>
    <w:rsid w:val="001B59AE"/>
    <w:rsid w:val="001B5B23"/>
    <w:rsid w:val="001B5F29"/>
    <w:rsid w:val="001B62C7"/>
    <w:rsid w:val="001B6824"/>
    <w:rsid w:val="001B6E17"/>
    <w:rsid w:val="001B7588"/>
    <w:rsid w:val="001C000A"/>
    <w:rsid w:val="001C1346"/>
    <w:rsid w:val="001C1517"/>
    <w:rsid w:val="001C15BD"/>
    <w:rsid w:val="001C1832"/>
    <w:rsid w:val="001C188C"/>
    <w:rsid w:val="001C1B30"/>
    <w:rsid w:val="001C1DCE"/>
    <w:rsid w:val="001C1F47"/>
    <w:rsid w:val="001C2736"/>
    <w:rsid w:val="001C276A"/>
    <w:rsid w:val="001C3178"/>
    <w:rsid w:val="001C3AAB"/>
    <w:rsid w:val="001C4991"/>
    <w:rsid w:val="001C5532"/>
    <w:rsid w:val="001C5A91"/>
    <w:rsid w:val="001C601C"/>
    <w:rsid w:val="001C60AC"/>
    <w:rsid w:val="001C6BA3"/>
    <w:rsid w:val="001C6FCB"/>
    <w:rsid w:val="001C7379"/>
    <w:rsid w:val="001C74B4"/>
    <w:rsid w:val="001C7989"/>
    <w:rsid w:val="001D11C2"/>
    <w:rsid w:val="001D1557"/>
    <w:rsid w:val="001D1569"/>
    <w:rsid w:val="001D1783"/>
    <w:rsid w:val="001D25D7"/>
    <w:rsid w:val="001D2CEA"/>
    <w:rsid w:val="001D2D20"/>
    <w:rsid w:val="001D3377"/>
    <w:rsid w:val="001D3CA5"/>
    <w:rsid w:val="001D3DCC"/>
    <w:rsid w:val="001D4E23"/>
    <w:rsid w:val="001D51D6"/>
    <w:rsid w:val="001D53CD"/>
    <w:rsid w:val="001D55A3"/>
    <w:rsid w:val="001D5AF5"/>
    <w:rsid w:val="001D5B3A"/>
    <w:rsid w:val="001D689A"/>
    <w:rsid w:val="001E09CA"/>
    <w:rsid w:val="001E0DF8"/>
    <w:rsid w:val="001E1543"/>
    <w:rsid w:val="001E1E73"/>
    <w:rsid w:val="001E1E8F"/>
    <w:rsid w:val="001E1EEE"/>
    <w:rsid w:val="001E2EBC"/>
    <w:rsid w:val="001E37C1"/>
    <w:rsid w:val="001E3B4E"/>
    <w:rsid w:val="001E3DC1"/>
    <w:rsid w:val="001E3E29"/>
    <w:rsid w:val="001E4A25"/>
    <w:rsid w:val="001E4E0C"/>
    <w:rsid w:val="001E526D"/>
    <w:rsid w:val="001E5274"/>
    <w:rsid w:val="001E5655"/>
    <w:rsid w:val="001E5812"/>
    <w:rsid w:val="001E58C8"/>
    <w:rsid w:val="001E5AB4"/>
    <w:rsid w:val="001E6029"/>
    <w:rsid w:val="001E7531"/>
    <w:rsid w:val="001E7F9E"/>
    <w:rsid w:val="001F00E6"/>
    <w:rsid w:val="001F0130"/>
    <w:rsid w:val="001F03A8"/>
    <w:rsid w:val="001F05DE"/>
    <w:rsid w:val="001F08D7"/>
    <w:rsid w:val="001F0B3C"/>
    <w:rsid w:val="001F0C00"/>
    <w:rsid w:val="001F0D27"/>
    <w:rsid w:val="001F10E4"/>
    <w:rsid w:val="001F16B5"/>
    <w:rsid w:val="001F1832"/>
    <w:rsid w:val="001F1F06"/>
    <w:rsid w:val="001F20B8"/>
    <w:rsid w:val="001F220F"/>
    <w:rsid w:val="001F2488"/>
    <w:rsid w:val="001F25B3"/>
    <w:rsid w:val="001F27B1"/>
    <w:rsid w:val="001F2891"/>
    <w:rsid w:val="001F2933"/>
    <w:rsid w:val="001F2A35"/>
    <w:rsid w:val="001F338E"/>
    <w:rsid w:val="001F33F5"/>
    <w:rsid w:val="001F48C2"/>
    <w:rsid w:val="001F5652"/>
    <w:rsid w:val="001F5659"/>
    <w:rsid w:val="001F5726"/>
    <w:rsid w:val="001F5A41"/>
    <w:rsid w:val="001F5BE3"/>
    <w:rsid w:val="001F6616"/>
    <w:rsid w:val="001F6EA8"/>
    <w:rsid w:val="001F6FDF"/>
    <w:rsid w:val="001F7722"/>
    <w:rsid w:val="001F7B69"/>
    <w:rsid w:val="001F7F3E"/>
    <w:rsid w:val="002001BB"/>
    <w:rsid w:val="002004F8"/>
    <w:rsid w:val="00200B32"/>
    <w:rsid w:val="00200D55"/>
    <w:rsid w:val="00201770"/>
    <w:rsid w:val="00201FA9"/>
    <w:rsid w:val="00202409"/>
    <w:rsid w:val="0020247B"/>
    <w:rsid w:val="00202BD4"/>
    <w:rsid w:val="002031E3"/>
    <w:rsid w:val="00203923"/>
    <w:rsid w:val="00203D8A"/>
    <w:rsid w:val="00204A97"/>
    <w:rsid w:val="00204BE2"/>
    <w:rsid w:val="00204EC9"/>
    <w:rsid w:val="00205583"/>
    <w:rsid w:val="00205DF4"/>
    <w:rsid w:val="00205F99"/>
    <w:rsid w:val="00206AAC"/>
    <w:rsid w:val="00206AF1"/>
    <w:rsid w:val="00206CE5"/>
    <w:rsid w:val="00207104"/>
    <w:rsid w:val="002078FB"/>
    <w:rsid w:val="002103A8"/>
    <w:rsid w:val="002103B9"/>
    <w:rsid w:val="00210666"/>
    <w:rsid w:val="002106E7"/>
    <w:rsid w:val="0021071D"/>
    <w:rsid w:val="00210C9B"/>
    <w:rsid w:val="0021148F"/>
    <w:rsid w:val="002114EF"/>
    <w:rsid w:val="00211ADC"/>
    <w:rsid w:val="00211B59"/>
    <w:rsid w:val="002126E8"/>
    <w:rsid w:val="002128D8"/>
    <w:rsid w:val="00212989"/>
    <w:rsid w:val="00212B83"/>
    <w:rsid w:val="00212CE9"/>
    <w:rsid w:val="00212D0E"/>
    <w:rsid w:val="002137C5"/>
    <w:rsid w:val="00214755"/>
    <w:rsid w:val="0021480C"/>
    <w:rsid w:val="00214843"/>
    <w:rsid w:val="002151C0"/>
    <w:rsid w:val="00215E4F"/>
    <w:rsid w:val="002166AD"/>
    <w:rsid w:val="0021670C"/>
    <w:rsid w:val="00216D28"/>
    <w:rsid w:val="00216F02"/>
    <w:rsid w:val="00217636"/>
    <w:rsid w:val="002177E0"/>
    <w:rsid w:val="00217871"/>
    <w:rsid w:val="002179C3"/>
    <w:rsid w:val="00220792"/>
    <w:rsid w:val="00220A74"/>
    <w:rsid w:val="002210F7"/>
    <w:rsid w:val="00221742"/>
    <w:rsid w:val="00221ED8"/>
    <w:rsid w:val="002231EA"/>
    <w:rsid w:val="00223521"/>
    <w:rsid w:val="0022383B"/>
    <w:rsid w:val="00223B57"/>
    <w:rsid w:val="00223CEF"/>
    <w:rsid w:val="00223F9F"/>
    <w:rsid w:val="00223FDF"/>
    <w:rsid w:val="0022403D"/>
    <w:rsid w:val="00224800"/>
    <w:rsid w:val="00224ACE"/>
    <w:rsid w:val="00224E28"/>
    <w:rsid w:val="00225099"/>
    <w:rsid w:val="00226863"/>
    <w:rsid w:val="00226A99"/>
    <w:rsid w:val="00226F5F"/>
    <w:rsid w:val="002279C0"/>
    <w:rsid w:val="002309C2"/>
    <w:rsid w:val="00230D3E"/>
    <w:rsid w:val="00231324"/>
    <w:rsid w:val="00232265"/>
    <w:rsid w:val="00232341"/>
    <w:rsid w:val="0023251A"/>
    <w:rsid w:val="00232D84"/>
    <w:rsid w:val="002337FE"/>
    <w:rsid w:val="00233946"/>
    <w:rsid w:val="00233EC0"/>
    <w:rsid w:val="00234304"/>
    <w:rsid w:val="00234A71"/>
    <w:rsid w:val="00234FCF"/>
    <w:rsid w:val="00235302"/>
    <w:rsid w:val="002356C3"/>
    <w:rsid w:val="00235C3C"/>
    <w:rsid w:val="0023714B"/>
    <w:rsid w:val="0023727E"/>
    <w:rsid w:val="002379FE"/>
    <w:rsid w:val="00237C3B"/>
    <w:rsid w:val="00237FAC"/>
    <w:rsid w:val="00240183"/>
    <w:rsid w:val="00240E6D"/>
    <w:rsid w:val="002415C8"/>
    <w:rsid w:val="002417F1"/>
    <w:rsid w:val="002418D0"/>
    <w:rsid w:val="00241B72"/>
    <w:rsid w:val="00242081"/>
    <w:rsid w:val="0024218D"/>
    <w:rsid w:val="00242AB2"/>
    <w:rsid w:val="002431CD"/>
    <w:rsid w:val="00243777"/>
    <w:rsid w:val="00243DF5"/>
    <w:rsid w:val="002441CD"/>
    <w:rsid w:val="002444C3"/>
    <w:rsid w:val="002446DB"/>
    <w:rsid w:val="00244A17"/>
    <w:rsid w:val="002455AF"/>
    <w:rsid w:val="00245FCB"/>
    <w:rsid w:val="00246871"/>
    <w:rsid w:val="00246ADE"/>
    <w:rsid w:val="002501A3"/>
    <w:rsid w:val="00250B00"/>
    <w:rsid w:val="00250C00"/>
    <w:rsid w:val="0025112B"/>
    <w:rsid w:val="00251397"/>
    <w:rsid w:val="0025166C"/>
    <w:rsid w:val="00251940"/>
    <w:rsid w:val="00251D8A"/>
    <w:rsid w:val="00251DDD"/>
    <w:rsid w:val="00252E35"/>
    <w:rsid w:val="0025344D"/>
    <w:rsid w:val="00253817"/>
    <w:rsid w:val="00253996"/>
    <w:rsid w:val="00253C88"/>
    <w:rsid w:val="002543D6"/>
    <w:rsid w:val="00254811"/>
    <w:rsid w:val="00254DB7"/>
    <w:rsid w:val="00255580"/>
    <w:rsid w:val="002555B9"/>
    <w:rsid w:val="002555D4"/>
    <w:rsid w:val="00256D26"/>
    <w:rsid w:val="00256E38"/>
    <w:rsid w:val="00256FD0"/>
    <w:rsid w:val="00260B54"/>
    <w:rsid w:val="00260CD5"/>
    <w:rsid w:val="00260FAC"/>
    <w:rsid w:val="002619AD"/>
    <w:rsid w:val="00261A16"/>
    <w:rsid w:val="00261CAB"/>
    <w:rsid w:val="002623E6"/>
    <w:rsid w:val="00262DAD"/>
    <w:rsid w:val="00263250"/>
    <w:rsid w:val="00263522"/>
    <w:rsid w:val="002635C2"/>
    <w:rsid w:val="00263ACA"/>
    <w:rsid w:val="0026406B"/>
    <w:rsid w:val="002648D8"/>
    <w:rsid w:val="00264D97"/>
    <w:rsid w:val="00264EC6"/>
    <w:rsid w:val="00265035"/>
    <w:rsid w:val="002659A6"/>
    <w:rsid w:val="00265E82"/>
    <w:rsid w:val="002665F3"/>
    <w:rsid w:val="0026671E"/>
    <w:rsid w:val="002669FF"/>
    <w:rsid w:val="00270F0A"/>
    <w:rsid w:val="00270F19"/>
    <w:rsid w:val="00270F40"/>
    <w:rsid w:val="00271013"/>
    <w:rsid w:val="00271056"/>
    <w:rsid w:val="00271187"/>
    <w:rsid w:val="0027121E"/>
    <w:rsid w:val="00272458"/>
    <w:rsid w:val="00272798"/>
    <w:rsid w:val="002728E6"/>
    <w:rsid w:val="00272967"/>
    <w:rsid w:val="00272BCF"/>
    <w:rsid w:val="00272C29"/>
    <w:rsid w:val="00272CAB"/>
    <w:rsid w:val="00273509"/>
    <w:rsid w:val="00273770"/>
    <w:rsid w:val="002738CB"/>
    <w:rsid w:val="002739AC"/>
    <w:rsid w:val="00273E21"/>
    <w:rsid w:val="00273FE4"/>
    <w:rsid w:val="002752C2"/>
    <w:rsid w:val="002754C3"/>
    <w:rsid w:val="002757A3"/>
    <w:rsid w:val="00275B6E"/>
    <w:rsid w:val="002760F7"/>
    <w:rsid w:val="002765B4"/>
    <w:rsid w:val="002767BC"/>
    <w:rsid w:val="0027694E"/>
    <w:rsid w:val="00276A94"/>
    <w:rsid w:val="002779BE"/>
    <w:rsid w:val="00280E9E"/>
    <w:rsid w:val="00280F76"/>
    <w:rsid w:val="00281E3C"/>
    <w:rsid w:val="00282046"/>
    <w:rsid w:val="00282C19"/>
    <w:rsid w:val="002836C6"/>
    <w:rsid w:val="00284163"/>
    <w:rsid w:val="00284644"/>
    <w:rsid w:val="00284B6B"/>
    <w:rsid w:val="00284BBF"/>
    <w:rsid w:val="00285AAA"/>
    <w:rsid w:val="002866E6"/>
    <w:rsid w:val="00286D43"/>
    <w:rsid w:val="00287228"/>
    <w:rsid w:val="00287BBD"/>
    <w:rsid w:val="0029014B"/>
    <w:rsid w:val="002909DC"/>
    <w:rsid w:val="00290FB9"/>
    <w:rsid w:val="0029148D"/>
    <w:rsid w:val="002918F6"/>
    <w:rsid w:val="00291BAE"/>
    <w:rsid w:val="00291C70"/>
    <w:rsid w:val="00291D77"/>
    <w:rsid w:val="002923A1"/>
    <w:rsid w:val="00293167"/>
    <w:rsid w:val="002932BC"/>
    <w:rsid w:val="002933F4"/>
    <w:rsid w:val="0029377A"/>
    <w:rsid w:val="0029405D"/>
    <w:rsid w:val="00294292"/>
    <w:rsid w:val="00294591"/>
    <w:rsid w:val="00294FA6"/>
    <w:rsid w:val="0029526F"/>
    <w:rsid w:val="00295464"/>
    <w:rsid w:val="00295A6F"/>
    <w:rsid w:val="002961DE"/>
    <w:rsid w:val="00296FE0"/>
    <w:rsid w:val="0029722D"/>
    <w:rsid w:val="00297F01"/>
    <w:rsid w:val="002A0254"/>
    <w:rsid w:val="002A0525"/>
    <w:rsid w:val="002A0D1F"/>
    <w:rsid w:val="002A1500"/>
    <w:rsid w:val="002A20C4"/>
    <w:rsid w:val="002A26B5"/>
    <w:rsid w:val="002A291E"/>
    <w:rsid w:val="002A2EB7"/>
    <w:rsid w:val="002A30C0"/>
    <w:rsid w:val="002A31C7"/>
    <w:rsid w:val="002A3ED4"/>
    <w:rsid w:val="002A3F50"/>
    <w:rsid w:val="002A4008"/>
    <w:rsid w:val="002A4608"/>
    <w:rsid w:val="002A4829"/>
    <w:rsid w:val="002A570F"/>
    <w:rsid w:val="002A575D"/>
    <w:rsid w:val="002A5C21"/>
    <w:rsid w:val="002A62DA"/>
    <w:rsid w:val="002A66BD"/>
    <w:rsid w:val="002A6833"/>
    <w:rsid w:val="002A7292"/>
    <w:rsid w:val="002A7358"/>
    <w:rsid w:val="002A7902"/>
    <w:rsid w:val="002B0F6B"/>
    <w:rsid w:val="002B1171"/>
    <w:rsid w:val="002B23B8"/>
    <w:rsid w:val="002B42CE"/>
    <w:rsid w:val="002B4429"/>
    <w:rsid w:val="002B44C5"/>
    <w:rsid w:val="002B4CD0"/>
    <w:rsid w:val="002B5E0D"/>
    <w:rsid w:val="002B6328"/>
    <w:rsid w:val="002B63DA"/>
    <w:rsid w:val="002B641E"/>
    <w:rsid w:val="002B675A"/>
    <w:rsid w:val="002B68A6"/>
    <w:rsid w:val="002B6931"/>
    <w:rsid w:val="002B6E1D"/>
    <w:rsid w:val="002B7144"/>
    <w:rsid w:val="002B7BCC"/>
    <w:rsid w:val="002B7FAF"/>
    <w:rsid w:val="002C001E"/>
    <w:rsid w:val="002C08A3"/>
    <w:rsid w:val="002C09E5"/>
    <w:rsid w:val="002C166F"/>
    <w:rsid w:val="002C1682"/>
    <w:rsid w:val="002C19BF"/>
    <w:rsid w:val="002C1B68"/>
    <w:rsid w:val="002C1D1D"/>
    <w:rsid w:val="002C1EDE"/>
    <w:rsid w:val="002C2304"/>
    <w:rsid w:val="002C230E"/>
    <w:rsid w:val="002C2E92"/>
    <w:rsid w:val="002C38C3"/>
    <w:rsid w:val="002C3D9D"/>
    <w:rsid w:val="002C43B7"/>
    <w:rsid w:val="002C480A"/>
    <w:rsid w:val="002C4B00"/>
    <w:rsid w:val="002C6386"/>
    <w:rsid w:val="002C772C"/>
    <w:rsid w:val="002C7A9A"/>
    <w:rsid w:val="002C7BE4"/>
    <w:rsid w:val="002D0045"/>
    <w:rsid w:val="002D0394"/>
    <w:rsid w:val="002D0483"/>
    <w:rsid w:val="002D05F7"/>
    <w:rsid w:val="002D0AE8"/>
    <w:rsid w:val="002D0C4F"/>
    <w:rsid w:val="002D0C7F"/>
    <w:rsid w:val="002D10DE"/>
    <w:rsid w:val="002D1364"/>
    <w:rsid w:val="002D1421"/>
    <w:rsid w:val="002D14FF"/>
    <w:rsid w:val="002D1A64"/>
    <w:rsid w:val="002D3831"/>
    <w:rsid w:val="002D3B7D"/>
    <w:rsid w:val="002D4587"/>
    <w:rsid w:val="002D493D"/>
    <w:rsid w:val="002D4AF3"/>
    <w:rsid w:val="002D4B6A"/>
    <w:rsid w:val="002D4BAF"/>
    <w:rsid w:val="002D4D30"/>
    <w:rsid w:val="002D4FDE"/>
    <w:rsid w:val="002D5000"/>
    <w:rsid w:val="002D526E"/>
    <w:rsid w:val="002D598D"/>
    <w:rsid w:val="002D65FF"/>
    <w:rsid w:val="002D687C"/>
    <w:rsid w:val="002D6D98"/>
    <w:rsid w:val="002D7188"/>
    <w:rsid w:val="002D7E9A"/>
    <w:rsid w:val="002E0323"/>
    <w:rsid w:val="002E085D"/>
    <w:rsid w:val="002E0B60"/>
    <w:rsid w:val="002E0D71"/>
    <w:rsid w:val="002E0FC4"/>
    <w:rsid w:val="002E18AC"/>
    <w:rsid w:val="002E1DE3"/>
    <w:rsid w:val="002E1EE6"/>
    <w:rsid w:val="002E1F94"/>
    <w:rsid w:val="002E26BB"/>
    <w:rsid w:val="002E279D"/>
    <w:rsid w:val="002E2AB6"/>
    <w:rsid w:val="002E2AD7"/>
    <w:rsid w:val="002E3686"/>
    <w:rsid w:val="002E37F0"/>
    <w:rsid w:val="002E39E6"/>
    <w:rsid w:val="002E3F34"/>
    <w:rsid w:val="002E42CB"/>
    <w:rsid w:val="002E43BA"/>
    <w:rsid w:val="002E4643"/>
    <w:rsid w:val="002E5383"/>
    <w:rsid w:val="002E5531"/>
    <w:rsid w:val="002E55C2"/>
    <w:rsid w:val="002E5F79"/>
    <w:rsid w:val="002E64FA"/>
    <w:rsid w:val="002E794B"/>
    <w:rsid w:val="002E7B0F"/>
    <w:rsid w:val="002F08E0"/>
    <w:rsid w:val="002F0A00"/>
    <w:rsid w:val="002F0C36"/>
    <w:rsid w:val="002F0CFA"/>
    <w:rsid w:val="002F1CF0"/>
    <w:rsid w:val="002F1EDF"/>
    <w:rsid w:val="002F288F"/>
    <w:rsid w:val="002F31F3"/>
    <w:rsid w:val="002F4304"/>
    <w:rsid w:val="002F501A"/>
    <w:rsid w:val="002F59DA"/>
    <w:rsid w:val="002F669F"/>
    <w:rsid w:val="002F6923"/>
    <w:rsid w:val="002F76B6"/>
    <w:rsid w:val="00300094"/>
    <w:rsid w:val="0030041C"/>
    <w:rsid w:val="00300A76"/>
    <w:rsid w:val="00300E41"/>
    <w:rsid w:val="00300E52"/>
    <w:rsid w:val="0030108D"/>
    <w:rsid w:val="0030158E"/>
    <w:rsid w:val="00301C97"/>
    <w:rsid w:val="003020A9"/>
    <w:rsid w:val="003030B9"/>
    <w:rsid w:val="003041B8"/>
    <w:rsid w:val="00305BC2"/>
    <w:rsid w:val="00306181"/>
    <w:rsid w:val="003067FF"/>
    <w:rsid w:val="00307955"/>
    <w:rsid w:val="00307DD4"/>
    <w:rsid w:val="0031004C"/>
    <w:rsid w:val="00310146"/>
    <w:rsid w:val="003105F6"/>
    <w:rsid w:val="00310B62"/>
    <w:rsid w:val="00311137"/>
    <w:rsid w:val="00311297"/>
    <w:rsid w:val="003113BE"/>
    <w:rsid w:val="003117FA"/>
    <w:rsid w:val="00312133"/>
    <w:rsid w:val="003122CA"/>
    <w:rsid w:val="00312591"/>
    <w:rsid w:val="0031273F"/>
    <w:rsid w:val="00312BDE"/>
    <w:rsid w:val="00312D42"/>
    <w:rsid w:val="00312F88"/>
    <w:rsid w:val="0031375D"/>
    <w:rsid w:val="0031412B"/>
    <w:rsid w:val="003148FD"/>
    <w:rsid w:val="00314B71"/>
    <w:rsid w:val="00314CF2"/>
    <w:rsid w:val="0031553E"/>
    <w:rsid w:val="00315940"/>
    <w:rsid w:val="00316326"/>
    <w:rsid w:val="00316F18"/>
    <w:rsid w:val="0031760A"/>
    <w:rsid w:val="003200D9"/>
    <w:rsid w:val="003201AC"/>
    <w:rsid w:val="003205AE"/>
    <w:rsid w:val="00320BBA"/>
    <w:rsid w:val="00320F53"/>
    <w:rsid w:val="00320FD7"/>
    <w:rsid w:val="00321080"/>
    <w:rsid w:val="0032137E"/>
    <w:rsid w:val="003213FE"/>
    <w:rsid w:val="00321690"/>
    <w:rsid w:val="00322409"/>
    <w:rsid w:val="003226E3"/>
    <w:rsid w:val="00322782"/>
    <w:rsid w:val="00322877"/>
    <w:rsid w:val="00322C57"/>
    <w:rsid w:val="00322D45"/>
    <w:rsid w:val="00323CB5"/>
    <w:rsid w:val="0032462C"/>
    <w:rsid w:val="00324839"/>
    <w:rsid w:val="003250A5"/>
    <w:rsid w:val="0032569A"/>
    <w:rsid w:val="00325A1F"/>
    <w:rsid w:val="0032640F"/>
    <w:rsid w:val="003268F9"/>
    <w:rsid w:val="003275C3"/>
    <w:rsid w:val="003278E0"/>
    <w:rsid w:val="00327AD8"/>
    <w:rsid w:val="00327D44"/>
    <w:rsid w:val="00330BAF"/>
    <w:rsid w:val="00331001"/>
    <w:rsid w:val="0033179F"/>
    <w:rsid w:val="003321EA"/>
    <w:rsid w:val="00333412"/>
    <w:rsid w:val="00333580"/>
    <w:rsid w:val="003346CA"/>
    <w:rsid w:val="003348A4"/>
    <w:rsid w:val="003348C3"/>
    <w:rsid w:val="00334E3A"/>
    <w:rsid w:val="0033559D"/>
    <w:rsid w:val="00335658"/>
    <w:rsid w:val="00335709"/>
    <w:rsid w:val="00335DDC"/>
    <w:rsid w:val="003361DD"/>
    <w:rsid w:val="00336346"/>
    <w:rsid w:val="00336496"/>
    <w:rsid w:val="003375F1"/>
    <w:rsid w:val="00340445"/>
    <w:rsid w:val="00340D3D"/>
    <w:rsid w:val="0034145F"/>
    <w:rsid w:val="00341A6A"/>
    <w:rsid w:val="00342FC3"/>
    <w:rsid w:val="00344CCE"/>
    <w:rsid w:val="003453FF"/>
    <w:rsid w:val="003455E9"/>
    <w:rsid w:val="00345B9C"/>
    <w:rsid w:val="00345E83"/>
    <w:rsid w:val="0034650C"/>
    <w:rsid w:val="00346C73"/>
    <w:rsid w:val="00346CEA"/>
    <w:rsid w:val="00346FA9"/>
    <w:rsid w:val="0034750B"/>
    <w:rsid w:val="003479F2"/>
    <w:rsid w:val="00347B23"/>
    <w:rsid w:val="0035028C"/>
    <w:rsid w:val="0035100A"/>
    <w:rsid w:val="003511C7"/>
    <w:rsid w:val="0035151D"/>
    <w:rsid w:val="00351D64"/>
    <w:rsid w:val="003523F4"/>
    <w:rsid w:val="0035256C"/>
    <w:rsid w:val="003525E5"/>
    <w:rsid w:val="003525EC"/>
    <w:rsid w:val="00352675"/>
    <w:rsid w:val="0035288D"/>
    <w:rsid w:val="00352B6D"/>
    <w:rsid w:val="00352B96"/>
    <w:rsid w:val="00352DAE"/>
    <w:rsid w:val="00353BF0"/>
    <w:rsid w:val="00354054"/>
    <w:rsid w:val="00354804"/>
    <w:rsid w:val="003549E7"/>
    <w:rsid w:val="00354BA3"/>
    <w:rsid w:val="00354D30"/>
    <w:rsid w:val="00354DAD"/>
    <w:rsid w:val="00354EB9"/>
    <w:rsid w:val="0035507B"/>
    <w:rsid w:val="003556C9"/>
    <w:rsid w:val="00355951"/>
    <w:rsid w:val="0035607B"/>
    <w:rsid w:val="00357CEF"/>
    <w:rsid w:val="00357F57"/>
    <w:rsid w:val="003602AE"/>
    <w:rsid w:val="00360929"/>
    <w:rsid w:val="00360A06"/>
    <w:rsid w:val="00360D08"/>
    <w:rsid w:val="003611E5"/>
    <w:rsid w:val="003611F0"/>
    <w:rsid w:val="00361B26"/>
    <w:rsid w:val="00361DE4"/>
    <w:rsid w:val="00362562"/>
    <w:rsid w:val="00362A79"/>
    <w:rsid w:val="00362B2D"/>
    <w:rsid w:val="00362BE4"/>
    <w:rsid w:val="00362D3F"/>
    <w:rsid w:val="00362DD7"/>
    <w:rsid w:val="00362E81"/>
    <w:rsid w:val="003632DD"/>
    <w:rsid w:val="00363584"/>
    <w:rsid w:val="0036379D"/>
    <w:rsid w:val="00363CD7"/>
    <w:rsid w:val="0036402F"/>
    <w:rsid w:val="003647D5"/>
    <w:rsid w:val="003649D3"/>
    <w:rsid w:val="0036525D"/>
    <w:rsid w:val="003658B1"/>
    <w:rsid w:val="003666CE"/>
    <w:rsid w:val="00366F25"/>
    <w:rsid w:val="003674B0"/>
    <w:rsid w:val="0037018C"/>
    <w:rsid w:val="00370215"/>
    <w:rsid w:val="003709C4"/>
    <w:rsid w:val="00370A6A"/>
    <w:rsid w:val="00370A81"/>
    <w:rsid w:val="00370FBD"/>
    <w:rsid w:val="00371A9A"/>
    <w:rsid w:val="00372313"/>
    <w:rsid w:val="003728FC"/>
    <w:rsid w:val="003729DB"/>
    <w:rsid w:val="00372B7B"/>
    <w:rsid w:val="00372EAF"/>
    <w:rsid w:val="00373896"/>
    <w:rsid w:val="00373A65"/>
    <w:rsid w:val="00374065"/>
    <w:rsid w:val="00374354"/>
    <w:rsid w:val="003746CE"/>
    <w:rsid w:val="003748BC"/>
    <w:rsid w:val="00375BE8"/>
    <w:rsid w:val="00376217"/>
    <w:rsid w:val="00376701"/>
    <w:rsid w:val="0037727C"/>
    <w:rsid w:val="00377E70"/>
    <w:rsid w:val="003803E3"/>
    <w:rsid w:val="003804F2"/>
    <w:rsid w:val="00380904"/>
    <w:rsid w:val="00380A75"/>
    <w:rsid w:val="00380D69"/>
    <w:rsid w:val="00380E8D"/>
    <w:rsid w:val="003823EE"/>
    <w:rsid w:val="00382799"/>
    <w:rsid w:val="00382960"/>
    <w:rsid w:val="00382CA6"/>
    <w:rsid w:val="003831EC"/>
    <w:rsid w:val="003834A8"/>
    <w:rsid w:val="00383CCA"/>
    <w:rsid w:val="00383EB8"/>
    <w:rsid w:val="003841BB"/>
    <w:rsid w:val="00384223"/>
    <w:rsid w:val="003846F7"/>
    <w:rsid w:val="00384773"/>
    <w:rsid w:val="00384C0A"/>
    <w:rsid w:val="003851ED"/>
    <w:rsid w:val="00385AAF"/>
    <w:rsid w:val="00385B39"/>
    <w:rsid w:val="00386411"/>
    <w:rsid w:val="003864D8"/>
    <w:rsid w:val="00386785"/>
    <w:rsid w:val="00386990"/>
    <w:rsid w:val="00386C78"/>
    <w:rsid w:val="00386E1E"/>
    <w:rsid w:val="00387167"/>
    <w:rsid w:val="0039008F"/>
    <w:rsid w:val="003902D2"/>
    <w:rsid w:val="00390C82"/>
    <w:rsid w:val="00390E89"/>
    <w:rsid w:val="00391B1A"/>
    <w:rsid w:val="00392027"/>
    <w:rsid w:val="0039207B"/>
    <w:rsid w:val="00392211"/>
    <w:rsid w:val="00392256"/>
    <w:rsid w:val="003925AC"/>
    <w:rsid w:val="0039283A"/>
    <w:rsid w:val="00392CBD"/>
    <w:rsid w:val="00393371"/>
    <w:rsid w:val="00393755"/>
    <w:rsid w:val="00393FAD"/>
    <w:rsid w:val="00394423"/>
    <w:rsid w:val="00394DEE"/>
    <w:rsid w:val="00395012"/>
    <w:rsid w:val="00395AEB"/>
    <w:rsid w:val="00395B3D"/>
    <w:rsid w:val="00395BF9"/>
    <w:rsid w:val="00396942"/>
    <w:rsid w:val="00396B49"/>
    <w:rsid w:val="00396C54"/>
    <w:rsid w:val="00396D65"/>
    <w:rsid w:val="00396E3E"/>
    <w:rsid w:val="00397017"/>
    <w:rsid w:val="003970A1"/>
    <w:rsid w:val="003979F5"/>
    <w:rsid w:val="00397CE5"/>
    <w:rsid w:val="003A0966"/>
    <w:rsid w:val="003A0C87"/>
    <w:rsid w:val="003A1590"/>
    <w:rsid w:val="003A1D4B"/>
    <w:rsid w:val="003A1F46"/>
    <w:rsid w:val="003A2455"/>
    <w:rsid w:val="003A306E"/>
    <w:rsid w:val="003A33F5"/>
    <w:rsid w:val="003A3A1B"/>
    <w:rsid w:val="003A43CA"/>
    <w:rsid w:val="003A45BD"/>
    <w:rsid w:val="003A4E62"/>
    <w:rsid w:val="003A5BFE"/>
    <w:rsid w:val="003A5D82"/>
    <w:rsid w:val="003A60DC"/>
    <w:rsid w:val="003A64ED"/>
    <w:rsid w:val="003A6A46"/>
    <w:rsid w:val="003A6B7F"/>
    <w:rsid w:val="003A7A0F"/>
    <w:rsid w:val="003A7A63"/>
    <w:rsid w:val="003B000C"/>
    <w:rsid w:val="003B06CC"/>
    <w:rsid w:val="003B0CF9"/>
    <w:rsid w:val="003B0D40"/>
    <w:rsid w:val="003B0DB1"/>
    <w:rsid w:val="003B0F1D"/>
    <w:rsid w:val="003B11FF"/>
    <w:rsid w:val="003B1564"/>
    <w:rsid w:val="003B1925"/>
    <w:rsid w:val="003B2353"/>
    <w:rsid w:val="003B45EA"/>
    <w:rsid w:val="003B4A57"/>
    <w:rsid w:val="003B4E74"/>
    <w:rsid w:val="003B5123"/>
    <w:rsid w:val="003B52ED"/>
    <w:rsid w:val="003B552A"/>
    <w:rsid w:val="003B572B"/>
    <w:rsid w:val="003B5D9C"/>
    <w:rsid w:val="003B62F5"/>
    <w:rsid w:val="003B7D14"/>
    <w:rsid w:val="003B7E99"/>
    <w:rsid w:val="003C04F3"/>
    <w:rsid w:val="003C0AD9"/>
    <w:rsid w:val="003C0ED0"/>
    <w:rsid w:val="003C1D49"/>
    <w:rsid w:val="003C2B42"/>
    <w:rsid w:val="003C35C4"/>
    <w:rsid w:val="003C38F9"/>
    <w:rsid w:val="003C4284"/>
    <w:rsid w:val="003C49F5"/>
    <w:rsid w:val="003C51D7"/>
    <w:rsid w:val="003C5A4B"/>
    <w:rsid w:val="003C5B35"/>
    <w:rsid w:val="003C653C"/>
    <w:rsid w:val="003C67EB"/>
    <w:rsid w:val="003C730D"/>
    <w:rsid w:val="003C75BB"/>
    <w:rsid w:val="003C7812"/>
    <w:rsid w:val="003D033A"/>
    <w:rsid w:val="003D0B14"/>
    <w:rsid w:val="003D12C2"/>
    <w:rsid w:val="003D1977"/>
    <w:rsid w:val="003D1D92"/>
    <w:rsid w:val="003D20E7"/>
    <w:rsid w:val="003D24D6"/>
    <w:rsid w:val="003D2954"/>
    <w:rsid w:val="003D2A5D"/>
    <w:rsid w:val="003D31B9"/>
    <w:rsid w:val="003D336B"/>
    <w:rsid w:val="003D3519"/>
    <w:rsid w:val="003D3867"/>
    <w:rsid w:val="003D4A0E"/>
    <w:rsid w:val="003D4C03"/>
    <w:rsid w:val="003D516D"/>
    <w:rsid w:val="003D559F"/>
    <w:rsid w:val="003D565E"/>
    <w:rsid w:val="003D61E8"/>
    <w:rsid w:val="003D6560"/>
    <w:rsid w:val="003D6BF1"/>
    <w:rsid w:val="003D72CE"/>
    <w:rsid w:val="003E05FB"/>
    <w:rsid w:val="003E0D1A"/>
    <w:rsid w:val="003E1BEB"/>
    <w:rsid w:val="003E27FA"/>
    <w:rsid w:val="003E2BEA"/>
    <w:rsid w:val="003E2C9A"/>
    <w:rsid w:val="003E2DA3"/>
    <w:rsid w:val="003E3284"/>
    <w:rsid w:val="003E32D1"/>
    <w:rsid w:val="003E3B48"/>
    <w:rsid w:val="003E44EA"/>
    <w:rsid w:val="003E55C9"/>
    <w:rsid w:val="003E5667"/>
    <w:rsid w:val="003E5CDE"/>
    <w:rsid w:val="003E6014"/>
    <w:rsid w:val="003E7B3B"/>
    <w:rsid w:val="003F020D"/>
    <w:rsid w:val="003F03D9"/>
    <w:rsid w:val="003F17A4"/>
    <w:rsid w:val="003F1A31"/>
    <w:rsid w:val="003F1DAB"/>
    <w:rsid w:val="003F1ECF"/>
    <w:rsid w:val="003F2209"/>
    <w:rsid w:val="003F235C"/>
    <w:rsid w:val="003F27A6"/>
    <w:rsid w:val="003F2827"/>
    <w:rsid w:val="003F2FBE"/>
    <w:rsid w:val="003F303A"/>
    <w:rsid w:val="003F318D"/>
    <w:rsid w:val="003F371F"/>
    <w:rsid w:val="003F415D"/>
    <w:rsid w:val="003F479E"/>
    <w:rsid w:val="003F51F0"/>
    <w:rsid w:val="003F5ADE"/>
    <w:rsid w:val="003F5BAE"/>
    <w:rsid w:val="003F5D2C"/>
    <w:rsid w:val="003F6C49"/>
    <w:rsid w:val="003F6C65"/>
    <w:rsid w:val="003F6ED7"/>
    <w:rsid w:val="003F74C2"/>
    <w:rsid w:val="003F7A2F"/>
    <w:rsid w:val="0040046E"/>
    <w:rsid w:val="004007C3"/>
    <w:rsid w:val="004009C7"/>
    <w:rsid w:val="00400B8D"/>
    <w:rsid w:val="00400F70"/>
    <w:rsid w:val="004010CF"/>
    <w:rsid w:val="00401C84"/>
    <w:rsid w:val="0040267D"/>
    <w:rsid w:val="00402F04"/>
    <w:rsid w:val="00403210"/>
    <w:rsid w:val="004035BB"/>
    <w:rsid w:val="004035EB"/>
    <w:rsid w:val="00403797"/>
    <w:rsid w:val="00405BA3"/>
    <w:rsid w:val="00405FFA"/>
    <w:rsid w:val="00406001"/>
    <w:rsid w:val="00406A83"/>
    <w:rsid w:val="00407215"/>
    <w:rsid w:val="00407332"/>
    <w:rsid w:val="00407828"/>
    <w:rsid w:val="00410889"/>
    <w:rsid w:val="00410A88"/>
    <w:rsid w:val="00410D5B"/>
    <w:rsid w:val="00412C6B"/>
    <w:rsid w:val="00413470"/>
    <w:rsid w:val="00413938"/>
    <w:rsid w:val="004139C3"/>
    <w:rsid w:val="00413B78"/>
    <w:rsid w:val="00413D8E"/>
    <w:rsid w:val="00413DE5"/>
    <w:rsid w:val="00413EB6"/>
    <w:rsid w:val="004140F2"/>
    <w:rsid w:val="00414E85"/>
    <w:rsid w:val="00415089"/>
    <w:rsid w:val="00416199"/>
    <w:rsid w:val="004163F6"/>
    <w:rsid w:val="00416D42"/>
    <w:rsid w:val="00416D4B"/>
    <w:rsid w:val="00416D52"/>
    <w:rsid w:val="00417080"/>
    <w:rsid w:val="00417B22"/>
    <w:rsid w:val="00417DD4"/>
    <w:rsid w:val="0042002F"/>
    <w:rsid w:val="00420544"/>
    <w:rsid w:val="004205CA"/>
    <w:rsid w:val="00420D47"/>
    <w:rsid w:val="00421085"/>
    <w:rsid w:val="004221B3"/>
    <w:rsid w:val="004230C1"/>
    <w:rsid w:val="0042316E"/>
    <w:rsid w:val="00423C9A"/>
    <w:rsid w:val="00423E2A"/>
    <w:rsid w:val="0042465E"/>
    <w:rsid w:val="00424765"/>
    <w:rsid w:val="00424DF7"/>
    <w:rsid w:val="00424E2F"/>
    <w:rsid w:val="004256EE"/>
    <w:rsid w:val="00425776"/>
    <w:rsid w:val="004259A7"/>
    <w:rsid w:val="00426282"/>
    <w:rsid w:val="004267AA"/>
    <w:rsid w:val="00427430"/>
    <w:rsid w:val="00427668"/>
    <w:rsid w:val="00427A75"/>
    <w:rsid w:val="0043074D"/>
    <w:rsid w:val="0043097C"/>
    <w:rsid w:val="00430EDB"/>
    <w:rsid w:val="0043109D"/>
    <w:rsid w:val="004311D2"/>
    <w:rsid w:val="00431590"/>
    <w:rsid w:val="00432186"/>
    <w:rsid w:val="004322DA"/>
    <w:rsid w:val="0043237E"/>
    <w:rsid w:val="00432740"/>
    <w:rsid w:val="00432B76"/>
    <w:rsid w:val="00432E78"/>
    <w:rsid w:val="0043412F"/>
    <w:rsid w:val="004342D4"/>
    <w:rsid w:val="004345C7"/>
    <w:rsid w:val="004346CC"/>
    <w:rsid w:val="00434944"/>
    <w:rsid w:val="00434D01"/>
    <w:rsid w:val="004350FE"/>
    <w:rsid w:val="0043565D"/>
    <w:rsid w:val="0043585A"/>
    <w:rsid w:val="00435D26"/>
    <w:rsid w:val="00435F72"/>
    <w:rsid w:val="00436D6F"/>
    <w:rsid w:val="00436EB8"/>
    <w:rsid w:val="004371BC"/>
    <w:rsid w:val="004372C3"/>
    <w:rsid w:val="00437392"/>
    <w:rsid w:val="0043748A"/>
    <w:rsid w:val="004378BE"/>
    <w:rsid w:val="00437A56"/>
    <w:rsid w:val="004403A5"/>
    <w:rsid w:val="00440461"/>
    <w:rsid w:val="004405B4"/>
    <w:rsid w:val="00440C35"/>
    <w:rsid w:val="00440C99"/>
    <w:rsid w:val="00441380"/>
    <w:rsid w:val="00441598"/>
    <w:rsid w:val="0044175C"/>
    <w:rsid w:val="004417F0"/>
    <w:rsid w:val="00441C0D"/>
    <w:rsid w:val="00441FED"/>
    <w:rsid w:val="0044225E"/>
    <w:rsid w:val="004424C4"/>
    <w:rsid w:val="00442631"/>
    <w:rsid w:val="00443E89"/>
    <w:rsid w:val="00444A39"/>
    <w:rsid w:val="00444B3A"/>
    <w:rsid w:val="00445C60"/>
    <w:rsid w:val="00445F4D"/>
    <w:rsid w:val="004461FD"/>
    <w:rsid w:val="004464AD"/>
    <w:rsid w:val="00446941"/>
    <w:rsid w:val="00450079"/>
    <w:rsid w:val="004504C0"/>
    <w:rsid w:val="0045055C"/>
    <w:rsid w:val="0045117A"/>
    <w:rsid w:val="0045148D"/>
    <w:rsid w:val="004521B0"/>
    <w:rsid w:val="004523C3"/>
    <w:rsid w:val="004529E1"/>
    <w:rsid w:val="00452C91"/>
    <w:rsid w:val="0045345C"/>
    <w:rsid w:val="00454109"/>
    <w:rsid w:val="0045451B"/>
    <w:rsid w:val="00454D69"/>
    <w:rsid w:val="004550FB"/>
    <w:rsid w:val="00455740"/>
    <w:rsid w:val="00455A8F"/>
    <w:rsid w:val="00455CBD"/>
    <w:rsid w:val="004563DA"/>
    <w:rsid w:val="004566EE"/>
    <w:rsid w:val="004568C0"/>
    <w:rsid w:val="00456EA7"/>
    <w:rsid w:val="00456F63"/>
    <w:rsid w:val="0045774A"/>
    <w:rsid w:val="004579DC"/>
    <w:rsid w:val="004600FB"/>
    <w:rsid w:val="00460856"/>
    <w:rsid w:val="0046111A"/>
    <w:rsid w:val="00461CB8"/>
    <w:rsid w:val="00462208"/>
    <w:rsid w:val="004626BA"/>
    <w:rsid w:val="00462946"/>
    <w:rsid w:val="00462950"/>
    <w:rsid w:val="00463033"/>
    <w:rsid w:val="00463312"/>
    <w:rsid w:val="00463F43"/>
    <w:rsid w:val="004642FE"/>
    <w:rsid w:val="00464346"/>
    <w:rsid w:val="004644A6"/>
    <w:rsid w:val="00464B94"/>
    <w:rsid w:val="00464CED"/>
    <w:rsid w:val="00465180"/>
    <w:rsid w:val="004653A8"/>
    <w:rsid w:val="00465A0B"/>
    <w:rsid w:val="00465C36"/>
    <w:rsid w:val="00465C9D"/>
    <w:rsid w:val="00466028"/>
    <w:rsid w:val="004662CE"/>
    <w:rsid w:val="00466E18"/>
    <w:rsid w:val="0046715E"/>
    <w:rsid w:val="00467748"/>
    <w:rsid w:val="0046777F"/>
    <w:rsid w:val="0047077C"/>
    <w:rsid w:val="00470A3A"/>
    <w:rsid w:val="00470B05"/>
    <w:rsid w:val="00470F7A"/>
    <w:rsid w:val="00471ABA"/>
    <w:rsid w:val="0047207C"/>
    <w:rsid w:val="004722E1"/>
    <w:rsid w:val="0047235C"/>
    <w:rsid w:val="00472498"/>
    <w:rsid w:val="004726D0"/>
    <w:rsid w:val="00472CD6"/>
    <w:rsid w:val="00473475"/>
    <w:rsid w:val="00474850"/>
    <w:rsid w:val="00474E3C"/>
    <w:rsid w:val="00476112"/>
    <w:rsid w:val="00476FD5"/>
    <w:rsid w:val="004770EA"/>
    <w:rsid w:val="0048003E"/>
    <w:rsid w:val="004805B5"/>
    <w:rsid w:val="004807A5"/>
    <w:rsid w:val="00480A58"/>
    <w:rsid w:val="00481972"/>
    <w:rsid w:val="004820E6"/>
    <w:rsid w:val="00482151"/>
    <w:rsid w:val="00482178"/>
    <w:rsid w:val="004821F9"/>
    <w:rsid w:val="00483ED3"/>
    <w:rsid w:val="00484426"/>
    <w:rsid w:val="004850DB"/>
    <w:rsid w:val="004857D4"/>
    <w:rsid w:val="004859D2"/>
    <w:rsid w:val="00485FAD"/>
    <w:rsid w:val="004860C8"/>
    <w:rsid w:val="004866DD"/>
    <w:rsid w:val="00486C35"/>
    <w:rsid w:val="00486E27"/>
    <w:rsid w:val="00487AED"/>
    <w:rsid w:val="00490F14"/>
    <w:rsid w:val="0049170A"/>
    <w:rsid w:val="00491EDF"/>
    <w:rsid w:val="00492A3F"/>
    <w:rsid w:val="00492AEF"/>
    <w:rsid w:val="00492F98"/>
    <w:rsid w:val="0049341E"/>
    <w:rsid w:val="004938BD"/>
    <w:rsid w:val="004939FE"/>
    <w:rsid w:val="004941D1"/>
    <w:rsid w:val="00494915"/>
    <w:rsid w:val="00494F62"/>
    <w:rsid w:val="00495FF6"/>
    <w:rsid w:val="0049674F"/>
    <w:rsid w:val="00496985"/>
    <w:rsid w:val="00496F56"/>
    <w:rsid w:val="0049732D"/>
    <w:rsid w:val="00497DD7"/>
    <w:rsid w:val="00497F30"/>
    <w:rsid w:val="004A025B"/>
    <w:rsid w:val="004A053A"/>
    <w:rsid w:val="004A0A60"/>
    <w:rsid w:val="004A10B3"/>
    <w:rsid w:val="004A2001"/>
    <w:rsid w:val="004A21A1"/>
    <w:rsid w:val="004A2875"/>
    <w:rsid w:val="004A3015"/>
    <w:rsid w:val="004A32F9"/>
    <w:rsid w:val="004A336A"/>
    <w:rsid w:val="004A345F"/>
    <w:rsid w:val="004A3590"/>
    <w:rsid w:val="004A4D48"/>
    <w:rsid w:val="004A4FAD"/>
    <w:rsid w:val="004A4FFD"/>
    <w:rsid w:val="004A5255"/>
    <w:rsid w:val="004A5273"/>
    <w:rsid w:val="004A5606"/>
    <w:rsid w:val="004A5AAF"/>
    <w:rsid w:val="004A5C5A"/>
    <w:rsid w:val="004A5DC7"/>
    <w:rsid w:val="004A6670"/>
    <w:rsid w:val="004A6EF7"/>
    <w:rsid w:val="004A76B7"/>
    <w:rsid w:val="004B00A7"/>
    <w:rsid w:val="004B01EE"/>
    <w:rsid w:val="004B0616"/>
    <w:rsid w:val="004B1C25"/>
    <w:rsid w:val="004B1F04"/>
    <w:rsid w:val="004B25E2"/>
    <w:rsid w:val="004B340F"/>
    <w:rsid w:val="004B34D7"/>
    <w:rsid w:val="004B368F"/>
    <w:rsid w:val="004B3D9A"/>
    <w:rsid w:val="004B5037"/>
    <w:rsid w:val="004B52B7"/>
    <w:rsid w:val="004B596B"/>
    <w:rsid w:val="004B5B2F"/>
    <w:rsid w:val="004B5CFD"/>
    <w:rsid w:val="004B5FFB"/>
    <w:rsid w:val="004B626A"/>
    <w:rsid w:val="004B660E"/>
    <w:rsid w:val="004B694E"/>
    <w:rsid w:val="004B7079"/>
    <w:rsid w:val="004B7EE4"/>
    <w:rsid w:val="004C04A8"/>
    <w:rsid w:val="004C05BD"/>
    <w:rsid w:val="004C0A3D"/>
    <w:rsid w:val="004C1064"/>
    <w:rsid w:val="004C11C7"/>
    <w:rsid w:val="004C139B"/>
    <w:rsid w:val="004C2419"/>
    <w:rsid w:val="004C2A3D"/>
    <w:rsid w:val="004C2BBC"/>
    <w:rsid w:val="004C3B06"/>
    <w:rsid w:val="004C3C67"/>
    <w:rsid w:val="004C3F97"/>
    <w:rsid w:val="004C415C"/>
    <w:rsid w:val="004C430D"/>
    <w:rsid w:val="004C5937"/>
    <w:rsid w:val="004C5D0C"/>
    <w:rsid w:val="004C6281"/>
    <w:rsid w:val="004C6400"/>
    <w:rsid w:val="004C65CD"/>
    <w:rsid w:val="004C7EE7"/>
    <w:rsid w:val="004C7F69"/>
    <w:rsid w:val="004D095B"/>
    <w:rsid w:val="004D0ECB"/>
    <w:rsid w:val="004D1B5E"/>
    <w:rsid w:val="004D1CD9"/>
    <w:rsid w:val="004D1F7E"/>
    <w:rsid w:val="004D21EC"/>
    <w:rsid w:val="004D23CF"/>
    <w:rsid w:val="004D25AA"/>
    <w:rsid w:val="004D266A"/>
    <w:rsid w:val="004D2C83"/>
    <w:rsid w:val="004D2DCD"/>
    <w:rsid w:val="004D2DEE"/>
    <w:rsid w:val="004D2E1F"/>
    <w:rsid w:val="004D4174"/>
    <w:rsid w:val="004D4942"/>
    <w:rsid w:val="004D4AF0"/>
    <w:rsid w:val="004D5373"/>
    <w:rsid w:val="004D55EB"/>
    <w:rsid w:val="004D5E1E"/>
    <w:rsid w:val="004D6126"/>
    <w:rsid w:val="004D61A1"/>
    <w:rsid w:val="004D63FC"/>
    <w:rsid w:val="004D6FBF"/>
    <w:rsid w:val="004D7022"/>
    <w:rsid w:val="004D7B54"/>
    <w:rsid w:val="004D7FD9"/>
    <w:rsid w:val="004E0750"/>
    <w:rsid w:val="004E08CD"/>
    <w:rsid w:val="004E0D1E"/>
    <w:rsid w:val="004E1227"/>
    <w:rsid w:val="004E1324"/>
    <w:rsid w:val="004E14E8"/>
    <w:rsid w:val="004E19A5"/>
    <w:rsid w:val="004E1B43"/>
    <w:rsid w:val="004E1C21"/>
    <w:rsid w:val="004E2144"/>
    <w:rsid w:val="004E2599"/>
    <w:rsid w:val="004E26F0"/>
    <w:rsid w:val="004E2A12"/>
    <w:rsid w:val="004E334B"/>
    <w:rsid w:val="004E3668"/>
    <w:rsid w:val="004E37E5"/>
    <w:rsid w:val="004E3FDB"/>
    <w:rsid w:val="004E4291"/>
    <w:rsid w:val="004E44C0"/>
    <w:rsid w:val="004E4C96"/>
    <w:rsid w:val="004E4EE5"/>
    <w:rsid w:val="004E57AA"/>
    <w:rsid w:val="004E6595"/>
    <w:rsid w:val="004E71C1"/>
    <w:rsid w:val="004E7FA8"/>
    <w:rsid w:val="004F030C"/>
    <w:rsid w:val="004F045F"/>
    <w:rsid w:val="004F048B"/>
    <w:rsid w:val="004F0670"/>
    <w:rsid w:val="004F0B31"/>
    <w:rsid w:val="004F0C37"/>
    <w:rsid w:val="004F0FC1"/>
    <w:rsid w:val="004F1917"/>
    <w:rsid w:val="004F1F4A"/>
    <w:rsid w:val="004F21C6"/>
    <w:rsid w:val="004F296D"/>
    <w:rsid w:val="004F34F9"/>
    <w:rsid w:val="004F3728"/>
    <w:rsid w:val="004F3860"/>
    <w:rsid w:val="004F3D8F"/>
    <w:rsid w:val="004F3DDD"/>
    <w:rsid w:val="004F4135"/>
    <w:rsid w:val="004F42DE"/>
    <w:rsid w:val="004F4332"/>
    <w:rsid w:val="004F45E8"/>
    <w:rsid w:val="004F4D4D"/>
    <w:rsid w:val="004F4F23"/>
    <w:rsid w:val="004F4F6A"/>
    <w:rsid w:val="004F508B"/>
    <w:rsid w:val="004F518B"/>
    <w:rsid w:val="004F5849"/>
    <w:rsid w:val="004F5FB1"/>
    <w:rsid w:val="004F644F"/>
    <w:rsid w:val="004F695F"/>
    <w:rsid w:val="004F6CA4"/>
    <w:rsid w:val="004F70AA"/>
    <w:rsid w:val="004F79DF"/>
    <w:rsid w:val="004F7A17"/>
    <w:rsid w:val="00500752"/>
    <w:rsid w:val="005011D6"/>
    <w:rsid w:val="0050187F"/>
    <w:rsid w:val="00501982"/>
    <w:rsid w:val="00501A50"/>
    <w:rsid w:val="00501F55"/>
    <w:rsid w:val="0050222D"/>
    <w:rsid w:val="00502335"/>
    <w:rsid w:val="00502740"/>
    <w:rsid w:val="00502823"/>
    <w:rsid w:val="00503099"/>
    <w:rsid w:val="00503293"/>
    <w:rsid w:val="00503AF3"/>
    <w:rsid w:val="005040AC"/>
    <w:rsid w:val="00504983"/>
    <w:rsid w:val="00504FED"/>
    <w:rsid w:val="00505088"/>
    <w:rsid w:val="005053C3"/>
    <w:rsid w:val="00505B51"/>
    <w:rsid w:val="00505D5E"/>
    <w:rsid w:val="005063E9"/>
    <w:rsid w:val="0050696D"/>
    <w:rsid w:val="005072ED"/>
    <w:rsid w:val="00510578"/>
    <w:rsid w:val="0051094B"/>
    <w:rsid w:val="00510C1B"/>
    <w:rsid w:val="0051104B"/>
    <w:rsid w:val="005110D7"/>
    <w:rsid w:val="00511999"/>
    <w:rsid w:val="00511D99"/>
    <w:rsid w:val="00511F70"/>
    <w:rsid w:val="00511FAD"/>
    <w:rsid w:val="00512470"/>
    <w:rsid w:val="005127B1"/>
    <w:rsid w:val="00512855"/>
    <w:rsid w:val="005128D3"/>
    <w:rsid w:val="00512BC7"/>
    <w:rsid w:val="00512C65"/>
    <w:rsid w:val="00512DB7"/>
    <w:rsid w:val="005132CE"/>
    <w:rsid w:val="005133DF"/>
    <w:rsid w:val="005133E6"/>
    <w:rsid w:val="0051340F"/>
    <w:rsid w:val="005135B5"/>
    <w:rsid w:val="0051399A"/>
    <w:rsid w:val="00513EF3"/>
    <w:rsid w:val="005144F1"/>
    <w:rsid w:val="005147E8"/>
    <w:rsid w:val="00514A5E"/>
    <w:rsid w:val="00514AEA"/>
    <w:rsid w:val="005153B8"/>
    <w:rsid w:val="005158F2"/>
    <w:rsid w:val="00516261"/>
    <w:rsid w:val="0051642B"/>
    <w:rsid w:val="0051719F"/>
    <w:rsid w:val="005173CE"/>
    <w:rsid w:val="005175A4"/>
    <w:rsid w:val="005201F3"/>
    <w:rsid w:val="00520E28"/>
    <w:rsid w:val="00520FC2"/>
    <w:rsid w:val="005212B2"/>
    <w:rsid w:val="005212F8"/>
    <w:rsid w:val="00521423"/>
    <w:rsid w:val="00521596"/>
    <w:rsid w:val="00522FC0"/>
    <w:rsid w:val="005231D6"/>
    <w:rsid w:val="005233C5"/>
    <w:rsid w:val="005237F2"/>
    <w:rsid w:val="00523B66"/>
    <w:rsid w:val="00523D31"/>
    <w:rsid w:val="005244D9"/>
    <w:rsid w:val="00524EC7"/>
    <w:rsid w:val="00525B3B"/>
    <w:rsid w:val="00525BB9"/>
    <w:rsid w:val="00525E9D"/>
    <w:rsid w:val="00526672"/>
    <w:rsid w:val="0052680E"/>
    <w:rsid w:val="00526B2E"/>
    <w:rsid w:val="00526C72"/>
    <w:rsid w:val="00526D8A"/>
    <w:rsid w:val="00526DFC"/>
    <w:rsid w:val="00526F18"/>
    <w:rsid w:val="00526F43"/>
    <w:rsid w:val="00526F96"/>
    <w:rsid w:val="005270B1"/>
    <w:rsid w:val="005271E9"/>
    <w:rsid w:val="0052730F"/>
    <w:rsid w:val="00527552"/>
    <w:rsid w:val="00527651"/>
    <w:rsid w:val="005306C1"/>
    <w:rsid w:val="005308A7"/>
    <w:rsid w:val="005308C9"/>
    <w:rsid w:val="0053103A"/>
    <w:rsid w:val="0053136D"/>
    <w:rsid w:val="005317D2"/>
    <w:rsid w:val="00531F43"/>
    <w:rsid w:val="0053204C"/>
    <w:rsid w:val="005343C5"/>
    <w:rsid w:val="00534674"/>
    <w:rsid w:val="00535AC2"/>
    <w:rsid w:val="00535CDF"/>
    <w:rsid w:val="005361BC"/>
    <w:rsid w:val="005363AB"/>
    <w:rsid w:val="00536EA0"/>
    <w:rsid w:val="00537067"/>
    <w:rsid w:val="00537AF4"/>
    <w:rsid w:val="00537B76"/>
    <w:rsid w:val="005402CF"/>
    <w:rsid w:val="00540C41"/>
    <w:rsid w:val="00541657"/>
    <w:rsid w:val="005418FE"/>
    <w:rsid w:val="00541AF2"/>
    <w:rsid w:val="0054220E"/>
    <w:rsid w:val="00542C8F"/>
    <w:rsid w:val="00542FDB"/>
    <w:rsid w:val="00543075"/>
    <w:rsid w:val="005431A3"/>
    <w:rsid w:val="0054362A"/>
    <w:rsid w:val="00543761"/>
    <w:rsid w:val="00544B27"/>
    <w:rsid w:val="00544BBC"/>
    <w:rsid w:val="00544EF4"/>
    <w:rsid w:val="0054516D"/>
    <w:rsid w:val="00545E53"/>
    <w:rsid w:val="00546612"/>
    <w:rsid w:val="005468BA"/>
    <w:rsid w:val="00546EA2"/>
    <w:rsid w:val="005473B8"/>
    <w:rsid w:val="0054740E"/>
    <w:rsid w:val="005479D9"/>
    <w:rsid w:val="00547C59"/>
    <w:rsid w:val="00550538"/>
    <w:rsid w:val="00550ADE"/>
    <w:rsid w:val="005511FE"/>
    <w:rsid w:val="00551433"/>
    <w:rsid w:val="0055185B"/>
    <w:rsid w:val="00551CA0"/>
    <w:rsid w:val="0055207B"/>
    <w:rsid w:val="005527F9"/>
    <w:rsid w:val="0055348E"/>
    <w:rsid w:val="005535F8"/>
    <w:rsid w:val="00553AFA"/>
    <w:rsid w:val="0055431B"/>
    <w:rsid w:val="005567A9"/>
    <w:rsid w:val="00556AAA"/>
    <w:rsid w:val="00556E17"/>
    <w:rsid w:val="00557212"/>
    <w:rsid w:val="005572BD"/>
    <w:rsid w:val="00557764"/>
    <w:rsid w:val="00557A12"/>
    <w:rsid w:val="00557FFB"/>
    <w:rsid w:val="0055935B"/>
    <w:rsid w:val="005607F6"/>
    <w:rsid w:val="00560AC7"/>
    <w:rsid w:val="00560B3B"/>
    <w:rsid w:val="00560DC0"/>
    <w:rsid w:val="00560E7C"/>
    <w:rsid w:val="00561AFB"/>
    <w:rsid w:val="00561EEC"/>
    <w:rsid w:val="00561F57"/>
    <w:rsid w:val="00561FA8"/>
    <w:rsid w:val="00562926"/>
    <w:rsid w:val="00562C51"/>
    <w:rsid w:val="0056329B"/>
    <w:rsid w:val="0056332F"/>
    <w:rsid w:val="005635ED"/>
    <w:rsid w:val="0056383D"/>
    <w:rsid w:val="00563A39"/>
    <w:rsid w:val="00563B42"/>
    <w:rsid w:val="00563C10"/>
    <w:rsid w:val="00563E01"/>
    <w:rsid w:val="00563ED5"/>
    <w:rsid w:val="0056424D"/>
    <w:rsid w:val="00564887"/>
    <w:rsid w:val="00564C88"/>
    <w:rsid w:val="00564EBF"/>
    <w:rsid w:val="00565253"/>
    <w:rsid w:val="0056601E"/>
    <w:rsid w:val="005669D4"/>
    <w:rsid w:val="00566E2E"/>
    <w:rsid w:val="00567098"/>
    <w:rsid w:val="00567756"/>
    <w:rsid w:val="005678AD"/>
    <w:rsid w:val="00567AFB"/>
    <w:rsid w:val="00567CA2"/>
    <w:rsid w:val="00567CEE"/>
    <w:rsid w:val="00567EAF"/>
    <w:rsid w:val="00570191"/>
    <w:rsid w:val="00570340"/>
    <w:rsid w:val="00570570"/>
    <w:rsid w:val="00570912"/>
    <w:rsid w:val="00570E2F"/>
    <w:rsid w:val="0057223D"/>
    <w:rsid w:val="00572512"/>
    <w:rsid w:val="00573EE6"/>
    <w:rsid w:val="00573F35"/>
    <w:rsid w:val="00574149"/>
    <w:rsid w:val="00574AE2"/>
    <w:rsid w:val="005752B2"/>
    <w:rsid w:val="0057547F"/>
    <w:rsid w:val="005754EE"/>
    <w:rsid w:val="005756D1"/>
    <w:rsid w:val="00575C79"/>
    <w:rsid w:val="0057617E"/>
    <w:rsid w:val="00576185"/>
    <w:rsid w:val="00576497"/>
    <w:rsid w:val="0057739D"/>
    <w:rsid w:val="005777C2"/>
    <w:rsid w:val="0058047E"/>
    <w:rsid w:val="00580D11"/>
    <w:rsid w:val="005810D9"/>
    <w:rsid w:val="00581943"/>
    <w:rsid w:val="00581983"/>
    <w:rsid w:val="00581F10"/>
    <w:rsid w:val="0058283C"/>
    <w:rsid w:val="00582A94"/>
    <w:rsid w:val="00582BE4"/>
    <w:rsid w:val="0058356D"/>
    <w:rsid w:val="005835E7"/>
    <w:rsid w:val="0058397F"/>
    <w:rsid w:val="00583BF1"/>
    <w:rsid w:val="00583BF8"/>
    <w:rsid w:val="00583D59"/>
    <w:rsid w:val="00583F91"/>
    <w:rsid w:val="00584D18"/>
    <w:rsid w:val="00584ED0"/>
    <w:rsid w:val="00584F2A"/>
    <w:rsid w:val="00585209"/>
    <w:rsid w:val="005852CF"/>
    <w:rsid w:val="005855E3"/>
    <w:rsid w:val="00585F33"/>
    <w:rsid w:val="00586A86"/>
    <w:rsid w:val="00586BEC"/>
    <w:rsid w:val="00587BFA"/>
    <w:rsid w:val="00590562"/>
    <w:rsid w:val="00591124"/>
    <w:rsid w:val="00591891"/>
    <w:rsid w:val="00591C8F"/>
    <w:rsid w:val="00591F0A"/>
    <w:rsid w:val="005923BC"/>
    <w:rsid w:val="00592A01"/>
    <w:rsid w:val="0059421E"/>
    <w:rsid w:val="005943B9"/>
    <w:rsid w:val="005944ED"/>
    <w:rsid w:val="005947F5"/>
    <w:rsid w:val="00594D07"/>
    <w:rsid w:val="00595014"/>
    <w:rsid w:val="0059565C"/>
    <w:rsid w:val="00595AF0"/>
    <w:rsid w:val="00596411"/>
    <w:rsid w:val="005967E8"/>
    <w:rsid w:val="00596A25"/>
    <w:rsid w:val="00597024"/>
    <w:rsid w:val="00597F07"/>
    <w:rsid w:val="005A0274"/>
    <w:rsid w:val="005A095C"/>
    <w:rsid w:val="005A0AC8"/>
    <w:rsid w:val="005A121C"/>
    <w:rsid w:val="005A13EF"/>
    <w:rsid w:val="005A1494"/>
    <w:rsid w:val="005A1509"/>
    <w:rsid w:val="005A16D0"/>
    <w:rsid w:val="005A3354"/>
    <w:rsid w:val="005A35A8"/>
    <w:rsid w:val="005A39C5"/>
    <w:rsid w:val="005A3CC3"/>
    <w:rsid w:val="005A54AF"/>
    <w:rsid w:val="005A588F"/>
    <w:rsid w:val="005A594B"/>
    <w:rsid w:val="005A669D"/>
    <w:rsid w:val="005A66AB"/>
    <w:rsid w:val="005A69F8"/>
    <w:rsid w:val="005A6CEE"/>
    <w:rsid w:val="005A75D8"/>
    <w:rsid w:val="005B0180"/>
    <w:rsid w:val="005B0A25"/>
    <w:rsid w:val="005B0C93"/>
    <w:rsid w:val="005B16ED"/>
    <w:rsid w:val="005B1E89"/>
    <w:rsid w:val="005B2345"/>
    <w:rsid w:val="005B241E"/>
    <w:rsid w:val="005B28B2"/>
    <w:rsid w:val="005B2F9A"/>
    <w:rsid w:val="005B3583"/>
    <w:rsid w:val="005B3CC8"/>
    <w:rsid w:val="005B3EA1"/>
    <w:rsid w:val="005B428F"/>
    <w:rsid w:val="005B42CC"/>
    <w:rsid w:val="005B4841"/>
    <w:rsid w:val="005B4935"/>
    <w:rsid w:val="005B4DA3"/>
    <w:rsid w:val="005B5DB5"/>
    <w:rsid w:val="005B713E"/>
    <w:rsid w:val="005B756D"/>
    <w:rsid w:val="005C03B6"/>
    <w:rsid w:val="005C0A27"/>
    <w:rsid w:val="005C163A"/>
    <w:rsid w:val="005C24E5"/>
    <w:rsid w:val="005C2D18"/>
    <w:rsid w:val="005C348E"/>
    <w:rsid w:val="005C3848"/>
    <w:rsid w:val="005C3EA8"/>
    <w:rsid w:val="005C422C"/>
    <w:rsid w:val="005C44F6"/>
    <w:rsid w:val="005C47EC"/>
    <w:rsid w:val="005C4AF6"/>
    <w:rsid w:val="005C4DF4"/>
    <w:rsid w:val="005C4FC7"/>
    <w:rsid w:val="005C4FDA"/>
    <w:rsid w:val="005C5421"/>
    <w:rsid w:val="005C61E2"/>
    <w:rsid w:val="005C623D"/>
    <w:rsid w:val="005C68E1"/>
    <w:rsid w:val="005C72CC"/>
    <w:rsid w:val="005C7DCF"/>
    <w:rsid w:val="005D044A"/>
    <w:rsid w:val="005D04D6"/>
    <w:rsid w:val="005D0AEA"/>
    <w:rsid w:val="005D0FF2"/>
    <w:rsid w:val="005D343B"/>
    <w:rsid w:val="005D3763"/>
    <w:rsid w:val="005D389D"/>
    <w:rsid w:val="005D40AB"/>
    <w:rsid w:val="005D55E1"/>
    <w:rsid w:val="005D5863"/>
    <w:rsid w:val="005D5E25"/>
    <w:rsid w:val="005D5EFE"/>
    <w:rsid w:val="005D6826"/>
    <w:rsid w:val="005E02BF"/>
    <w:rsid w:val="005E05CB"/>
    <w:rsid w:val="005E06C0"/>
    <w:rsid w:val="005E0879"/>
    <w:rsid w:val="005E0F19"/>
    <w:rsid w:val="005E149E"/>
    <w:rsid w:val="005E19F7"/>
    <w:rsid w:val="005E1C7B"/>
    <w:rsid w:val="005E1ED5"/>
    <w:rsid w:val="005E2FE6"/>
    <w:rsid w:val="005E3611"/>
    <w:rsid w:val="005E3D98"/>
    <w:rsid w:val="005E3EFC"/>
    <w:rsid w:val="005E4683"/>
    <w:rsid w:val="005E4F04"/>
    <w:rsid w:val="005E553E"/>
    <w:rsid w:val="005E62C2"/>
    <w:rsid w:val="005E6B05"/>
    <w:rsid w:val="005E6C71"/>
    <w:rsid w:val="005F0373"/>
    <w:rsid w:val="005F03D0"/>
    <w:rsid w:val="005F0963"/>
    <w:rsid w:val="005F0D53"/>
    <w:rsid w:val="005F0FC9"/>
    <w:rsid w:val="005F1ECC"/>
    <w:rsid w:val="005F23F1"/>
    <w:rsid w:val="005F2824"/>
    <w:rsid w:val="005F2EBA"/>
    <w:rsid w:val="005F35ED"/>
    <w:rsid w:val="005F3C01"/>
    <w:rsid w:val="005F3DEC"/>
    <w:rsid w:val="005F3F54"/>
    <w:rsid w:val="005F41A8"/>
    <w:rsid w:val="005F4D95"/>
    <w:rsid w:val="005F5E51"/>
    <w:rsid w:val="005F6019"/>
    <w:rsid w:val="005F622E"/>
    <w:rsid w:val="005F6273"/>
    <w:rsid w:val="005F7186"/>
    <w:rsid w:val="005F7389"/>
    <w:rsid w:val="005F7812"/>
    <w:rsid w:val="005F7A88"/>
    <w:rsid w:val="005F7A9C"/>
    <w:rsid w:val="0060073E"/>
    <w:rsid w:val="00600B1E"/>
    <w:rsid w:val="00600B49"/>
    <w:rsid w:val="00600F75"/>
    <w:rsid w:val="00601EF7"/>
    <w:rsid w:val="006023AC"/>
    <w:rsid w:val="00602A63"/>
    <w:rsid w:val="00602BC0"/>
    <w:rsid w:val="00603720"/>
    <w:rsid w:val="00603A1A"/>
    <w:rsid w:val="006041B0"/>
    <w:rsid w:val="006043AF"/>
    <w:rsid w:val="006044EE"/>
    <w:rsid w:val="00604671"/>
    <w:rsid w:val="006046D5"/>
    <w:rsid w:val="00604C23"/>
    <w:rsid w:val="006059E5"/>
    <w:rsid w:val="00605E69"/>
    <w:rsid w:val="00606003"/>
    <w:rsid w:val="00606963"/>
    <w:rsid w:val="006070CC"/>
    <w:rsid w:val="006074F2"/>
    <w:rsid w:val="00607A93"/>
    <w:rsid w:val="00607E12"/>
    <w:rsid w:val="006107B4"/>
    <w:rsid w:val="00610C08"/>
    <w:rsid w:val="00611BE4"/>
    <w:rsid w:val="00611E09"/>
    <w:rsid w:val="00611F74"/>
    <w:rsid w:val="00612160"/>
    <w:rsid w:val="00612192"/>
    <w:rsid w:val="0061266D"/>
    <w:rsid w:val="00612BC1"/>
    <w:rsid w:val="00612D25"/>
    <w:rsid w:val="00612FD0"/>
    <w:rsid w:val="00613162"/>
    <w:rsid w:val="00613374"/>
    <w:rsid w:val="0061380F"/>
    <w:rsid w:val="00613CB2"/>
    <w:rsid w:val="00614CCF"/>
    <w:rsid w:val="00615591"/>
    <w:rsid w:val="00615772"/>
    <w:rsid w:val="00615BC6"/>
    <w:rsid w:val="00615EF7"/>
    <w:rsid w:val="00615FCE"/>
    <w:rsid w:val="00616279"/>
    <w:rsid w:val="00616450"/>
    <w:rsid w:val="006166EC"/>
    <w:rsid w:val="00616921"/>
    <w:rsid w:val="00616EA2"/>
    <w:rsid w:val="006174A7"/>
    <w:rsid w:val="00617589"/>
    <w:rsid w:val="006178B5"/>
    <w:rsid w:val="00620B2E"/>
    <w:rsid w:val="00620C6D"/>
    <w:rsid w:val="00621256"/>
    <w:rsid w:val="00621869"/>
    <w:rsid w:val="00621958"/>
    <w:rsid w:val="00621FCC"/>
    <w:rsid w:val="00622559"/>
    <w:rsid w:val="00622D93"/>
    <w:rsid w:val="00622E4B"/>
    <w:rsid w:val="006249A1"/>
    <w:rsid w:val="00624E35"/>
    <w:rsid w:val="006253A1"/>
    <w:rsid w:val="00625485"/>
    <w:rsid w:val="006257DB"/>
    <w:rsid w:val="00625B88"/>
    <w:rsid w:val="00625CA0"/>
    <w:rsid w:val="00626C0D"/>
    <w:rsid w:val="00626CAE"/>
    <w:rsid w:val="00627172"/>
    <w:rsid w:val="00627AD7"/>
    <w:rsid w:val="00630364"/>
    <w:rsid w:val="00630C5E"/>
    <w:rsid w:val="00631022"/>
    <w:rsid w:val="00631F35"/>
    <w:rsid w:val="00632143"/>
    <w:rsid w:val="006333DA"/>
    <w:rsid w:val="00633C70"/>
    <w:rsid w:val="00634987"/>
    <w:rsid w:val="00635011"/>
    <w:rsid w:val="00635134"/>
    <w:rsid w:val="006356E2"/>
    <w:rsid w:val="00635CA4"/>
    <w:rsid w:val="00635DCB"/>
    <w:rsid w:val="006363CB"/>
    <w:rsid w:val="00637345"/>
    <w:rsid w:val="00637353"/>
    <w:rsid w:val="00637796"/>
    <w:rsid w:val="00640346"/>
    <w:rsid w:val="0064076F"/>
    <w:rsid w:val="00640AE6"/>
    <w:rsid w:val="00641D49"/>
    <w:rsid w:val="00642036"/>
    <w:rsid w:val="0064256F"/>
    <w:rsid w:val="00642A65"/>
    <w:rsid w:val="00642AB0"/>
    <w:rsid w:val="00642D7E"/>
    <w:rsid w:val="00642FDA"/>
    <w:rsid w:val="006438EA"/>
    <w:rsid w:val="00643925"/>
    <w:rsid w:val="00643C1B"/>
    <w:rsid w:val="006447B0"/>
    <w:rsid w:val="00644B9C"/>
    <w:rsid w:val="00644CD1"/>
    <w:rsid w:val="00644CDB"/>
    <w:rsid w:val="0064552E"/>
    <w:rsid w:val="00645734"/>
    <w:rsid w:val="00645924"/>
    <w:rsid w:val="00645DCE"/>
    <w:rsid w:val="00645EDD"/>
    <w:rsid w:val="006465AC"/>
    <w:rsid w:val="006465BF"/>
    <w:rsid w:val="00646B63"/>
    <w:rsid w:val="00646C5B"/>
    <w:rsid w:val="00646D7B"/>
    <w:rsid w:val="00647466"/>
    <w:rsid w:val="00647A16"/>
    <w:rsid w:val="00647B03"/>
    <w:rsid w:val="006500FF"/>
    <w:rsid w:val="00650344"/>
    <w:rsid w:val="00650A0B"/>
    <w:rsid w:val="00650A8D"/>
    <w:rsid w:val="00650BBC"/>
    <w:rsid w:val="00650BF8"/>
    <w:rsid w:val="00650FB7"/>
    <w:rsid w:val="0065116D"/>
    <w:rsid w:val="00651CF9"/>
    <w:rsid w:val="00651EA3"/>
    <w:rsid w:val="00651F8A"/>
    <w:rsid w:val="00652278"/>
    <w:rsid w:val="00652294"/>
    <w:rsid w:val="00653515"/>
    <w:rsid w:val="00653B22"/>
    <w:rsid w:val="00653D35"/>
    <w:rsid w:val="00654E5F"/>
    <w:rsid w:val="006553DB"/>
    <w:rsid w:val="006559BB"/>
    <w:rsid w:val="00655A56"/>
    <w:rsid w:val="006563D6"/>
    <w:rsid w:val="006564A0"/>
    <w:rsid w:val="00656AD8"/>
    <w:rsid w:val="00656F99"/>
    <w:rsid w:val="0065724E"/>
    <w:rsid w:val="006573CC"/>
    <w:rsid w:val="00657BF4"/>
    <w:rsid w:val="00657E56"/>
    <w:rsid w:val="00657F53"/>
    <w:rsid w:val="0066005A"/>
    <w:rsid w:val="00660144"/>
    <w:rsid w:val="006603FB"/>
    <w:rsid w:val="0066062F"/>
    <w:rsid w:val="0066074C"/>
    <w:rsid w:val="006608DF"/>
    <w:rsid w:val="00661B0E"/>
    <w:rsid w:val="00662173"/>
    <w:rsid w:val="006623AC"/>
    <w:rsid w:val="00662B26"/>
    <w:rsid w:val="00662B51"/>
    <w:rsid w:val="00662D86"/>
    <w:rsid w:val="00663057"/>
    <w:rsid w:val="006635F9"/>
    <w:rsid w:val="006640F5"/>
    <w:rsid w:val="0066418D"/>
    <w:rsid w:val="00664E1F"/>
    <w:rsid w:val="00665BDE"/>
    <w:rsid w:val="0066616F"/>
    <w:rsid w:val="00666717"/>
    <w:rsid w:val="0066742D"/>
    <w:rsid w:val="006678AF"/>
    <w:rsid w:val="00667EBF"/>
    <w:rsid w:val="0067002F"/>
    <w:rsid w:val="006701EF"/>
    <w:rsid w:val="00670528"/>
    <w:rsid w:val="00671326"/>
    <w:rsid w:val="0067188F"/>
    <w:rsid w:val="00671B96"/>
    <w:rsid w:val="0067232E"/>
    <w:rsid w:val="0067239F"/>
    <w:rsid w:val="00672A95"/>
    <w:rsid w:val="00673BA5"/>
    <w:rsid w:val="006740E4"/>
    <w:rsid w:val="00674151"/>
    <w:rsid w:val="00674B20"/>
    <w:rsid w:val="00675B27"/>
    <w:rsid w:val="00675BB2"/>
    <w:rsid w:val="0067609B"/>
    <w:rsid w:val="00676B0F"/>
    <w:rsid w:val="006773F3"/>
    <w:rsid w:val="00677455"/>
    <w:rsid w:val="0067793E"/>
    <w:rsid w:val="00677961"/>
    <w:rsid w:val="00680058"/>
    <w:rsid w:val="00680658"/>
    <w:rsid w:val="006808DB"/>
    <w:rsid w:val="006817FD"/>
    <w:rsid w:val="00681F9F"/>
    <w:rsid w:val="00681FA0"/>
    <w:rsid w:val="0068240E"/>
    <w:rsid w:val="00682A3D"/>
    <w:rsid w:val="0068392E"/>
    <w:rsid w:val="00683ADE"/>
    <w:rsid w:val="00683B1A"/>
    <w:rsid w:val="00684078"/>
    <w:rsid w:val="006840EA"/>
    <w:rsid w:val="006844E2"/>
    <w:rsid w:val="00685267"/>
    <w:rsid w:val="0068586F"/>
    <w:rsid w:val="006859FF"/>
    <w:rsid w:val="00686C7F"/>
    <w:rsid w:val="00687104"/>
    <w:rsid w:val="006872AE"/>
    <w:rsid w:val="006872EB"/>
    <w:rsid w:val="0068733D"/>
    <w:rsid w:val="006876F6"/>
    <w:rsid w:val="00690082"/>
    <w:rsid w:val="00690252"/>
    <w:rsid w:val="00691537"/>
    <w:rsid w:val="0069190D"/>
    <w:rsid w:val="00691C30"/>
    <w:rsid w:val="00691E2D"/>
    <w:rsid w:val="00692034"/>
    <w:rsid w:val="0069238A"/>
    <w:rsid w:val="006924DE"/>
    <w:rsid w:val="00692BC4"/>
    <w:rsid w:val="00692FCF"/>
    <w:rsid w:val="00693227"/>
    <w:rsid w:val="00693308"/>
    <w:rsid w:val="00693318"/>
    <w:rsid w:val="006935FE"/>
    <w:rsid w:val="00694083"/>
    <w:rsid w:val="006943AE"/>
    <w:rsid w:val="006943B7"/>
    <w:rsid w:val="006946BB"/>
    <w:rsid w:val="00694EF8"/>
    <w:rsid w:val="00695279"/>
    <w:rsid w:val="0069543F"/>
    <w:rsid w:val="00695859"/>
    <w:rsid w:val="006958EE"/>
    <w:rsid w:val="00695C9C"/>
    <w:rsid w:val="00695D46"/>
    <w:rsid w:val="0069653F"/>
    <w:rsid w:val="00696816"/>
    <w:rsid w:val="006969FA"/>
    <w:rsid w:val="00696D83"/>
    <w:rsid w:val="0069744C"/>
    <w:rsid w:val="00697BEA"/>
    <w:rsid w:val="00697EAA"/>
    <w:rsid w:val="006A0653"/>
    <w:rsid w:val="006A07F9"/>
    <w:rsid w:val="006A08B4"/>
    <w:rsid w:val="006A150A"/>
    <w:rsid w:val="006A151D"/>
    <w:rsid w:val="006A1E10"/>
    <w:rsid w:val="006A200D"/>
    <w:rsid w:val="006A2043"/>
    <w:rsid w:val="006A2187"/>
    <w:rsid w:val="006A322C"/>
    <w:rsid w:val="006A35D5"/>
    <w:rsid w:val="006A407D"/>
    <w:rsid w:val="006A4BC2"/>
    <w:rsid w:val="006A4C27"/>
    <w:rsid w:val="006A4E6C"/>
    <w:rsid w:val="006A4EAC"/>
    <w:rsid w:val="006A4F59"/>
    <w:rsid w:val="006A503C"/>
    <w:rsid w:val="006A5818"/>
    <w:rsid w:val="006A5F6E"/>
    <w:rsid w:val="006A60D5"/>
    <w:rsid w:val="006A6AA0"/>
    <w:rsid w:val="006A6CCC"/>
    <w:rsid w:val="006A6CD1"/>
    <w:rsid w:val="006A748A"/>
    <w:rsid w:val="006B0384"/>
    <w:rsid w:val="006B063F"/>
    <w:rsid w:val="006B06F0"/>
    <w:rsid w:val="006B073A"/>
    <w:rsid w:val="006B0CA2"/>
    <w:rsid w:val="006B0FD7"/>
    <w:rsid w:val="006B11AE"/>
    <w:rsid w:val="006B232A"/>
    <w:rsid w:val="006B28D8"/>
    <w:rsid w:val="006B2F80"/>
    <w:rsid w:val="006B3077"/>
    <w:rsid w:val="006B3160"/>
    <w:rsid w:val="006B32FE"/>
    <w:rsid w:val="006B37CA"/>
    <w:rsid w:val="006B3F8A"/>
    <w:rsid w:val="006B458E"/>
    <w:rsid w:val="006B4F38"/>
    <w:rsid w:val="006B4FC0"/>
    <w:rsid w:val="006B521C"/>
    <w:rsid w:val="006B52C6"/>
    <w:rsid w:val="006B56BD"/>
    <w:rsid w:val="006B5837"/>
    <w:rsid w:val="006B58C5"/>
    <w:rsid w:val="006B5CBA"/>
    <w:rsid w:val="006B6274"/>
    <w:rsid w:val="006B64C6"/>
    <w:rsid w:val="006B6BE1"/>
    <w:rsid w:val="006B7327"/>
    <w:rsid w:val="006B7C22"/>
    <w:rsid w:val="006C060D"/>
    <w:rsid w:val="006C082C"/>
    <w:rsid w:val="006C0DC4"/>
    <w:rsid w:val="006C1AA8"/>
    <w:rsid w:val="006C2AE3"/>
    <w:rsid w:val="006C2AF1"/>
    <w:rsid w:val="006C2B13"/>
    <w:rsid w:val="006C31E7"/>
    <w:rsid w:val="006C33D9"/>
    <w:rsid w:val="006C385C"/>
    <w:rsid w:val="006C39BD"/>
    <w:rsid w:val="006C419E"/>
    <w:rsid w:val="006C4437"/>
    <w:rsid w:val="006C4964"/>
    <w:rsid w:val="006C4A31"/>
    <w:rsid w:val="006C50F4"/>
    <w:rsid w:val="006C54C3"/>
    <w:rsid w:val="006C5643"/>
    <w:rsid w:val="006C58AA"/>
    <w:rsid w:val="006C5AC2"/>
    <w:rsid w:val="006C5BBF"/>
    <w:rsid w:val="006C6686"/>
    <w:rsid w:val="006C68C5"/>
    <w:rsid w:val="006C6AFB"/>
    <w:rsid w:val="006C7035"/>
    <w:rsid w:val="006C7916"/>
    <w:rsid w:val="006D07D9"/>
    <w:rsid w:val="006D165A"/>
    <w:rsid w:val="006D25B0"/>
    <w:rsid w:val="006D2735"/>
    <w:rsid w:val="006D2D07"/>
    <w:rsid w:val="006D2F76"/>
    <w:rsid w:val="006D3121"/>
    <w:rsid w:val="006D347B"/>
    <w:rsid w:val="006D37AB"/>
    <w:rsid w:val="006D45B2"/>
    <w:rsid w:val="006D4880"/>
    <w:rsid w:val="006D4C8F"/>
    <w:rsid w:val="006D5840"/>
    <w:rsid w:val="006D5EB1"/>
    <w:rsid w:val="006D5FB6"/>
    <w:rsid w:val="006D6EFE"/>
    <w:rsid w:val="006D754A"/>
    <w:rsid w:val="006E0884"/>
    <w:rsid w:val="006E0A71"/>
    <w:rsid w:val="006E0D9A"/>
    <w:rsid w:val="006E0E0E"/>
    <w:rsid w:val="006E0F3F"/>
    <w:rsid w:val="006E0FCC"/>
    <w:rsid w:val="006E1AE5"/>
    <w:rsid w:val="006E1AF8"/>
    <w:rsid w:val="006E1CD0"/>
    <w:rsid w:val="006E1E12"/>
    <w:rsid w:val="006E1E96"/>
    <w:rsid w:val="006E1F7D"/>
    <w:rsid w:val="006E2385"/>
    <w:rsid w:val="006E3137"/>
    <w:rsid w:val="006E3480"/>
    <w:rsid w:val="006E3F05"/>
    <w:rsid w:val="006E419A"/>
    <w:rsid w:val="006E4611"/>
    <w:rsid w:val="006E476A"/>
    <w:rsid w:val="006E47B7"/>
    <w:rsid w:val="006E49E3"/>
    <w:rsid w:val="006E4EAE"/>
    <w:rsid w:val="006E50C2"/>
    <w:rsid w:val="006E5116"/>
    <w:rsid w:val="006E5E21"/>
    <w:rsid w:val="006E64E8"/>
    <w:rsid w:val="006E69B9"/>
    <w:rsid w:val="006E7056"/>
    <w:rsid w:val="006E7242"/>
    <w:rsid w:val="006E7537"/>
    <w:rsid w:val="006E77E2"/>
    <w:rsid w:val="006E7837"/>
    <w:rsid w:val="006E7D91"/>
    <w:rsid w:val="006E7E06"/>
    <w:rsid w:val="006F05BA"/>
    <w:rsid w:val="006F0664"/>
    <w:rsid w:val="006F0728"/>
    <w:rsid w:val="006F09E9"/>
    <w:rsid w:val="006F0C6F"/>
    <w:rsid w:val="006F1FB3"/>
    <w:rsid w:val="006F20D8"/>
    <w:rsid w:val="006F2648"/>
    <w:rsid w:val="006F29E0"/>
    <w:rsid w:val="006F2F10"/>
    <w:rsid w:val="006F4700"/>
    <w:rsid w:val="006F482B"/>
    <w:rsid w:val="006F4BA0"/>
    <w:rsid w:val="006F5AD3"/>
    <w:rsid w:val="006F60DD"/>
    <w:rsid w:val="006F6311"/>
    <w:rsid w:val="006F643E"/>
    <w:rsid w:val="0070013F"/>
    <w:rsid w:val="00700391"/>
    <w:rsid w:val="00700E90"/>
    <w:rsid w:val="00701952"/>
    <w:rsid w:val="00702556"/>
    <w:rsid w:val="0070277E"/>
    <w:rsid w:val="00702924"/>
    <w:rsid w:val="00702FB4"/>
    <w:rsid w:val="00703537"/>
    <w:rsid w:val="007035FD"/>
    <w:rsid w:val="00703BF3"/>
    <w:rsid w:val="00704156"/>
    <w:rsid w:val="007050BD"/>
    <w:rsid w:val="007069FC"/>
    <w:rsid w:val="007072E2"/>
    <w:rsid w:val="00707866"/>
    <w:rsid w:val="00707962"/>
    <w:rsid w:val="00707B23"/>
    <w:rsid w:val="00710236"/>
    <w:rsid w:val="00710338"/>
    <w:rsid w:val="00710451"/>
    <w:rsid w:val="0071081E"/>
    <w:rsid w:val="00710EA3"/>
    <w:rsid w:val="00711221"/>
    <w:rsid w:val="00711B66"/>
    <w:rsid w:val="00711D1C"/>
    <w:rsid w:val="00711F19"/>
    <w:rsid w:val="00712675"/>
    <w:rsid w:val="00712821"/>
    <w:rsid w:val="0071284B"/>
    <w:rsid w:val="00712B0B"/>
    <w:rsid w:val="00713808"/>
    <w:rsid w:val="00713BB7"/>
    <w:rsid w:val="00713C58"/>
    <w:rsid w:val="00714669"/>
    <w:rsid w:val="00714BE9"/>
    <w:rsid w:val="00714CD5"/>
    <w:rsid w:val="00714E84"/>
    <w:rsid w:val="007151B6"/>
    <w:rsid w:val="0071520D"/>
    <w:rsid w:val="00715664"/>
    <w:rsid w:val="0071570E"/>
    <w:rsid w:val="00715EDB"/>
    <w:rsid w:val="007160D5"/>
    <w:rsid w:val="007163FB"/>
    <w:rsid w:val="0071642C"/>
    <w:rsid w:val="007164C3"/>
    <w:rsid w:val="00716B9F"/>
    <w:rsid w:val="00716EA5"/>
    <w:rsid w:val="007172D4"/>
    <w:rsid w:val="0071731E"/>
    <w:rsid w:val="0071788C"/>
    <w:rsid w:val="00717C2E"/>
    <w:rsid w:val="007204FA"/>
    <w:rsid w:val="007212B7"/>
    <w:rsid w:val="007213B3"/>
    <w:rsid w:val="007217F1"/>
    <w:rsid w:val="00721974"/>
    <w:rsid w:val="00721E12"/>
    <w:rsid w:val="00721E70"/>
    <w:rsid w:val="00722B91"/>
    <w:rsid w:val="00722DBF"/>
    <w:rsid w:val="00722EF7"/>
    <w:rsid w:val="00723900"/>
    <w:rsid w:val="00723BC5"/>
    <w:rsid w:val="00723CF2"/>
    <w:rsid w:val="00723E11"/>
    <w:rsid w:val="0072457F"/>
    <w:rsid w:val="0072498B"/>
    <w:rsid w:val="00725406"/>
    <w:rsid w:val="0072621B"/>
    <w:rsid w:val="00726345"/>
    <w:rsid w:val="0072684D"/>
    <w:rsid w:val="00726C49"/>
    <w:rsid w:val="0072732B"/>
    <w:rsid w:val="00727CCD"/>
    <w:rsid w:val="00727D4E"/>
    <w:rsid w:val="0073026F"/>
    <w:rsid w:val="00730555"/>
    <w:rsid w:val="00730946"/>
    <w:rsid w:val="00730F65"/>
    <w:rsid w:val="00731018"/>
    <w:rsid w:val="00731211"/>
    <w:rsid w:val="007312CC"/>
    <w:rsid w:val="00731FF7"/>
    <w:rsid w:val="0073229E"/>
    <w:rsid w:val="00732868"/>
    <w:rsid w:val="0073325C"/>
    <w:rsid w:val="007339C1"/>
    <w:rsid w:val="00733BC8"/>
    <w:rsid w:val="007343F2"/>
    <w:rsid w:val="007347FA"/>
    <w:rsid w:val="00734DE2"/>
    <w:rsid w:val="007358FC"/>
    <w:rsid w:val="007359E8"/>
    <w:rsid w:val="0073613B"/>
    <w:rsid w:val="00736A64"/>
    <w:rsid w:val="00736AE3"/>
    <w:rsid w:val="00737223"/>
    <w:rsid w:val="00737A53"/>
    <w:rsid w:val="00737BB4"/>
    <w:rsid w:val="00737F6A"/>
    <w:rsid w:val="007410B6"/>
    <w:rsid w:val="00741356"/>
    <w:rsid w:val="00741ACE"/>
    <w:rsid w:val="007427A1"/>
    <w:rsid w:val="00742814"/>
    <w:rsid w:val="007428D1"/>
    <w:rsid w:val="00742EEF"/>
    <w:rsid w:val="00743A01"/>
    <w:rsid w:val="00743B89"/>
    <w:rsid w:val="00743D39"/>
    <w:rsid w:val="00744067"/>
    <w:rsid w:val="00744C6F"/>
    <w:rsid w:val="00744CC1"/>
    <w:rsid w:val="00744EB5"/>
    <w:rsid w:val="007456DD"/>
    <w:rsid w:val="007457F6"/>
    <w:rsid w:val="00745920"/>
    <w:rsid w:val="00745ABB"/>
    <w:rsid w:val="00745CC5"/>
    <w:rsid w:val="0074671B"/>
    <w:rsid w:val="00746804"/>
    <w:rsid w:val="00746E38"/>
    <w:rsid w:val="00747CD5"/>
    <w:rsid w:val="007501B0"/>
    <w:rsid w:val="00750600"/>
    <w:rsid w:val="00750638"/>
    <w:rsid w:val="007509B2"/>
    <w:rsid w:val="00750EC2"/>
    <w:rsid w:val="00750FE3"/>
    <w:rsid w:val="00751F3B"/>
    <w:rsid w:val="00752DAE"/>
    <w:rsid w:val="00752FBC"/>
    <w:rsid w:val="00753275"/>
    <w:rsid w:val="00753366"/>
    <w:rsid w:val="00753B51"/>
    <w:rsid w:val="00754142"/>
    <w:rsid w:val="007541E4"/>
    <w:rsid w:val="00754217"/>
    <w:rsid w:val="00754636"/>
    <w:rsid w:val="00754842"/>
    <w:rsid w:val="00754AD4"/>
    <w:rsid w:val="00754E58"/>
    <w:rsid w:val="007553F3"/>
    <w:rsid w:val="00755773"/>
    <w:rsid w:val="0075587C"/>
    <w:rsid w:val="00755AC7"/>
    <w:rsid w:val="007562E6"/>
    <w:rsid w:val="0075647F"/>
    <w:rsid w:val="007564A5"/>
    <w:rsid w:val="00756629"/>
    <w:rsid w:val="007568E5"/>
    <w:rsid w:val="007568F5"/>
    <w:rsid w:val="007575D2"/>
    <w:rsid w:val="00757B4F"/>
    <w:rsid w:val="00757B6A"/>
    <w:rsid w:val="00760401"/>
    <w:rsid w:val="0076066B"/>
    <w:rsid w:val="0076083B"/>
    <w:rsid w:val="00760922"/>
    <w:rsid w:val="00760E06"/>
    <w:rsid w:val="007610E0"/>
    <w:rsid w:val="0076132F"/>
    <w:rsid w:val="007621AA"/>
    <w:rsid w:val="007625C7"/>
    <w:rsid w:val="0076260A"/>
    <w:rsid w:val="007638E5"/>
    <w:rsid w:val="00764A67"/>
    <w:rsid w:val="0076587B"/>
    <w:rsid w:val="00765C1C"/>
    <w:rsid w:val="00766CDF"/>
    <w:rsid w:val="00766DE9"/>
    <w:rsid w:val="007670CC"/>
    <w:rsid w:val="0076786B"/>
    <w:rsid w:val="00767AC8"/>
    <w:rsid w:val="00770610"/>
    <w:rsid w:val="00770F6B"/>
    <w:rsid w:val="00771883"/>
    <w:rsid w:val="0077263A"/>
    <w:rsid w:val="00772F07"/>
    <w:rsid w:val="0077315B"/>
    <w:rsid w:val="007731AF"/>
    <w:rsid w:val="00773AEB"/>
    <w:rsid w:val="00773BCD"/>
    <w:rsid w:val="00773FA1"/>
    <w:rsid w:val="00774939"/>
    <w:rsid w:val="0077572D"/>
    <w:rsid w:val="00775E68"/>
    <w:rsid w:val="00775EA0"/>
    <w:rsid w:val="00776DC2"/>
    <w:rsid w:val="00777063"/>
    <w:rsid w:val="00777703"/>
    <w:rsid w:val="00780122"/>
    <w:rsid w:val="00780C2C"/>
    <w:rsid w:val="00781C4A"/>
    <w:rsid w:val="00781CAA"/>
    <w:rsid w:val="0078214B"/>
    <w:rsid w:val="00782288"/>
    <w:rsid w:val="00782629"/>
    <w:rsid w:val="007827D7"/>
    <w:rsid w:val="00782AC8"/>
    <w:rsid w:val="00782D02"/>
    <w:rsid w:val="00782EBC"/>
    <w:rsid w:val="00783C81"/>
    <w:rsid w:val="00783CCA"/>
    <w:rsid w:val="00784133"/>
    <w:rsid w:val="007847E8"/>
    <w:rsid w:val="00784848"/>
    <w:rsid w:val="0078498A"/>
    <w:rsid w:val="00784D52"/>
    <w:rsid w:val="0078509A"/>
    <w:rsid w:val="0078548E"/>
    <w:rsid w:val="00785892"/>
    <w:rsid w:val="00786995"/>
    <w:rsid w:val="00786DAA"/>
    <w:rsid w:val="0078722D"/>
    <w:rsid w:val="0078765E"/>
    <w:rsid w:val="007878FE"/>
    <w:rsid w:val="00790377"/>
    <w:rsid w:val="0079061E"/>
    <w:rsid w:val="0079075C"/>
    <w:rsid w:val="007907EC"/>
    <w:rsid w:val="00790A3B"/>
    <w:rsid w:val="00790CA8"/>
    <w:rsid w:val="00790DD4"/>
    <w:rsid w:val="00790E13"/>
    <w:rsid w:val="007911DD"/>
    <w:rsid w:val="00792207"/>
    <w:rsid w:val="0079222D"/>
    <w:rsid w:val="007925B1"/>
    <w:rsid w:val="0079272D"/>
    <w:rsid w:val="00792B64"/>
    <w:rsid w:val="00792E29"/>
    <w:rsid w:val="00792F56"/>
    <w:rsid w:val="0079379A"/>
    <w:rsid w:val="007938BD"/>
    <w:rsid w:val="007939F6"/>
    <w:rsid w:val="00793F1E"/>
    <w:rsid w:val="00794247"/>
    <w:rsid w:val="00794953"/>
    <w:rsid w:val="00794E2E"/>
    <w:rsid w:val="00795334"/>
    <w:rsid w:val="00796207"/>
    <w:rsid w:val="0079652A"/>
    <w:rsid w:val="007973D4"/>
    <w:rsid w:val="0079751B"/>
    <w:rsid w:val="00797A71"/>
    <w:rsid w:val="00797E35"/>
    <w:rsid w:val="00797E76"/>
    <w:rsid w:val="00797F7F"/>
    <w:rsid w:val="007A05B9"/>
    <w:rsid w:val="007A074B"/>
    <w:rsid w:val="007A1E98"/>
    <w:rsid w:val="007A1F2F"/>
    <w:rsid w:val="007A2A5C"/>
    <w:rsid w:val="007A2BA7"/>
    <w:rsid w:val="007A3AEC"/>
    <w:rsid w:val="007A3EC7"/>
    <w:rsid w:val="007A425D"/>
    <w:rsid w:val="007A4565"/>
    <w:rsid w:val="007A4BA5"/>
    <w:rsid w:val="007A5150"/>
    <w:rsid w:val="007A5373"/>
    <w:rsid w:val="007A568C"/>
    <w:rsid w:val="007A66E7"/>
    <w:rsid w:val="007A6821"/>
    <w:rsid w:val="007A789F"/>
    <w:rsid w:val="007A7E1E"/>
    <w:rsid w:val="007B020D"/>
    <w:rsid w:val="007B07D5"/>
    <w:rsid w:val="007B088E"/>
    <w:rsid w:val="007B1563"/>
    <w:rsid w:val="007B20DD"/>
    <w:rsid w:val="007B2275"/>
    <w:rsid w:val="007B2552"/>
    <w:rsid w:val="007B2651"/>
    <w:rsid w:val="007B3181"/>
    <w:rsid w:val="007B32EF"/>
    <w:rsid w:val="007B34AA"/>
    <w:rsid w:val="007B3794"/>
    <w:rsid w:val="007B4215"/>
    <w:rsid w:val="007B448E"/>
    <w:rsid w:val="007B449D"/>
    <w:rsid w:val="007B4F2E"/>
    <w:rsid w:val="007B50FA"/>
    <w:rsid w:val="007B56AB"/>
    <w:rsid w:val="007B6735"/>
    <w:rsid w:val="007B6B57"/>
    <w:rsid w:val="007B6FDF"/>
    <w:rsid w:val="007B75BC"/>
    <w:rsid w:val="007C0009"/>
    <w:rsid w:val="007C0265"/>
    <w:rsid w:val="007C087C"/>
    <w:rsid w:val="007C0BD6"/>
    <w:rsid w:val="007C15F2"/>
    <w:rsid w:val="007C1A64"/>
    <w:rsid w:val="007C2250"/>
    <w:rsid w:val="007C257A"/>
    <w:rsid w:val="007C26A9"/>
    <w:rsid w:val="007C2973"/>
    <w:rsid w:val="007C2A27"/>
    <w:rsid w:val="007C3806"/>
    <w:rsid w:val="007C3BB3"/>
    <w:rsid w:val="007C5384"/>
    <w:rsid w:val="007C57C2"/>
    <w:rsid w:val="007C59E4"/>
    <w:rsid w:val="007C5BB7"/>
    <w:rsid w:val="007C617A"/>
    <w:rsid w:val="007C6FAD"/>
    <w:rsid w:val="007C71D4"/>
    <w:rsid w:val="007C7A89"/>
    <w:rsid w:val="007D0535"/>
    <w:rsid w:val="007D07D5"/>
    <w:rsid w:val="007D0E3F"/>
    <w:rsid w:val="007D1C64"/>
    <w:rsid w:val="007D29E6"/>
    <w:rsid w:val="007D32DD"/>
    <w:rsid w:val="007D346E"/>
    <w:rsid w:val="007D41FA"/>
    <w:rsid w:val="007D45B7"/>
    <w:rsid w:val="007D4FAC"/>
    <w:rsid w:val="007D508C"/>
    <w:rsid w:val="007D5CE1"/>
    <w:rsid w:val="007D5E9E"/>
    <w:rsid w:val="007D6952"/>
    <w:rsid w:val="007D6DCE"/>
    <w:rsid w:val="007D72C4"/>
    <w:rsid w:val="007D7792"/>
    <w:rsid w:val="007D7DD8"/>
    <w:rsid w:val="007E033F"/>
    <w:rsid w:val="007E0E64"/>
    <w:rsid w:val="007E18EA"/>
    <w:rsid w:val="007E18F1"/>
    <w:rsid w:val="007E1F4E"/>
    <w:rsid w:val="007E1FBB"/>
    <w:rsid w:val="007E2CFE"/>
    <w:rsid w:val="007E301A"/>
    <w:rsid w:val="007E309E"/>
    <w:rsid w:val="007E35E8"/>
    <w:rsid w:val="007E36C3"/>
    <w:rsid w:val="007E3948"/>
    <w:rsid w:val="007E3A0D"/>
    <w:rsid w:val="007E3C42"/>
    <w:rsid w:val="007E3C55"/>
    <w:rsid w:val="007E3E8C"/>
    <w:rsid w:val="007E4394"/>
    <w:rsid w:val="007E498D"/>
    <w:rsid w:val="007E4DB3"/>
    <w:rsid w:val="007E4EEF"/>
    <w:rsid w:val="007E50F0"/>
    <w:rsid w:val="007E59C9"/>
    <w:rsid w:val="007E5ECE"/>
    <w:rsid w:val="007E5F59"/>
    <w:rsid w:val="007E6B33"/>
    <w:rsid w:val="007E6D2C"/>
    <w:rsid w:val="007E6DCA"/>
    <w:rsid w:val="007E72EA"/>
    <w:rsid w:val="007E742F"/>
    <w:rsid w:val="007E7F05"/>
    <w:rsid w:val="007F0072"/>
    <w:rsid w:val="007F025A"/>
    <w:rsid w:val="007F06D7"/>
    <w:rsid w:val="007F0E2B"/>
    <w:rsid w:val="007F17A4"/>
    <w:rsid w:val="007F1BE0"/>
    <w:rsid w:val="007F1D2B"/>
    <w:rsid w:val="007F1DD4"/>
    <w:rsid w:val="007F1E9B"/>
    <w:rsid w:val="007F222E"/>
    <w:rsid w:val="007F23E7"/>
    <w:rsid w:val="007F277C"/>
    <w:rsid w:val="007F2BFE"/>
    <w:rsid w:val="007F2EB6"/>
    <w:rsid w:val="007F2F73"/>
    <w:rsid w:val="007F3139"/>
    <w:rsid w:val="007F31A0"/>
    <w:rsid w:val="007F39A3"/>
    <w:rsid w:val="007F39F0"/>
    <w:rsid w:val="007F442E"/>
    <w:rsid w:val="007F496D"/>
    <w:rsid w:val="007F54C3"/>
    <w:rsid w:val="007F5F0C"/>
    <w:rsid w:val="007F63B1"/>
    <w:rsid w:val="007F716D"/>
    <w:rsid w:val="0080025E"/>
    <w:rsid w:val="00800D9F"/>
    <w:rsid w:val="008016A8"/>
    <w:rsid w:val="00801A16"/>
    <w:rsid w:val="00801B8F"/>
    <w:rsid w:val="00802237"/>
    <w:rsid w:val="00802949"/>
    <w:rsid w:val="0080301E"/>
    <w:rsid w:val="0080365F"/>
    <w:rsid w:val="0080408C"/>
    <w:rsid w:val="00804116"/>
    <w:rsid w:val="00804495"/>
    <w:rsid w:val="00804510"/>
    <w:rsid w:val="00804695"/>
    <w:rsid w:val="00804699"/>
    <w:rsid w:val="008059BD"/>
    <w:rsid w:val="00805AE3"/>
    <w:rsid w:val="00810AD7"/>
    <w:rsid w:val="0081278A"/>
    <w:rsid w:val="00812AAC"/>
    <w:rsid w:val="00812BE5"/>
    <w:rsid w:val="00812F38"/>
    <w:rsid w:val="0081348E"/>
    <w:rsid w:val="00813621"/>
    <w:rsid w:val="00813D29"/>
    <w:rsid w:val="00813E7B"/>
    <w:rsid w:val="00813F43"/>
    <w:rsid w:val="008143DA"/>
    <w:rsid w:val="0081449F"/>
    <w:rsid w:val="00814B39"/>
    <w:rsid w:val="00814E4A"/>
    <w:rsid w:val="00814E79"/>
    <w:rsid w:val="008150D6"/>
    <w:rsid w:val="0081574D"/>
    <w:rsid w:val="00815A82"/>
    <w:rsid w:val="00816EDF"/>
    <w:rsid w:val="00817429"/>
    <w:rsid w:val="0082034D"/>
    <w:rsid w:val="0082046B"/>
    <w:rsid w:val="00820A9C"/>
    <w:rsid w:val="008210C2"/>
    <w:rsid w:val="00821514"/>
    <w:rsid w:val="00821E35"/>
    <w:rsid w:val="00821EBF"/>
    <w:rsid w:val="0082239C"/>
    <w:rsid w:val="00822493"/>
    <w:rsid w:val="008227E3"/>
    <w:rsid w:val="00822871"/>
    <w:rsid w:val="008234D9"/>
    <w:rsid w:val="00823555"/>
    <w:rsid w:val="008237C3"/>
    <w:rsid w:val="00823DB0"/>
    <w:rsid w:val="008240B5"/>
    <w:rsid w:val="0082424F"/>
    <w:rsid w:val="00824591"/>
    <w:rsid w:val="00824AED"/>
    <w:rsid w:val="00825B73"/>
    <w:rsid w:val="00825D60"/>
    <w:rsid w:val="00826149"/>
    <w:rsid w:val="008261C8"/>
    <w:rsid w:val="00826AD2"/>
    <w:rsid w:val="00826D7B"/>
    <w:rsid w:val="00826FF5"/>
    <w:rsid w:val="00827389"/>
    <w:rsid w:val="00827820"/>
    <w:rsid w:val="00827AE9"/>
    <w:rsid w:val="00827C53"/>
    <w:rsid w:val="008302E4"/>
    <w:rsid w:val="008306D1"/>
    <w:rsid w:val="00830ED0"/>
    <w:rsid w:val="00831B8B"/>
    <w:rsid w:val="00831CAA"/>
    <w:rsid w:val="00832118"/>
    <w:rsid w:val="008321BC"/>
    <w:rsid w:val="0083236D"/>
    <w:rsid w:val="008328D8"/>
    <w:rsid w:val="00832E7A"/>
    <w:rsid w:val="008335A3"/>
    <w:rsid w:val="008336DB"/>
    <w:rsid w:val="008336FA"/>
    <w:rsid w:val="00833BED"/>
    <w:rsid w:val="00833DD0"/>
    <w:rsid w:val="0083405D"/>
    <w:rsid w:val="008342D2"/>
    <w:rsid w:val="008343D8"/>
    <w:rsid w:val="00834565"/>
    <w:rsid w:val="008352D4"/>
    <w:rsid w:val="0083532D"/>
    <w:rsid w:val="008356A0"/>
    <w:rsid w:val="0083585E"/>
    <w:rsid w:val="008358E9"/>
    <w:rsid w:val="008361CC"/>
    <w:rsid w:val="00836261"/>
    <w:rsid w:val="00836A48"/>
    <w:rsid w:val="00836C88"/>
    <w:rsid w:val="00836DB9"/>
    <w:rsid w:val="008373B3"/>
    <w:rsid w:val="00837C01"/>
    <w:rsid w:val="00837C67"/>
    <w:rsid w:val="00837E50"/>
    <w:rsid w:val="00840488"/>
    <w:rsid w:val="0084053B"/>
    <w:rsid w:val="008405CD"/>
    <w:rsid w:val="00840AE5"/>
    <w:rsid w:val="00840B54"/>
    <w:rsid w:val="008415B0"/>
    <w:rsid w:val="008415FD"/>
    <w:rsid w:val="00841622"/>
    <w:rsid w:val="00841D82"/>
    <w:rsid w:val="00842028"/>
    <w:rsid w:val="0084272C"/>
    <w:rsid w:val="008436B8"/>
    <w:rsid w:val="00843FCF"/>
    <w:rsid w:val="008445F0"/>
    <w:rsid w:val="00844C88"/>
    <w:rsid w:val="00845819"/>
    <w:rsid w:val="00845880"/>
    <w:rsid w:val="00845BB3"/>
    <w:rsid w:val="008460B6"/>
    <w:rsid w:val="008466F4"/>
    <w:rsid w:val="00850B3C"/>
    <w:rsid w:val="00850C9D"/>
    <w:rsid w:val="00850E72"/>
    <w:rsid w:val="0085103D"/>
    <w:rsid w:val="00851A71"/>
    <w:rsid w:val="00852032"/>
    <w:rsid w:val="00852B59"/>
    <w:rsid w:val="00852F29"/>
    <w:rsid w:val="00853084"/>
    <w:rsid w:val="008536E5"/>
    <w:rsid w:val="008539AB"/>
    <w:rsid w:val="00853CDC"/>
    <w:rsid w:val="0085518F"/>
    <w:rsid w:val="008551F1"/>
    <w:rsid w:val="00855527"/>
    <w:rsid w:val="00855555"/>
    <w:rsid w:val="00855BCA"/>
    <w:rsid w:val="00855C3E"/>
    <w:rsid w:val="00856272"/>
    <w:rsid w:val="008563FF"/>
    <w:rsid w:val="00856F35"/>
    <w:rsid w:val="00856F7E"/>
    <w:rsid w:val="00857700"/>
    <w:rsid w:val="00857C9E"/>
    <w:rsid w:val="00857DDC"/>
    <w:rsid w:val="0086018B"/>
    <w:rsid w:val="008611DD"/>
    <w:rsid w:val="008614FB"/>
    <w:rsid w:val="008620DE"/>
    <w:rsid w:val="008623F5"/>
    <w:rsid w:val="00863365"/>
    <w:rsid w:val="0086418A"/>
    <w:rsid w:val="00864426"/>
    <w:rsid w:val="008649DC"/>
    <w:rsid w:val="00865D13"/>
    <w:rsid w:val="008661AF"/>
    <w:rsid w:val="00866867"/>
    <w:rsid w:val="008669AA"/>
    <w:rsid w:val="00866EA9"/>
    <w:rsid w:val="00866F07"/>
    <w:rsid w:val="0086765C"/>
    <w:rsid w:val="00867860"/>
    <w:rsid w:val="00867DD7"/>
    <w:rsid w:val="0087000E"/>
    <w:rsid w:val="00870628"/>
    <w:rsid w:val="008706BF"/>
    <w:rsid w:val="008707CA"/>
    <w:rsid w:val="00870F41"/>
    <w:rsid w:val="00871292"/>
    <w:rsid w:val="00871C87"/>
    <w:rsid w:val="00871E8A"/>
    <w:rsid w:val="00872257"/>
    <w:rsid w:val="00872317"/>
    <w:rsid w:val="008726B8"/>
    <w:rsid w:val="0087272A"/>
    <w:rsid w:val="00872A65"/>
    <w:rsid w:val="00872BDC"/>
    <w:rsid w:val="00872F07"/>
    <w:rsid w:val="00873551"/>
    <w:rsid w:val="0087458C"/>
    <w:rsid w:val="00875050"/>
    <w:rsid w:val="008753E6"/>
    <w:rsid w:val="00875F02"/>
    <w:rsid w:val="00875F49"/>
    <w:rsid w:val="00875F91"/>
    <w:rsid w:val="00876610"/>
    <w:rsid w:val="0087681B"/>
    <w:rsid w:val="0087690D"/>
    <w:rsid w:val="00876A25"/>
    <w:rsid w:val="00876BFF"/>
    <w:rsid w:val="00876E45"/>
    <w:rsid w:val="008771AA"/>
    <w:rsid w:val="0087738C"/>
    <w:rsid w:val="00877AEF"/>
    <w:rsid w:val="0088004E"/>
    <w:rsid w:val="008802AF"/>
    <w:rsid w:val="00881295"/>
    <w:rsid w:val="00881926"/>
    <w:rsid w:val="00881AAD"/>
    <w:rsid w:val="008822C4"/>
    <w:rsid w:val="008824A5"/>
    <w:rsid w:val="0088318F"/>
    <w:rsid w:val="00883301"/>
    <w:rsid w:val="0088331D"/>
    <w:rsid w:val="00883836"/>
    <w:rsid w:val="0088409B"/>
    <w:rsid w:val="00884FDE"/>
    <w:rsid w:val="00885009"/>
    <w:rsid w:val="008852B0"/>
    <w:rsid w:val="008853C2"/>
    <w:rsid w:val="008859AE"/>
    <w:rsid w:val="008859EA"/>
    <w:rsid w:val="00885AE7"/>
    <w:rsid w:val="00885CEB"/>
    <w:rsid w:val="00886669"/>
    <w:rsid w:val="00886B60"/>
    <w:rsid w:val="00886E6D"/>
    <w:rsid w:val="00886ED2"/>
    <w:rsid w:val="0088749F"/>
    <w:rsid w:val="00887889"/>
    <w:rsid w:val="00890020"/>
    <w:rsid w:val="00890252"/>
    <w:rsid w:val="00890609"/>
    <w:rsid w:val="008907A6"/>
    <w:rsid w:val="00890B3D"/>
    <w:rsid w:val="00891073"/>
    <w:rsid w:val="008910BF"/>
    <w:rsid w:val="00891D07"/>
    <w:rsid w:val="00891F41"/>
    <w:rsid w:val="008920E8"/>
    <w:rsid w:val="008920FF"/>
    <w:rsid w:val="00892263"/>
    <w:rsid w:val="00892580"/>
    <w:rsid w:val="008926B6"/>
    <w:rsid w:val="008926E8"/>
    <w:rsid w:val="0089286F"/>
    <w:rsid w:val="00892BEC"/>
    <w:rsid w:val="00892CA5"/>
    <w:rsid w:val="00893482"/>
    <w:rsid w:val="00894F19"/>
    <w:rsid w:val="008952DE"/>
    <w:rsid w:val="008957E0"/>
    <w:rsid w:val="00895942"/>
    <w:rsid w:val="00896A10"/>
    <w:rsid w:val="00897060"/>
    <w:rsid w:val="008971B5"/>
    <w:rsid w:val="0089752B"/>
    <w:rsid w:val="008A01EE"/>
    <w:rsid w:val="008A0416"/>
    <w:rsid w:val="008A0D16"/>
    <w:rsid w:val="008A163B"/>
    <w:rsid w:val="008A170B"/>
    <w:rsid w:val="008A1CD4"/>
    <w:rsid w:val="008A2E9E"/>
    <w:rsid w:val="008A3086"/>
    <w:rsid w:val="008A3291"/>
    <w:rsid w:val="008A3394"/>
    <w:rsid w:val="008A39D3"/>
    <w:rsid w:val="008A47D4"/>
    <w:rsid w:val="008A4D8A"/>
    <w:rsid w:val="008A5011"/>
    <w:rsid w:val="008A55BB"/>
    <w:rsid w:val="008A5B27"/>
    <w:rsid w:val="008A5D26"/>
    <w:rsid w:val="008A6053"/>
    <w:rsid w:val="008A607F"/>
    <w:rsid w:val="008A652F"/>
    <w:rsid w:val="008A6B13"/>
    <w:rsid w:val="008A6ECB"/>
    <w:rsid w:val="008A7231"/>
    <w:rsid w:val="008A78D2"/>
    <w:rsid w:val="008A7C0C"/>
    <w:rsid w:val="008B07C2"/>
    <w:rsid w:val="008B0BF9"/>
    <w:rsid w:val="008B14D6"/>
    <w:rsid w:val="008B2866"/>
    <w:rsid w:val="008B3859"/>
    <w:rsid w:val="008B436D"/>
    <w:rsid w:val="008B43D7"/>
    <w:rsid w:val="008B4A57"/>
    <w:rsid w:val="008B4E49"/>
    <w:rsid w:val="008B6C21"/>
    <w:rsid w:val="008B6ED5"/>
    <w:rsid w:val="008B7060"/>
    <w:rsid w:val="008B7712"/>
    <w:rsid w:val="008B789D"/>
    <w:rsid w:val="008B7B26"/>
    <w:rsid w:val="008B7B29"/>
    <w:rsid w:val="008B7CD5"/>
    <w:rsid w:val="008B7DC1"/>
    <w:rsid w:val="008C05E7"/>
    <w:rsid w:val="008C134C"/>
    <w:rsid w:val="008C1CB8"/>
    <w:rsid w:val="008C1CBE"/>
    <w:rsid w:val="008C1EB9"/>
    <w:rsid w:val="008C2D49"/>
    <w:rsid w:val="008C3230"/>
    <w:rsid w:val="008C3524"/>
    <w:rsid w:val="008C389E"/>
    <w:rsid w:val="008C3C61"/>
    <w:rsid w:val="008C4061"/>
    <w:rsid w:val="008C4229"/>
    <w:rsid w:val="008C431D"/>
    <w:rsid w:val="008C4588"/>
    <w:rsid w:val="008C4BD1"/>
    <w:rsid w:val="008C4F46"/>
    <w:rsid w:val="008C5BE0"/>
    <w:rsid w:val="008C6288"/>
    <w:rsid w:val="008C64B9"/>
    <w:rsid w:val="008C679E"/>
    <w:rsid w:val="008C720D"/>
    <w:rsid w:val="008C7233"/>
    <w:rsid w:val="008C725B"/>
    <w:rsid w:val="008C7596"/>
    <w:rsid w:val="008C7959"/>
    <w:rsid w:val="008C7DA2"/>
    <w:rsid w:val="008D0260"/>
    <w:rsid w:val="008D072D"/>
    <w:rsid w:val="008D0C6B"/>
    <w:rsid w:val="008D0FD1"/>
    <w:rsid w:val="008D1270"/>
    <w:rsid w:val="008D21DF"/>
    <w:rsid w:val="008D2434"/>
    <w:rsid w:val="008D2866"/>
    <w:rsid w:val="008D2F9A"/>
    <w:rsid w:val="008D366E"/>
    <w:rsid w:val="008D3B09"/>
    <w:rsid w:val="008D4140"/>
    <w:rsid w:val="008D4711"/>
    <w:rsid w:val="008D4EE7"/>
    <w:rsid w:val="008D5A01"/>
    <w:rsid w:val="008D5D7E"/>
    <w:rsid w:val="008D6193"/>
    <w:rsid w:val="008D69C5"/>
    <w:rsid w:val="008D6A5A"/>
    <w:rsid w:val="008D7997"/>
    <w:rsid w:val="008E0EAC"/>
    <w:rsid w:val="008E1450"/>
    <w:rsid w:val="008E171D"/>
    <w:rsid w:val="008E21EE"/>
    <w:rsid w:val="008E2785"/>
    <w:rsid w:val="008E31E2"/>
    <w:rsid w:val="008E404C"/>
    <w:rsid w:val="008E48DD"/>
    <w:rsid w:val="008E4DD6"/>
    <w:rsid w:val="008E4E64"/>
    <w:rsid w:val="008E5215"/>
    <w:rsid w:val="008E576B"/>
    <w:rsid w:val="008E592A"/>
    <w:rsid w:val="008E5F74"/>
    <w:rsid w:val="008E6810"/>
    <w:rsid w:val="008E687D"/>
    <w:rsid w:val="008E78A3"/>
    <w:rsid w:val="008F0608"/>
    <w:rsid w:val="008F0654"/>
    <w:rsid w:val="008F06CB"/>
    <w:rsid w:val="008F1A78"/>
    <w:rsid w:val="008F1C04"/>
    <w:rsid w:val="008F1DC3"/>
    <w:rsid w:val="008F2D4A"/>
    <w:rsid w:val="008F2E83"/>
    <w:rsid w:val="008F34CF"/>
    <w:rsid w:val="008F350B"/>
    <w:rsid w:val="008F3BAB"/>
    <w:rsid w:val="008F4637"/>
    <w:rsid w:val="008F5214"/>
    <w:rsid w:val="008F56CD"/>
    <w:rsid w:val="008F60CD"/>
    <w:rsid w:val="008F612A"/>
    <w:rsid w:val="008F6189"/>
    <w:rsid w:val="008F6196"/>
    <w:rsid w:val="008F6544"/>
    <w:rsid w:val="008F6D50"/>
    <w:rsid w:val="008F7278"/>
    <w:rsid w:val="0090006E"/>
    <w:rsid w:val="009003FA"/>
    <w:rsid w:val="00900E77"/>
    <w:rsid w:val="00901007"/>
    <w:rsid w:val="0090138D"/>
    <w:rsid w:val="009013CC"/>
    <w:rsid w:val="009019D2"/>
    <w:rsid w:val="009028AC"/>
    <w:rsid w:val="0090293D"/>
    <w:rsid w:val="00902E77"/>
    <w:rsid w:val="009033E5"/>
    <w:rsid w:val="009034DE"/>
    <w:rsid w:val="00903752"/>
    <w:rsid w:val="00903764"/>
    <w:rsid w:val="00903C93"/>
    <w:rsid w:val="009043D7"/>
    <w:rsid w:val="00904967"/>
    <w:rsid w:val="00904D78"/>
    <w:rsid w:val="0090502D"/>
    <w:rsid w:val="00905396"/>
    <w:rsid w:val="0090553D"/>
    <w:rsid w:val="00905F9A"/>
    <w:rsid w:val="0090605D"/>
    <w:rsid w:val="00906419"/>
    <w:rsid w:val="00906970"/>
    <w:rsid w:val="00907099"/>
    <w:rsid w:val="009106F9"/>
    <w:rsid w:val="0091072F"/>
    <w:rsid w:val="009113B4"/>
    <w:rsid w:val="00911612"/>
    <w:rsid w:val="00911D50"/>
    <w:rsid w:val="00911F1D"/>
    <w:rsid w:val="00911F56"/>
    <w:rsid w:val="009121A7"/>
    <w:rsid w:val="00912206"/>
    <w:rsid w:val="009125C2"/>
    <w:rsid w:val="00912889"/>
    <w:rsid w:val="00912D97"/>
    <w:rsid w:val="00912FAE"/>
    <w:rsid w:val="00913A42"/>
    <w:rsid w:val="00913AC7"/>
    <w:rsid w:val="00913AFE"/>
    <w:rsid w:val="00913EC1"/>
    <w:rsid w:val="00914167"/>
    <w:rsid w:val="0091424B"/>
    <w:rsid w:val="009142D7"/>
    <w:rsid w:val="009143DB"/>
    <w:rsid w:val="00914D88"/>
    <w:rsid w:val="00915065"/>
    <w:rsid w:val="00915416"/>
    <w:rsid w:val="00915476"/>
    <w:rsid w:val="00915499"/>
    <w:rsid w:val="009156A4"/>
    <w:rsid w:val="00915815"/>
    <w:rsid w:val="00915C24"/>
    <w:rsid w:val="00915CFE"/>
    <w:rsid w:val="00916419"/>
    <w:rsid w:val="00916516"/>
    <w:rsid w:val="00916B0E"/>
    <w:rsid w:val="0091797F"/>
    <w:rsid w:val="00917B44"/>
    <w:rsid w:val="00917B6E"/>
    <w:rsid w:val="00917CE5"/>
    <w:rsid w:val="00920355"/>
    <w:rsid w:val="009207FC"/>
    <w:rsid w:val="00921162"/>
    <w:rsid w:val="009216FD"/>
    <w:rsid w:val="009217C0"/>
    <w:rsid w:val="00921CF2"/>
    <w:rsid w:val="00922923"/>
    <w:rsid w:val="0092327D"/>
    <w:rsid w:val="009238A6"/>
    <w:rsid w:val="00924A2B"/>
    <w:rsid w:val="00924AA2"/>
    <w:rsid w:val="00924C3D"/>
    <w:rsid w:val="00925083"/>
    <w:rsid w:val="00925241"/>
    <w:rsid w:val="00925A4D"/>
    <w:rsid w:val="00925CEC"/>
    <w:rsid w:val="0092639A"/>
    <w:rsid w:val="00926A3F"/>
    <w:rsid w:val="0092794E"/>
    <w:rsid w:val="009301E2"/>
    <w:rsid w:val="00930CAC"/>
    <w:rsid w:val="00930D30"/>
    <w:rsid w:val="00930EFC"/>
    <w:rsid w:val="0093139E"/>
    <w:rsid w:val="009314CB"/>
    <w:rsid w:val="009318F1"/>
    <w:rsid w:val="009319DE"/>
    <w:rsid w:val="00931DBC"/>
    <w:rsid w:val="00932060"/>
    <w:rsid w:val="0093267C"/>
    <w:rsid w:val="009330A7"/>
    <w:rsid w:val="009332A2"/>
    <w:rsid w:val="00933A4E"/>
    <w:rsid w:val="009349B2"/>
    <w:rsid w:val="00934C79"/>
    <w:rsid w:val="0093566D"/>
    <w:rsid w:val="00935C9D"/>
    <w:rsid w:val="009363BD"/>
    <w:rsid w:val="00936D46"/>
    <w:rsid w:val="00937598"/>
    <w:rsid w:val="009375E0"/>
    <w:rsid w:val="0093790B"/>
    <w:rsid w:val="00940AF7"/>
    <w:rsid w:val="00940E89"/>
    <w:rsid w:val="00941954"/>
    <w:rsid w:val="00941AF7"/>
    <w:rsid w:val="00941BE1"/>
    <w:rsid w:val="00941D19"/>
    <w:rsid w:val="0094298C"/>
    <w:rsid w:val="00942B3A"/>
    <w:rsid w:val="00943603"/>
    <w:rsid w:val="00943751"/>
    <w:rsid w:val="00943881"/>
    <w:rsid w:val="00943CCC"/>
    <w:rsid w:val="00944160"/>
    <w:rsid w:val="00944BF5"/>
    <w:rsid w:val="00945A17"/>
    <w:rsid w:val="00946529"/>
    <w:rsid w:val="00946572"/>
    <w:rsid w:val="00946CE3"/>
    <w:rsid w:val="00946DD0"/>
    <w:rsid w:val="00947E35"/>
    <w:rsid w:val="00947E86"/>
    <w:rsid w:val="0095095F"/>
    <w:rsid w:val="009509E6"/>
    <w:rsid w:val="00950BA3"/>
    <w:rsid w:val="00950DEA"/>
    <w:rsid w:val="00950F88"/>
    <w:rsid w:val="00952018"/>
    <w:rsid w:val="009523BA"/>
    <w:rsid w:val="00952597"/>
    <w:rsid w:val="00952800"/>
    <w:rsid w:val="0095300D"/>
    <w:rsid w:val="009536F7"/>
    <w:rsid w:val="00953A8F"/>
    <w:rsid w:val="009555DA"/>
    <w:rsid w:val="00955AB3"/>
    <w:rsid w:val="00956812"/>
    <w:rsid w:val="00956ADA"/>
    <w:rsid w:val="00956B88"/>
    <w:rsid w:val="00956DDC"/>
    <w:rsid w:val="00956EAE"/>
    <w:rsid w:val="0095719A"/>
    <w:rsid w:val="0095794C"/>
    <w:rsid w:val="00957971"/>
    <w:rsid w:val="00957A74"/>
    <w:rsid w:val="00957B07"/>
    <w:rsid w:val="009601F5"/>
    <w:rsid w:val="0096173A"/>
    <w:rsid w:val="009617D9"/>
    <w:rsid w:val="00961A5C"/>
    <w:rsid w:val="00961BAD"/>
    <w:rsid w:val="009621B6"/>
    <w:rsid w:val="009623E9"/>
    <w:rsid w:val="00962CF7"/>
    <w:rsid w:val="00962DEB"/>
    <w:rsid w:val="0096323E"/>
    <w:rsid w:val="009638B6"/>
    <w:rsid w:val="00963EEB"/>
    <w:rsid w:val="00964323"/>
    <w:rsid w:val="009644D1"/>
    <w:rsid w:val="0096457E"/>
    <w:rsid w:val="009648BC"/>
    <w:rsid w:val="00964A08"/>
    <w:rsid w:val="00964AFB"/>
    <w:rsid w:val="00964C2F"/>
    <w:rsid w:val="00965224"/>
    <w:rsid w:val="0096556A"/>
    <w:rsid w:val="009656FB"/>
    <w:rsid w:val="00965F88"/>
    <w:rsid w:val="00966160"/>
    <w:rsid w:val="009661EB"/>
    <w:rsid w:val="009664B9"/>
    <w:rsid w:val="00966E3C"/>
    <w:rsid w:val="009675E7"/>
    <w:rsid w:val="00967B87"/>
    <w:rsid w:val="00967CFD"/>
    <w:rsid w:val="009703CB"/>
    <w:rsid w:val="0097056B"/>
    <w:rsid w:val="00970741"/>
    <w:rsid w:val="00971366"/>
    <w:rsid w:val="00971711"/>
    <w:rsid w:val="00971B2A"/>
    <w:rsid w:val="00971EC9"/>
    <w:rsid w:val="0097231D"/>
    <w:rsid w:val="00972393"/>
    <w:rsid w:val="009724B7"/>
    <w:rsid w:val="009728DF"/>
    <w:rsid w:val="00972A4E"/>
    <w:rsid w:val="00972FCE"/>
    <w:rsid w:val="009740EC"/>
    <w:rsid w:val="00974104"/>
    <w:rsid w:val="00974507"/>
    <w:rsid w:val="00974EBD"/>
    <w:rsid w:val="00975837"/>
    <w:rsid w:val="009758E2"/>
    <w:rsid w:val="00976EBE"/>
    <w:rsid w:val="00977461"/>
    <w:rsid w:val="0097774D"/>
    <w:rsid w:val="00977A93"/>
    <w:rsid w:val="00977C43"/>
    <w:rsid w:val="00982296"/>
    <w:rsid w:val="0098323C"/>
    <w:rsid w:val="009832DB"/>
    <w:rsid w:val="0098378C"/>
    <w:rsid w:val="00983AF4"/>
    <w:rsid w:val="009844AA"/>
    <w:rsid w:val="00984E03"/>
    <w:rsid w:val="00985579"/>
    <w:rsid w:val="00985919"/>
    <w:rsid w:val="00986181"/>
    <w:rsid w:val="009866F3"/>
    <w:rsid w:val="00986FDE"/>
    <w:rsid w:val="00987044"/>
    <w:rsid w:val="00987048"/>
    <w:rsid w:val="009871C8"/>
    <w:rsid w:val="00987214"/>
    <w:rsid w:val="00987B48"/>
    <w:rsid w:val="00987E85"/>
    <w:rsid w:val="009900FE"/>
    <w:rsid w:val="00990240"/>
    <w:rsid w:val="00990540"/>
    <w:rsid w:val="009906DF"/>
    <w:rsid w:val="00990879"/>
    <w:rsid w:val="00992046"/>
    <w:rsid w:val="009929AD"/>
    <w:rsid w:val="009933DF"/>
    <w:rsid w:val="009934BB"/>
    <w:rsid w:val="00993ACA"/>
    <w:rsid w:val="00993E53"/>
    <w:rsid w:val="0099434C"/>
    <w:rsid w:val="009943C4"/>
    <w:rsid w:val="009947ED"/>
    <w:rsid w:val="00994AD2"/>
    <w:rsid w:val="00994BC2"/>
    <w:rsid w:val="00994C70"/>
    <w:rsid w:val="00994D39"/>
    <w:rsid w:val="00995103"/>
    <w:rsid w:val="00995C52"/>
    <w:rsid w:val="00995ED6"/>
    <w:rsid w:val="0099631A"/>
    <w:rsid w:val="0099642A"/>
    <w:rsid w:val="00996AA3"/>
    <w:rsid w:val="009970AF"/>
    <w:rsid w:val="009970F1"/>
    <w:rsid w:val="00997815"/>
    <w:rsid w:val="009A01E9"/>
    <w:rsid w:val="009A0917"/>
    <w:rsid w:val="009A0D12"/>
    <w:rsid w:val="009A13A8"/>
    <w:rsid w:val="009A155E"/>
    <w:rsid w:val="009A1683"/>
    <w:rsid w:val="009A1987"/>
    <w:rsid w:val="009A20E2"/>
    <w:rsid w:val="009A2204"/>
    <w:rsid w:val="009A2A0D"/>
    <w:rsid w:val="009A2BEE"/>
    <w:rsid w:val="009A2D86"/>
    <w:rsid w:val="009A310E"/>
    <w:rsid w:val="009A31C3"/>
    <w:rsid w:val="009A3CCD"/>
    <w:rsid w:val="009A3DE0"/>
    <w:rsid w:val="009A3DEA"/>
    <w:rsid w:val="009A3E3B"/>
    <w:rsid w:val="009A5289"/>
    <w:rsid w:val="009A584C"/>
    <w:rsid w:val="009A5935"/>
    <w:rsid w:val="009A6376"/>
    <w:rsid w:val="009A668A"/>
    <w:rsid w:val="009A6810"/>
    <w:rsid w:val="009A6C5F"/>
    <w:rsid w:val="009A6F4E"/>
    <w:rsid w:val="009A7484"/>
    <w:rsid w:val="009A75D5"/>
    <w:rsid w:val="009A7A53"/>
    <w:rsid w:val="009B035F"/>
    <w:rsid w:val="009B0402"/>
    <w:rsid w:val="009B0842"/>
    <w:rsid w:val="009B0B75"/>
    <w:rsid w:val="009B16DF"/>
    <w:rsid w:val="009B1A81"/>
    <w:rsid w:val="009B2D2B"/>
    <w:rsid w:val="009B3EB7"/>
    <w:rsid w:val="009B3EF8"/>
    <w:rsid w:val="009B462B"/>
    <w:rsid w:val="009B4BCA"/>
    <w:rsid w:val="009B4CB2"/>
    <w:rsid w:val="009B54FE"/>
    <w:rsid w:val="009B5CBF"/>
    <w:rsid w:val="009B6414"/>
    <w:rsid w:val="009B6504"/>
    <w:rsid w:val="009B6701"/>
    <w:rsid w:val="009B68D7"/>
    <w:rsid w:val="009B6E6C"/>
    <w:rsid w:val="009B6EF7"/>
    <w:rsid w:val="009B7000"/>
    <w:rsid w:val="009B739C"/>
    <w:rsid w:val="009B7754"/>
    <w:rsid w:val="009B7820"/>
    <w:rsid w:val="009B7876"/>
    <w:rsid w:val="009B7B40"/>
    <w:rsid w:val="009C01CF"/>
    <w:rsid w:val="009C04EC"/>
    <w:rsid w:val="009C05DB"/>
    <w:rsid w:val="009C0656"/>
    <w:rsid w:val="009C06C1"/>
    <w:rsid w:val="009C09B2"/>
    <w:rsid w:val="009C0E6D"/>
    <w:rsid w:val="009C1ABB"/>
    <w:rsid w:val="009C1FA8"/>
    <w:rsid w:val="009C28E8"/>
    <w:rsid w:val="009C2E1C"/>
    <w:rsid w:val="009C328C"/>
    <w:rsid w:val="009C41B9"/>
    <w:rsid w:val="009C4359"/>
    <w:rsid w:val="009C4444"/>
    <w:rsid w:val="009C4794"/>
    <w:rsid w:val="009C4A32"/>
    <w:rsid w:val="009C5971"/>
    <w:rsid w:val="009C5C5C"/>
    <w:rsid w:val="009C5D81"/>
    <w:rsid w:val="009C5E84"/>
    <w:rsid w:val="009C61E1"/>
    <w:rsid w:val="009C696D"/>
    <w:rsid w:val="009C6F65"/>
    <w:rsid w:val="009C79AD"/>
    <w:rsid w:val="009C7CA6"/>
    <w:rsid w:val="009C7D67"/>
    <w:rsid w:val="009C7E8C"/>
    <w:rsid w:val="009D0A5E"/>
    <w:rsid w:val="009D1153"/>
    <w:rsid w:val="009D1E9D"/>
    <w:rsid w:val="009D1F29"/>
    <w:rsid w:val="009D25ED"/>
    <w:rsid w:val="009D2A0E"/>
    <w:rsid w:val="009D2EEA"/>
    <w:rsid w:val="009D3316"/>
    <w:rsid w:val="009D38D7"/>
    <w:rsid w:val="009D55AA"/>
    <w:rsid w:val="009D6863"/>
    <w:rsid w:val="009E085B"/>
    <w:rsid w:val="009E0F4B"/>
    <w:rsid w:val="009E12C2"/>
    <w:rsid w:val="009E146C"/>
    <w:rsid w:val="009E1F9E"/>
    <w:rsid w:val="009E2188"/>
    <w:rsid w:val="009E2F3D"/>
    <w:rsid w:val="009E3270"/>
    <w:rsid w:val="009E3E77"/>
    <w:rsid w:val="009E3FAB"/>
    <w:rsid w:val="009E494A"/>
    <w:rsid w:val="009E4FE7"/>
    <w:rsid w:val="009E507B"/>
    <w:rsid w:val="009E5575"/>
    <w:rsid w:val="009E57DA"/>
    <w:rsid w:val="009E5B3F"/>
    <w:rsid w:val="009E5C18"/>
    <w:rsid w:val="009E67B2"/>
    <w:rsid w:val="009E7C0C"/>
    <w:rsid w:val="009E7D90"/>
    <w:rsid w:val="009E7E65"/>
    <w:rsid w:val="009F01D3"/>
    <w:rsid w:val="009F0722"/>
    <w:rsid w:val="009F080C"/>
    <w:rsid w:val="009F0C84"/>
    <w:rsid w:val="009F1209"/>
    <w:rsid w:val="009F153B"/>
    <w:rsid w:val="009F1AB0"/>
    <w:rsid w:val="009F1F8C"/>
    <w:rsid w:val="009F26E5"/>
    <w:rsid w:val="009F27D1"/>
    <w:rsid w:val="009F33FC"/>
    <w:rsid w:val="009F36DC"/>
    <w:rsid w:val="009F3A85"/>
    <w:rsid w:val="009F431B"/>
    <w:rsid w:val="009F4C6B"/>
    <w:rsid w:val="009F4CDD"/>
    <w:rsid w:val="009F501D"/>
    <w:rsid w:val="009F5384"/>
    <w:rsid w:val="009F5F94"/>
    <w:rsid w:val="009F680E"/>
    <w:rsid w:val="009F6B30"/>
    <w:rsid w:val="009F7251"/>
    <w:rsid w:val="009F787F"/>
    <w:rsid w:val="009F7C4F"/>
    <w:rsid w:val="00A0049C"/>
    <w:rsid w:val="00A005EF"/>
    <w:rsid w:val="00A00664"/>
    <w:rsid w:val="00A01795"/>
    <w:rsid w:val="00A01AB4"/>
    <w:rsid w:val="00A02362"/>
    <w:rsid w:val="00A0299A"/>
    <w:rsid w:val="00A02FBC"/>
    <w:rsid w:val="00A03088"/>
    <w:rsid w:val="00A039D5"/>
    <w:rsid w:val="00A03C61"/>
    <w:rsid w:val="00A04281"/>
    <w:rsid w:val="00A046AD"/>
    <w:rsid w:val="00A04BF9"/>
    <w:rsid w:val="00A054A0"/>
    <w:rsid w:val="00A054C2"/>
    <w:rsid w:val="00A059A3"/>
    <w:rsid w:val="00A06016"/>
    <w:rsid w:val="00A064EF"/>
    <w:rsid w:val="00A06651"/>
    <w:rsid w:val="00A06958"/>
    <w:rsid w:val="00A07397"/>
    <w:rsid w:val="00A079C1"/>
    <w:rsid w:val="00A07A82"/>
    <w:rsid w:val="00A07B8F"/>
    <w:rsid w:val="00A10144"/>
    <w:rsid w:val="00A10EB9"/>
    <w:rsid w:val="00A110EC"/>
    <w:rsid w:val="00A1147F"/>
    <w:rsid w:val="00A1156B"/>
    <w:rsid w:val="00A11D15"/>
    <w:rsid w:val="00A12017"/>
    <w:rsid w:val="00A12520"/>
    <w:rsid w:val="00A1279B"/>
    <w:rsid w:val="00A128C3"/>
    <w:rsid w:val="00A13086"/>
    <w:rsid w:val="00A130FD"/>
    <w:rsid w:val="00A13114"/>
    <w:rsid w:val="00A13387"/>
    <w:rsid w:val="00A13D6D"/>
    <w:rsid w:val="00A1414D"/>
    <w:rsid w:val="00A14769"/>
    <w:rsid w:val="00A14C81"/>
    <w:rsid w:val="00A14E20"/>
    <w:rsid w:val="00A14F64"/>
    <w:rsid w:val="00A14F6F"/>
    <w:rsid w:val="00A157B1"/>
    <w:rsid w:val="00A15F71"/>
    <w:rsid w:val="00A16151"/>
    <w:rsid w:val="00A16B00"/>
    <w:rsid w:val="00A16BC6"/>
    <w:rsid w:val="00A16C69"/>
    <w:rsid w:val="00A16EC6"/>
    <w:rsid w:val="00A1759E"/>
    <w:rsid w:val="00A17C06"/>
    <w:rsid w:val="00A17D96"/>
    <w:rsid w:val="00A205B7"/>
    <w:rsid w:val="00A20A1F"/>
    <w:rsid w:val="00A20C10"/>
    <w:rsid w:val="00A2126E"/>
    <w:rsid w:val="00A21291"/>
    <w:rsid w:val="00A21706"/>
    <w:rsid w:val="00A21A4D"/>
    <w:rsid w:val="00A21C2B"/>
    <w:rsid w:val="00A220D8"/>
    <w:rsid w:val="00A23385"/>
    <w:rsid w:val="00A239CF"/>
    <w:rsid w:val="00A24C88"/>
    <w:rsid w:val="00A24CBC"/>
    <w:rsid w:val="00A24FCC"/>
    <w:rsid w:val="00A2536E"/>
    <w:rsid w:val="00A254B9"/>
    <w:rsid w:val="00A2551A"/>
    <w:rsid w:val="00A2568B"/>
    <w:rsid w:val="00A25790"/>
    <w:rsid w:val="00A25812"/>
    <w:rsid w:val="00A25DDD"/>
    <w:rsid w:val="00A26A90"/>
    <w:rsid w:val="00A26B27"/>
    <w:rsid w:val="00A26DE1"/>
    <w:rsid w:val="00A27486"/>
    <w:rsid w:val="00A27C27"/>
    <w:rsid w:val="00A27C88"/>
    <w:rsid w:val="00A27EEF"/>
    <w:rsid w:val="00A30938"/>
    <w:rsid w:val="00A30E4F"/>
    <w:rsid w:val="00A30F7C"/>
    <w:rsid w:val="00A31252"/>
    <w:rsid w:val="00A312D5"/>
    <w:rsid w:val="00A314C7"/>
    <w:rsid w:val="00A317B9"/>
    <w:rsid w:val="00A31862"/>
    <w:rsid w:val="00A31CB0"/>
    <w:rsid w:val="00A31D56"/>
    <w:rsid w:val="00A32007"/>
    <w:rsid w:val="00A320F1"/>
    <w:rsid w:val="00A32253"/>
    <w:rsid w:val="00A322DE"/>
    <w:rsid w:val="00A324A8"/>
    <w:rsid w:val="00A32902"/>
    <w:rsid w:val="00A32D8B"/>
    <w:rsid w:val="00A3310E"/>
    <w:rsid w:val="00A333A0"/>
    <w:rsid w:val="00A33ECF"/>
    <w:rsid w:val="00A3467D"/>
    <w:rsid w:val="00A35782"/>
    <w:rsid w:val="00A35A66"/>
    <w:rsid w:val="00A36538"/>
    <w:rsid w:val="00A366E1"/>
    <w:rsid w:val="00A36844"/>
    <w:rsid w:val="00A36E95"/>
    <w:rsid w:val="00A371FD"/>
    <w:rsid w:val="00A37CE6"/>
    <w:rsid w:val="00A37E07"/>
    <w:rsid w:val="00A37E70"/>
    <w:rsid w:val="00A37F14"/>
    <w:rsid w:val="00A403AB"/>
    <w:rsid w:val="00A40526"/>
    <w:rsid w:val="00A4099D"/>
    <w:rsid w:val="00A40BDD"/>
    <w:rsid w:val="00A40DD2"/>
    <w:rsid w:val="00A411F4"/>
    <w:rsid w:val="00A41234"/>
    <w:rsid w:val="00A414C3"/>
    <w:rsid w:val="00A41A09"/>
    <w:rsid w:val="00A42056"/>
    <w:rsid w:val="00A437E1"/>
    <w:rsid w:val="00A43C38"/>
    <w:rsid w:val="00A43CE7"/>
    <w:rsid w:val="00A43DA0"/>
    <w:rsid w:val="00A443F9"/>
    <w:rsid w:val="00A445F2"/>
    <w:rsid w:val="00A458BC"/>
    <w:rsid w:val="00A4613B"/>
    <w:rsid w:val="00A462A5"/>
    <w:rsid w:val="00A4637A"/>
    <w:rsid w:val="00A4665D"/>
    <w:rsid w:val="00A4685E"/>
    <w:rsid w:val="00A47227"/>
    <w:rsid w:val="00A47325"/>
    <w:rsid w:val="00A475A0"/>
    <w:rsid w:val="00A47616"/>
    <w:rsid w:val="00A50371"/>
    <w:rsid w:val="00A50542"/>
    <w:rsid w:val="00A5069A"/>
    <w:rsid w:val="00A50CD4"/>
    <w:rsid w:val="00A51176"/>
    <w:rsid w:val="00A51191"/>
    <w:rsid w:val="00A5195F"/>
    <w:rsid w:val="00A51C06"/>
    <w:rsid w:val="00A5208F"/>
    <w:rsid w:val="00A52990"/>
    <w:rsid w:val="00A52CE7"/>
    <w:rsid w:val="00A52D58"/>
    <w:rsid w:val="00A52E93"/>
    <w:rsid w:val="00A53067"/>
    <w:rsid w:val="00A53480"/>
    <w:rsid w:val="00A536ED"/>
    <w:rsid w:val="00A537D5"/>
    <w:rsid w:val="00A542D1"/>
    <w:rsid w:val="00A544D8"/>
    <w:rsid w:val="00A54A98"/>
    <w:rsid w:val="00A55B01"/>
    <w:rsid w:val="00A56C27"/>
    <w:rsid w:val="00A56D62"/>
    <w:rsid w:val="00A56F07"/>
    <w:rsid w:val="00A56FA7"/>
    <w:rsid w:val="00A5762C"/>
    <w:rsid w:val="00A57DF9"/>
    <w:rsid w:val="00A57E04"/>
    <w:rsid w:val="00A57F84"/>
    <w:rsid w:val="00A600FC"/>
    <w:rsid w:val="00A603C0"/>
    <w:rsid w:val="00A60BCA"/>
    <w:rsid w:val="00A6132C"/>
    <w:rsid w:val="00A61C75"/>
    <w:rsid w:val="00A61DD4"/>
    <w:rsid w:val="00A6234B"/>
    <w:rsid w:val="00A6254F"/>
    <w:rsid w:val="00A625DA"/>
    <w:rsid w:val="00A62D73"/>
    <w:rsid w:val="00A62E62"/>
    <w:rsid w:val="00A63009"/>
    <w:rsid w:val="00A638DA"/>
    <w:rsid w:val="00A63BEB"/>
    <w:rsid w:val="00A642F6"/>
    <w:rsid w:val="00A64523"/>
    <w:rsid w:val="00A65418"/>
    <w:rsid w:val="00A656FF"/>
    <w:rsid w:val="00A65745"/>
    <w:rsid w:val="00A65780"/>
    <w:rsid w:val="00A65B41"/>
    <w:rsid w:val="00A65E00"/>
    <w:rsid w:val="00A664CA"/>
    <w:rsid w:val="00A66A78"/>
    <w:rsid w:val="00A674D1"/>
    <w:rsid w:val="00A6759C"/>
    <w:rsid w:val="00A6760A"/>
    <w:rsid w:val="00A67D3B"/>
    <w:rsid w:val="00A70527"/>
    <w:rsid w:val="00A71890"/>
    <w:rsid w:val="00A721FA"/>
    <w:rsid w:val="00A72C65"/>
    <w:rsid w:val="00A735A0"/>
    <w:rsid w:val="00A738E2"/>
    <w:rsid w:val="00A73A21"/>
    <w:rsid w:val="00A73DBB"/>
    <w:rsid w:val="00A73E22"/>
    <w:rsid w:val="00A74345"/>
    <w:rsid w:val="00A7436E"/>
    <w:rsid w:val="00A7472B"/>
    <w:rsid w:val="00A74E96"/>
    <w:rsid w:val="00A74F01"/>
    <w:rsid w:val="00A7546F"/>
    <w:rsid w:val="00A7561C"/>
    <w:rsid w:val="00A7571A"/>
    <w:rsid w:val="00A75A8E"/>
    <w:rsid w:val="00A75D2A"/>
    <w:rsid w:val="00A75FE7"/>
    <w:rsid w:val="00A76AB5"/>
    <w:rsid w:val="00A76BC5"/>
    <w:rsid w:val="00A76C2C"/>
    <w:rsid w:val="00A76F09"/>
    <w:rsid w:val="00A76F34"/>
    <w:rsid w:val="00A773B7"/>
    <w:rsid w:val="00A776F7"/>
    <w:rsid w:val="00A77984"/>
    <w:rsid w:val="00A77A5C"/>
    <w:rsid w:val="00A77F17"/>
    <w:rsid w:val="00A80109"/>
    <w:rsid w:val="00A804FE"/>
    <w:rsid w:val="00A805A3"/>
    <w:rsid w:val="00A80A05"/>
    <w:rsid w:val="00A824DD"/>
    <w:rsid w:val="00A826AF"/>
    <w:rsid w:val="00A826F9"/>
    <w:rsid w:val="00A82B4D"/>
    <w:rsid w:val="00A83676"/>
    <w:rsid w:val="00A83B1B"/>
    <w:rsid w:val="00A83B7B"/>
    <w:rsid w:val="00A84274"/>
    <w:rsid w:val="00A84ECF"/>
    <w:rsid w:val="00A850F3"/>
    <w:rsid w:val="00A85106"/>
    <w:rsid w:val="00A85EA4"/>
    <w:rsid w:val="00A85F90"/>
    <w:rsid w:val="00A86493"/>
    <w:rsid w:val="00A864E3"/>
    <w:rsid w:val="00A90293"/>
    <w:rsid w:val="00A90D6F"/>
    <w:rsid w:val="00A917C1"/>
    <w:rsid w:val="00A91AEB"/>
    <w:rsid w:val="00A91F34"/>
    <w:rsid w:val="00A93384"/>
    <w:rsid w:val="00A93701"/>
    <w:rsid w:val="00A93892"/>
    <w:rsid w:val="00A94157"/>
    <w:rsid w:val="00A9442D"/>
    <w:rsid w:val="00A94574"/>
    <w:rsid w:val="00A94906"/>
    <w:rsid w:val="00A949AF"/>
    <w:rsid w:val="00A94D25"/>
    <w:rsid w:val="00A94ED8"/>
    <w:rsid w:val="00A95711"/>
    <w:rsid w:val="00A95936"/>
    <w:rsid w:val="00A96265"/>
    <w:rsid w:val="00A96EAA"/>
    <w:rsid w:val="00A97084"/>
    <w:rsid w:val="00A9782A"/>
    <w:rsid w:val="00A97D88"/>
    <w:rsid w:val="00A97ED3"/>
    <w:rsid w:val="00AA0AE5"/>
    <w:rsid w:val="00AA0C5F"/>
    <w:rsid w:val="00AA0F74"/>
    <w:rsid w:val="00AA1194"/>
    <w:rsid w:val="00AA16BA"/>
    <w:rsid w:val="00AA1C2C"/>
    <w:rsid w:val="00AA21D4"/>
    <w:rsid w:val="00AA2274"/>
    <w:rsid w:val="00AA2A55"/>
    <w:rsid w:val="00AA2E13"/>
    <w:rsid w:val="00AA35F6"/>
    <w:rsid w:val="00AA3C13"/>
    <w:rsid w:val="00AA3C71"/>
    <w:rsid w:val="00AA4356"/>
    <w:rsid w:val="00AA4C47"/>
    <w:rsid w:val="00AA5ED9"/>
    <w:rsid w:val="00AA664D"/>
    <w:rsid w:val="00AA667C"/>
    <w:rsid w:val="00AA6E91"/>
    <w:rsid w:val="00AA7081"/>
    <w:rsid w:val="00AA7439"/>
    <w:rsid w:val="00AB014D"/>
    <w:rsid w:val="00AB047E"/>
    <w:rsid w:val="00AB0951"/>
    <w:rsid w:val="00AB0B0A"/>
    <w:rsid w:val="00AB0B85"/>
    <w:rsid w:val="00AB0B8C"/>
    <w:rsid w:val="00AB0BA4"/>
    <w:rsid w:val="00AB0BB7"/>
    <w:rsid w:val="00AB0F96"/>
    <w:rsid w:val="00AB1113"/>
    <w:rsid w:val="00AB1680"/>
    <w:rsid w:val="00AB22C6"/>
    <w:rsid w:val="00AB254E"/>
    <w:rsid w:val="00AB2A21"/>
    <w:rsid w:val="00AB2AA0"/>
    <w:rsid w:val="00AB2AD0"/>
    <w:rsid w:val="00AB2D96"/>
    <w:rsid w:val="00AB35BD"/>
    <w:rsid w:val="00AB36C8"/>
    <w:rsid w:val="00AB3757"/>
    <w:rsid w:val="00AB378D"/>
    <w:rsid w:val="00AB4206"/>
    <w:rsid w:val="00AB433F"/>
    <w:rsid w:val="00AB5117"/>
    <w:rsid w:val="00AB574E"/>
    <w:rsid w:val="00AB6269"/>
    <w:rsid w:val="00AB67FC"/>
    <w:rsid w:val="00AB6DF8"/>
    <w:rsid w:val="00AB7DD0"/>
    <w:rsid w:val="00AC00F2"/>
    <w:rsid w:val="00AC0369"/>
    <w:rsid w:val="00AC08A7"/>
    <w:rsid w:val="00AC0995"/>
    <w:rsid w:val="00AC09A1"/>
    <w:rsid w:val="00AC0C14"/>
    <w:rsid w:val="00AC2848"/>
    <w:rsid w:val="00AC31B5"/>
    <w:rsid w:val="00AC3353"/>
    <w:rsid w:val="00AC3BE6"/>
    <w:rsid w:val="00AC3CF7"/>
    <w:rsid w:val="00AC4825"/>
    <w:rsid w:val="00AC48F2"/>
    <w:rsid w:val="00AC4901"/>
    <w:rsid w:val="00AC4EA1"/>
    <w:rsid w:val="00AC5381"/>
    <w:rsid w:val="00AC54D9"/>
    <w:rsid w:val="00AC57F6"/>
    <w:rsid w:val="00AC5920"/>
    <w:rsid w:val="00AC61D5"/>
    <w:rsid w:val="00AC6290"/>
    <w:rsid w:val="00AC6D89"/>
    <w:rsid w:val="00AC7AC7"/>
    <w:rsid w:val="00AC7C3E"/>
    <w:rsid w:val="00AC7CDF"/>
    <w:rsid w:val="00AD0474"/>
    <w:rsid w:val="00AD07BB"/>
    <w:rsid w:val="00AD0E65"/>
    <w:rsid w:val="00AD0F38"/>
    <w:rsid w:val="00AD106A"/>
    <w:rsid w:val="00AD1445"/>
    <w:rsid w:val="00AD164F"/>
    <w:rsid w:val="00AD16C0"/>
    <w:rsid w:val="00AD1938"/>
    <w:rsid w:val="00AD1A24"/>
    <w:rsid w:val="00AD2256"/>
    <w:rsid w:val="00AD25E8"/>
    <w:rsid w:val="00AD293A"/>
    <w:rsid w:val="00AD2BF2"/>
    <w:rsid w:val="00AD2C9C"/>
    <w:rsid w:val="00AD319A"/>
    <w:rsid w:val="00AD36BD"/>
    <w:rsid w:val="00AD3D1D"/>
    <w:rsid w:val="00AD4745"/>
    <w:rsid w:val="00AD4BD0"/>
    <w:rsid w:val="00AD4D82"/>
    <w:rsid w:val="00AD4D84"/>
    <w:rsid w:val="00AD4E32"/>
    <w:rsid w:val="00AD4E90"/>
    <w:rsid w:val="00AD5422"/>
    <w:rsid w:val="00AD64A4"/>
    <w:rsid w:val="00AE0832"/>
    <w:rsid w:val="00AE0965"/>
    <w:rsid w:val="00AE0987"/>
    <w:rsid w:val="00AE10E5"/>
    <w:rsid w:val="00AE1200"/>
    <w:rsid w:val="00AE1256"/>
    <w:rsid w:val="00AE1FD6"/>
    <w:rsid w:val="00AE209A"/>
    <w:rsid w:val="00AE2317"/>
    <w:rsid w:val="00AE232E"/>
    <w:rsid w:val="00AE24C8"/>
    <w:rsid w:val="00AE27F6"/>
    <w:rsid w:val="00AE2DD9"/>
    <w:rsid w:val="00AE361F"/>
    <w:rsid w:val="00AE3A17"/>
    <w:rsid w:val="00AE3C2C"/>
    <w:rsid w:val="00AE4179"/>
    <w:rsid w:val="00AE4425"/>
    <w:rsid w:val="00AE4448"/>
    <w:rsid w:val="00AE4B19"/>
    <w:rsid w:val="00AE4E59"/>
    <w:rsid w:val="00AE4FBE"/>
    <w:rsid w:val="00AE528C"/>
    <w:rsid w:val="00AE5B63"/>
    <w:rsid w:val="00AE63CE"/>
    <w:rsid w:val="00AE650F"/>
    <w:rsid w:val="00AE6555"/>
    <w:rsid w:val="00AE65FF"/>
    <w:rsid w:val="00AE76D0"/>
    <w:rsid w:val="00AE78CF"/>
    <w:rsid w:val="00AE7909"/>
    <w:rsid w:val="00AE7D16"/>
    <w:rsid w:val="00AF0CE6"/>
    <w:rsid w:val="00AF108D"/>
    <w:rsid w:val="00AF1D8D"/>
    <w:rsid w:val="00AF1F01"/>
    <w:rsid w:val="00AF3568"/>
    <w:rsid w:val="00AF3748"/>
    <w:rsid w:val="00AF38BA"/>
    <w:rsid w:val="00AF4001"/>
    <w:rsid w:val="00AF4241"/>
    <w:rsid w:val="00AF46AE"/>
    <w:rsid w:val="00AF4CAA"/>
    <w:rsid w:val="00AF535B"/>
    <w:rsid w:val="00AF571A"/>
    <w:rsid w:val="00AF5975"/>
    <w:rsid w:val="00AF60A0"/>
    <w:rsid w:val="00AF67FC"/>
    <w:rsid w:val="00AF7923"/>
    <w:rsid w:val="00AF7C65"/>
    <w:rsid w:val="00AF7DF5"/>
    <w:rsid w:val="00AF7E0E"/>
    <w:rsid w:val="00B006E5"/>
    <w:rsid w:val="00B00DF2"/>
    <w:rsid w:val="00B00FD3"/>
    <w:rsid w:val="00B0134B"/>
    <w:rsid w:val="00B0197F"/>
    <w:rsid w:val="00B022D9"/>
    <w:rsid w:val="00B024C2"/>
    <w:rsid w:val="00B02ABA"/>
    <w:rsid w:val="00B02BAA"/>
    <w:rsid w:val="00B03237"/>
    <w:rsid w:val="00B03A8E"/>
    <w:rsid w:val="00B03AA7"/>
    <w:rsid w:val="00B05483"/>
    <w:rsid w:val="00B059B7"/>
    <w:rsid w:val="00B05A1F"/>
    <w:rsid w:val="00B06396"/>
    <w:rsid w:val="00B06459"/>
    <w:rsid w:val="00B06554"/>
    <w:rsid w:val="00B06DE4"/>
    <w:rsid w:val="00B07336"/>
    <w:rsid w:val="00B074E4"/>
    <w:rsid w:val="00B076A5"/>
    <w:rsid w:val="00B07700"/>
    <w:rsid w:val="00B07F1D"/>
    <w:rsid w:val="00B102DF"/>
    <w:rsid w:val="00B107A3"/>
    <w:rsid w:val="00B11181"/>
    <w:rsid w:val="00B124DC"/>
    <w:rsid w:val="00B12D74"/>
    <w:rsid w:val="00B130CA"/>
    <w:rsid w:val="00B131BB"/>
    <w:rsid w:val="00B138C2"/>
    <w:rsid w:val="00B13921"/>
    <w:rsid w:val="00B13986"/>
    <w:rsid w:val="00B14015"/>
    <w:rsid w:val="00B147DD"/>
    <w:rsid w:val="00B14846"/>
    <w:rsid w:val="00B150F6"/>
    <w:rsid w:val="00B1528C"/>
    <w:rsid w:val="00B155E9"/>
    <w:rsid w:val="00B15AEE"/>
    <w:rsid w:val="00B16930"/>
    <w:rsid w:val="00B16ACD"/>
    <w:rsid w:val="00B16C2A"/>
    <w:rsid w:val="00B17493"/>
    <w:rsid w:val="00B17ADA"/>
    <w:rsid w:val="00B20BBD"/>
    <w:rsid w:val="00B210D1"/>
    <w:rsid w:val="00B21487"/>
    <w:rsid w:val="00B21546"/>
    <w:rsid w:val="00B21EBD"/>
    <w:rsid w:val="00B21EC9"/>
    <w:rsid w:val="00B22B69"/>
    <w:rsid w:val="00B232D1"/>
    <w:rsid w:val="00B2349A"/>
    <w:rsid w:val="00B23532"/>
    <w:rsid w:val="00B23882"/>
    <w:rsid w:val="00B24278"/>
    <w:rsid w:val="00B24AC4"/>
    <w:rsid w:val="00B24DB5"/>
    <w:rsid w:val="00B24F99"/>
    <w:rsid w:val="00B25450"/>
    <w:rsid w:val="00B265F0"/>
    <w:rsid w:val="00B2681C"/>
    <w:rsid w:val="00B27059"/>
    <w:rsid w:val="00B270CB"/>
    <w:rsid w:val="00B301BE"/>
    <w:rsid w:val="00B30378"/>
    <w:rsid w:val="00B3054C"/>
    <w:rsid w:val="00B30FC4"/>
    <w:rsid w:val="00B31877"/>
    <w:rsid w:val="00B31F9E"/>
    <w:rsid w:val="00B3268F"/>
    <w:rsid w:val="00B327BB"/>
    <w:rsid w:val="00B32B11"/>
    <w:rsid w:val="00B32C2C"/>
    <w:rsid w:val="00B3302A"/>
    <w:rsid w:val="00B3346D"/>
    <w:rsid w:val="00B33A1A"/>
    <w:rsid w:val="00B33E6C"/>
    <w:rsid w:val="00B33F08"/>
    <w:rsid w:val="00B34965"/>
    <w:rsid w:val="00B34C86"/>
    <w:rsid w:val="00B35277"/>
    <w:rsid w:val="00B356F2"/>
    <w:rsid w:val="00B35B82"/>
    <w:rsid w:val="00B35CE3"/>
    <w:rsid w:val="00B35CFF"/>
    <w:rsid w:val="00B36F09"/>
    <w:rsid w:val="00B371CC"/>
    <w:rsid w:val="00B37CBD"/>
    <w:rsid w:val="00B4024C"/>
    <w:rsid w:val="00B41089"/>
    <w:rsid w:val="00B41245"/>
    <w:rsid w:val="00B4174D"/>
    <w:rsid w:val="00B41CD9"/>
    <w:rsid w:val="00B41E43"/>
    <w:rsid w:val="00B42158"/>
    <w:rsid w:val="00B422F2"/>
    <w:rsid w:val="00B427E6"/>
    <w:rsid w:val="00B428A6"/>
    <w:rsid w:val="00B42E59"/>
    <w:rsid w:val="00B42F6E"/>
    <w:rsid w:val="00B431FF"/>
    <w:rsid w:val="00B43E1F"/>
    <w:rsid w:val="00B440EB"/>
    <w:rsid w:val="00B44255"/>
    <w:rsid w:val="00B44736"/>
    <w:rsid w:val="00B45B1D"/>
    <w:rsid w:val="00B45FBC"/>
    <w:rsid w:val="00B462F0"/>
    <w:rsid w:val="00B465DA"/>
    <w:rsid w:val="00B4706B"/>
    <w:rsid w:val="00B47386"/>
    <w:rsid w:val="00B47EF9"/>
    <w:rsid w:val="00B504D6"/>
    <w:rsid w:val="00B505F0"/>
    <w:rsid w:val="00B511DD"/>
    <w:rsid w:val="00B51210"/>
    <w:rsid w:val="00B512D1"/>
    <w:rsid w:val="00B51767"/>
    <w:rsid w:val="00B51A7D"/>
    <w:rsid w:val="00B524A9"/>
    <w:rsid w:val="00B5355E"/>
    <w:rsid w:val="00B535C2"/>
    <w:rsid w:val="00B53613"/>
    <w:rsid w:val="00B53651"/>
    <w:rsid w:val="00B53DD1"/>
    <w:rsid w:val="00B54499"/>
    <w:rsid w:val="00B54FFE"/>
    <w:rsid w:val="00B5513F"/>
    <w:rsid w:val="00B554F8"/>
    <w:rsid w:val="00B55544"/>
    <w:rsid w:val="00B55663"/>
    <w:rsid w:val="00B556DA"/>
    <w:rsid w:val="00B56472"/>
    <w:rsid w:val="00B5654D"/>
    <w:rsid w:val="00B56935"/>
    <w:rsid w:val="00B56FE8"/>
    <w:rsid w:val="00B57855"/>
    <w:rsid w:val="00B60F47"/>
    <w:rsid w:val="00B611D3"/>
    <w:rsid w:val="00B616AA"/>
    <w:rsid w:val="00B6220C"/>
    <w:rsid w:val="00B6283C"/>
    <w:rsid w:val="00B62BAB"/>
    <w:rsid w:val="00B62BD4"/>
    <w:rsid w:val="00B6361C"/>
    <w:rsid w:val="00B63B09"/>
    <w:rsid w:val="00B642FC"/>
    <w:rsid w:val="00B64C8B"/>
    <w:rsid w:val="00B64D26"/>
    <w:rsid w:val="00B64FBB"/>
    <w:rsid w:val="00B6606C"/>
    <w:rsid w:val="00B66B31"/>
    <w:rsid w:val="00B66C04"/>
    <w:rsid w:val="00B66CE2"/>
    <w:rsid w:val="00B6769C"/>
    <w:rsid w:val="00B67BE0"/>
    <w:rsid w:val="00B67C60"/>
    <w:rsid w:val="00B67F0E"/>
    <w:rsid w:val="00B707EF"/>
    <w:rsid w:val="00B70E22"/>
    <w:rsid w:val="00B71269"/>
    <w:rsid w:val="00B712BB"/>
    <w:rsid w:val="00B71694"/>
    <w:rsid w:val="00B71E69"/>
    <w:rsid w:val="00B725A8"/>
    <w:rsid w:val="00B72DF4"/>
    <w:rsid w:val="00B72EBB"/>
    <w:rsid w:val="00B7310B"/>
    <w:rsid w:val="00B73791"/>
    <w:rsid w:val="00B73C1A"/>
    <w:rsid w:val="00B7418D"/>
    <w:rsid w:val="00B7483C"/>
    <w:rsid w:val="00B74898"/>
    <w:rsid w:val="00B74A49"/>
    <w:rsid w:val="00B74CC6"/>
    <w:rsid w:val="00B74D23"/>
    <w:rsid w:val="00B74EB1"/>
    <w:rsid w:val="00B752E6"/>
    <w:rsid w:val="00B75E42"/>
    <w:rsid w:val="00B76159"/>
    <w:rsid w:val="00B76298"/>
    <w:rsid w:val="00B762A5"/>
    <w:rsid w:val="00B765C9"/>
    <w:rsid w:val="00B76CFF"/>
    <w:rsid w:val="00B770A2"/>
    <w:rsid w:val="00B774CB"/>
    <w:rsid w:val="00B778BB"/>
    <w:rsid w:val="00B77FC0"/>
    <w:rsid w:val="00B80311"/>
    <w:rsid w:val="00B80402"/>
    <w:rsid w:val="00B80B9A"/>
    <w:rsid w:val="00B81131"/>
    <w:rsid w:val="00B811EB"/>
    <w:rsid w:val="00B8124C"/>
    <w:rsid w:val="00B81673"/>
    <w:rsid w:val="00B81B9F"/>
    <w:rsid w:val="00B81D91"/>
    <w:rsid w:val="00B825B2"/>
    <w:rsid w:val="00B830B7"/>
    <w:rsid w:val="00B83292"/>
    <w:rsid w:val="00B83EF3"/>
    <w:rsid w:val="00B8477A"/>
    <w:rsid w:val="00B848EA"/>
    <w:rsid w:val="00B849E5"/>
    <w:rsid w:val="00B84B2B"/>
    <w:rsid w:val="00B85090"/>
    <w:rsid w:val="00B850E3"/>
    <w:rsid w:val="00B859A2"/>
    <w:rsid w:val="00B85E53"/>
    <w:rsid w:val="00B864AB"/>
    <w:rsid w:val="00B86BC5"/>
    <w:rsid w:val="00B87B32"/>
    <w:rsid w:val="00B87DF1"/>
    <w:rsid w:val="00B90500"/>
    <w:rsid w:val="00B90D65"/>
    <w:rsid w:val="00B90DF9"/>
    <w:rsid w:val="00B90F8D"/>
    <w:rsid w:val="00B91090"/>
    <w:rsid w:val="00B91382"/>
    <w:rsid w:val="00B9167A"/>
    <w:rsid w:val="00B9176C"/>
    <w:rsid w:val="00B91E60"/>
    <w:rsid w:val="00B92072"/>
    <w:rsid w:val="00B923EB"/>
    <w:rsid w:val="00B935A4"/>
    <w:rsid w:val="00B93731"/>
    <w:rsid w:val="00B94E1B"/>
    <w:rsid w:val="00B95478"/>
    <w:rsid w:val="00BA106A"/>
    <w:rsid w:val="00BA11D9"/>
    <w:rsid w:val="00BA12EE"/>
    <w:rsid w:val="00BA18A0"/>
    <w:rsid w:val="00BA1AC6"/>
    <w:rsid w:val="00BA2570"/>
    <w:rsid w:val="00BA2BB7"/>
    <w:rsid w:val="00BA31A6"/>
    <w:rsid w:val="00BA3613"/>
    <w:rsid w:val="00BA4D96"/>
    <w:rsid w:val="00BA5499"/>
    <w:rsid w:val="00BA561A"/>
    <w:rsid w:val="00BA64EC"/>
    <w:rsid w:val="00BA77C4"/>
    <w:rsid w:val="00BB04C3"/>
    <w:rsid w:val="00BB0D28"/>
    <w:rsid w:val="00BB0DC6"/>
    <w:rsid w:val="00BB0FBF"/>
    <w:rsid w:val="00BB15E4"/>
    <w:rsid w:val="00BB1BDA"/>
    <w:rsid w:val="00BB1E19"/>
    <w:rsid w:val="00BB21D1"/>
    <w:rsid w:val="00BB2318"/>
    <w:rsid w:val="00BB2331"/>
    <w:rsid w:val="00BB2514"/>
    <w:rsid w:val="00BB2DC8"/>
    <w:rsid w:val="00BB32F2"/>
    <w:rsid w:val="00BB4338"/>
    <w:rsid w:val="00BB4690"/>
    <w:rsid w:val="00BB5BAC"/>
    <w:rsid w:val="00BB6224"/>
    <w:rsid w:val="00BB6589"/>
    <w:rsid w:val="00BB6C0E"/>
    <w:rsid w:val="00BB7B14"/>
    <w:rsid w:val="00BB7B38"/>
    <w:rsid w:val="00BB7CE0"/>
    <w:rsid w:val="00BC067D"/>
    <w:rsid w:val="00BC11E5"/>
    <w:rsid w:val="00BC1590"/>
    <w:rsid w:val="00BC1B8A"/>
    <w:rsid w:val="00BC1C50"/>
    <w:rsid w:val="00BC1FF8"/>
    <w:rsid w:val="00BC2243"/>
    <w:rsid w:val="00BC2D6A"/>
    <w:rsid w:val="00BC329C"/>
    <w:rsid w:val="00BC3401"/>
    <w:rsid w:val="00BC3848"/>
    <w:rsid w:val="00BC3992"/>
    <w:rsid w:val="00BC3BA0"/>
    <w:rsid w:val="00BC3C0A"/>
    <w:rsid w:val="00BC3C1F"/>
    <w:rsid w:val="00BC3F40"/>
    <w:rsid w:val="00BC43F2"/>
    <w:rsid w:val="00BC4834"/>
    <w:rsid w:val="00BC4BC6"/>
    <w:rsid w:val="00BC4DFE"/>
    <w:rsid w:val="00BC4F8B"/>
    <w:rsid w:val="00BC5028"/>
    <w:rsid w:val="00BC5099"/>
    <w:rsid w:val="00BC5266"/>
    <w:rsid w:val="00BC52FD"/>
    <w:rsid w:val="00BC547D"/>
    <w:rsid w:val="00BC5837"/>
    <w:rsid w:val="00BC6691"/>
    <w:rsid w:val="00BC699E"/>
    <w:rsid w:val="00BC69BB"/>
    <w:rsid w:val="00BC6AB9"/>
    <w:rsid w:val="00BC6E55"/>
    <w:rsid w:val="00BC6E62"/>
    <w:rsid w:val="00BC6EBD"/>
    <w:rsid w:val="00BC7443"/>
    <w:rsid w:val="00BC7778"/>
    <w:rsid w:val="00BD0648"/>
    <w:rsid w:val="00BD065E"/>
    <w:rsid w:val="00BD070A"/>
    <w:rsid w:val="00BD0C45"/>
    <w:rsid w:val="00BD1040"/>
    <w:rsid w:val="00BD137B"/>
    <w:rsid w:val="00BD171A"/>
    <w:rsid w:val="00BD2B1F"/>
    <w:rsid w:val="00BD2B97"/>
    <w:rsid w:val="00BD2CF0"/>
    <w:rsid w:val="00BD2DEE"/>
    <w:rsid w:val="00BD3177"/>
    <w:rsid w:val="00BD34AA"/>
    <w:rsid w:val="00BD4375"/>
    <w:rsid w:val="00BD5673"/>
    <w:rsid w:val="00BD5781"/>
    <w:rsid w:val="00BD5ED2"/>
    <w:rsid w:val="00BD63FF"/>
    <w:rsid w:val="00BD6930"/>
    <w:rsid w:val="00BD6ACD"/>
    <w:rsid w:val="00BD6B12"/>
    <w:rsid w:val="00BD6BA6"/>
    <w:rsid w:val="00BD7028"/>
    <w:rsid w:val="00BD764F"/>
    <w:rsid w:val="00BD77C0"/>
    <w:rsid w:val="00BD7E1D"/>
    <w:rsid w:val="00BE08EE"/>
    <w:rsid w:val="00BE0C44"/>
    <w:rsid w:val="00BE0C69"/>
    <w:rsid w:val="00BE110F"/>
    <w:rsid w:val="00BE165E"/>
    <w:rsid w:val="00BE189E"/>
    <w:rsid w:val="00BE1910"/>
    <w:rsid w:val="00BE19B3"/>
    <w:rsid w:val="00BE1AFA"/>
    <w:rsid w:val="00BE1B8B"/>
    <w:rsid w:val="00BE1D81"/>
    <w:rsid w:val="00BE1EB8"/>
    <w:rsid w:val="00BE1EF3"/>
    <w:rsid w:val="00BE1FEB"/>
    <w:rsid w:val="00BE2A18"/>
    <w:rsid w:val="00BE2C01"/>
    <w:rsid w:val="00BE3AB8"/>
    <w:rsid w:val="00BE41D4"/>
    <w:rsid w:val="00BE41EC"/>
    <w:rsid w:val="00BE4479"/>
    <w:rsid w:val="00BE48E4"/>
    <w:rsid w:val="00BE4D6C"/>
    <w:rsid w:val="00BE51B6"/>
    <w:rsid w:val="00BE56FB"/>
    <w:rsid w:val="00BE5D2E"/>
    <w:rsid w:val="00BE6E95"/>
    <w:rsid w:val="00BE6EB4"/>
    <w:rsid w:val="00BE7249"/>
    <w:rsid w:val="00BE77D2"/>
    <w:rsid w:val="00BE7EC1"/>
    <w:rsid w:val="00BE7F61"/>
    <w:rsid w:val="00BF1156"/>
    <w:rsid w:val="00BF1BE1"/>
    <w:rsid w:val="00BF2260"/>
    <w:rsid w:val="00BF2651"/>
    <w:rsid w:val="00BF2950"/>
    <w:rsid w:val="00BF2A6B"/>
    <w:rsid w:val="00BF2BD7"/>
    <w:rsid w:val="00BF2FC9"/>
    <w:rsid w:val="00BF336D"/>
    <w:rsid w:val="00BF379F"/>
    <w:rsid w:val="00BF3D3A"/>
    <w:rsid w:val="00BF3DDE"/>
    <w:rsid w:val="00BF441F"/>
    <w:rsid w:val="00BF4FAB"/>
    <w:rsid w:val="00BF5103"/>
    <w:rsid w:val="00BF6589"/>
    <w:rsid w:val="00BF65A9"/>
    <w:rsid w:val="00BF6BF9"/>
    <w:rsid w:val="00BF6F7F"/>
    <w:rsid w:val="00BF6FEA"/>
    <w:rsid w:val="00BF725E"/>
    <w:rsid w:val="00BF760B"/>
    <w:rsid w:val="00BF79E3"/>
    <w:rsid w:val="00C00647"/>
    <w:rsid w:val="00C00D16"/>
    <w:rsid w:val="00C02764"/>
    <w:rsid w:val="00C03295"/>
    <w:rsid w:val="00C03476"/>
    <w:rsid w:val="00C03ACC"/>
    <w:rsid w:val="00C047F2"/>
    <w:rsid w:val="00C04CEF"/>
    <w:rsid w:val="00C050CF"/>
    <w:rsid w:val="00C05217"/>
    <w:rsid w:val="00C064CB"/>
    <w:rsid w:val="00C0662F"/>
    <w:rsid w:val="00C068F6"/>
    <w:rsid w:val="00C06AE5"/>
    <w:rsid w:val="00C06C84"/>
    <w:rsid w:val="00C06DCC"/>
    <w:rsid w:val="00C07070"/>
    <w:rsid w:val="00C10367"/>
    <w:rsid w:val="00C11250"/>
    <w:rsid w:val="00C1176F"/>
    <w:rsid w:val="00C11943"/>
    <w:rsid w:val="00C11C46"/>
    <w:rsid w:val="00C11E8A"/>
    <w:rsid w:val="00C1244E"/>
    <w:rsid w:val="00C12927"/>
    <w:rsid w:val="00C12E96"/>
    <w:rsid w:val="00C13212"/>
    <w:rsid w:val="00C138DC"/>
    <w:rsid w:val="00C13B43"/>
    <w:rsid w:val="00C144B7"/>
    <w:rsid w:val="00C14763"/>
    <w:rsid w:val="00C15993"/>
    <w:rsid w:val="00C16141"/>
    <w:rsid w:val="00C16F48"/>
    <w:rsid w:val="00C17048"/>
    <w:rsid w:val="00C1750B"/>
    <w:rsid w:val="00C17C1A"/>
    <w:rsid w:val="00C21558"/>
    <w:rsid w:val="00C216E5"/>
    <w:rsid w:val="00C22513"/>
    <w:rsid w:val="00C225D8"/>
    <w:rsid w:val="00C23473"/>
    <w:rsid w:val="00C2363F"/>
    <w:rsid w:val="00C236C8"/>
    <w:rsid w:val="00C237D4"/>
    <w:rsid w:val="00C2384B"/>
    <w:rsid w:val="00C23D73"/>
    <w:rsid w:val="00C23D74"/>
    <w:rsid w:val="00C24182"/>
    <w:rsid w:val="00C244E0"/>
    <w:rsid w:val="00C249CA"/>
    <w:rsid w:val="00C25032"/>
    <w:rsid w:val="00C25B1D"/>
    <w:rsid w:val="00C260B1"/>
    <w:rsid w:val="00C260EB"/>
    <w:rsid w:val="00C2653C"/>
    <w:rsid w:val="00C2695B"/>
    <w:rsid w:val="00C26E56"/>
    <w:rsid w:val="00C275FA"/>
    <w:rsid w:val="00C2766E"/>
    <w:rsid w:val="00C27707"/>
    <w:rsid w:val="00C27870"/>
    <w:rsid w:val="00C30C24"/>
    <w:rsid w:val="00C31406"/>
    <w:rsid w:val="00C31BF1"/>
    <w:rsid w:val="00C32289"/>
    <w:rsid w:val="00C33129"/>
    <w:rsid w:val="00C331EC"/>
    <w:rsid w:val="00C33602"/>
    <w:rsid w:val="00C33DDA"/>
    <w:rsid w:val="00C344EB"/>
    <w:rsid w:val="00C35AA7"/>
    <w:rsid w:val="00C35CC5"/>
    <w:rsid w:val="00C36275"/>
    <w:rsid w:val="00C368EC"/>
    <w:rsid w:val="00C37194"/>
    <w:rsid w:val="00C37F06"/>
    <w:rsid w:val="00C404DF"/>
    <w:rsid w:val="00C405D9"/>
    <w:rsid w:val="00C405F7"/>
    <w:rsid w:val="00C40635"/>
    <w:rsid w:val="00C40637"/>
    <w:rsid w:val="00C40BB3"/>
    <w:rsid w:val="00C40F6C"/>
    <w:rsid w:val="00C42F17"/>
    <w:rsid w:val="00C43FB5"/>
    <w:rsid w:val="00C440D7"/>
    <w:rsid w:val="00C44426"/>
    <w:rsid w:val="00C445F3"/>
    <w:rsid w:val="00C4487C"/>
    <w:rsid w:val="00C44AD8"/>
    <w:rsid w:val="00C451F4"/>
    <w:rsid w:val="00C45DBF"/>
    <w:rsid w:val="00C45DC3"/>
    <w:rsid w:val="00C45E86"/>
    <w:rsid w:val="00C45EB1"/>
    <w:rsid w:val="00C46B21"/>
    <w:rsid w:val="00C46F49"/>
    <w:rsid w:val="00C46F69"/>
    <w:rsid w:val="00C46F9A"/>
    <w:rsid w:val="00C47139"/>
    <w:rsid w:val="00C47DED"/>
    <w:rsid w:val="00C506ED"/>
    <w:rsid w:val="00C50893"/>
    <w:rsid w:val="00C5155F"/>
    <w:rsid w:val="00C51602"/>
    <w:rsid w:val="00C52447"/>
    <w:rsid w:val="00C525A3"/>
    <w:rsid w:val="00C52881"/>
    <w:rsid w:val="00C52F14"/>
    <w:rsid w:val="00C53327"/>
    <w:rsid w:val="00C5332B"/>
    <w:rsid w:val="00C54745"/>
    <w:rsid w:val="00C54A3A"/>
    <w:rsid w:val="00C54BFA"/>
    <w:rsid w:val="00C54D44"/>
    <w:rsid w:val="00C54D77"/>
    <w:rsid w:val="00C55165"/>
    <w:rsid w:val="00C55566"/>
    <w:rsid w:val="00C55782"/>
    <w:rsid w:val="00C55BF7"/>
    <w:rsid w:val="00C56448"/>
    <w:rsid w:val="00C57A06"/>
    <w:rsid w:val="00C57C55"/>
    <w:rsid w:val="00C57FE5"/>
    <w:rsid w:val="00C6055E"/>
    <w:rsid w:val="00C60B4E"/>
    <w:rsid w:val="00C60F2B"/>
    <w:rsid w:val="00C61286"/>
    <w:rsid w:val="00C62219"/>
    <w:rsid w:val="00C62766"/>
    <w:rsid w:val="00C6297D"/>
    <w:rsid w:val="00C62B81"/>
    <w:rsid w:val="00C62F6A"/>
    <w:rsid w:val="00C6309B"/>
    <w:rsid w:val="00C636EF"/>
    <w:rsid w:val="00C63B59"/>
    <w:rsid w:val="00C64C4C"/>
    <w:rsid w:val="00C64C99"/>
    <w:rsid w:val="00C655BC"/>
    <w:rsid w:val="00C65DE1"/>
    <w:rsid w:val="00C66339"/>
    <w:rsid w:val="00C667BE"/>
    <w:rsid w:val="00C66D90"/>
    <w:rsid w:val="00C6723C"/>
    <w:rsid w:val="00C6766B"/>
    <w:rsid w:val="00C67F54"/>
    <w:rsid w:val="00C70485"/>
    <w:rsid w:val="00C70A72"/>
    <w:rsid w:val="00C70D7B"/>
    <w:rsid w:val="00C71232"/>
    <w:rsid w:val="00C71F86"/>
    <w:rsid w:val="00C7209E"/>
    <w:rsid w:val="00C72223"/>
    <w:rsid w:val="00C72C23"/>
    <w:rsid w:val="00C72C90"/>
    <w:rsid w:val="00C72D82"/>
    <w:rsid w:val="00C735B9"/>
    <w:rsid w:val="00C73A09"/>
    <w:rsid w:val="00C73AE8"/>
    <w:rsid w:val="00C7440B"/>
    <w:rsid w:val="00C74459"/>
    <w:rsid w:val="00C74856"/>
    <w:rsid w:val="00C7517F"/>
    <w:rsid w:val="00C75217"/>
    <w:rsid w:val="00C75DCF"/>
    <w:rsid w:val="00C76398"/>
    <w:rsid w:val="00C76417"/>
    <w:rsid w:val="00C768F0"/>
    <w:rsid w:val="00C76B60"/>
    <w:rsid w:val="00C7726F"/>
    <w:rsid w:val="00C7736A"/>
    <w:rsid w:val="00C77728"/>
    <w:rsid w:val="00C77F3C"/>
    <w:rsid w:val="00C8001F"/>
    <w:rsid w:val="00C8016F"/>
    <w:rsid w:val="00C80B35"/>
    <w:rsid w:val="00C813C1"/>
    <w:rsid w:val="00C81B42"/>
    <w:rsid w:val="00C8221B"/>
    <w:rsid w:val="00C823DA"/>
    <w:rsid w:val="00C8259F"/>
    <w:rsid w:val="00C82746"/>
    <w:rsid w:val="00C8283B"/>
    <w:rsid w:val="00C828ED"/>
    <w:rsid w:val="00C829F1"/>
    <w:rsid w:val="00C82A8D"/>
    <w:rsid w:val="00C8312F"/>
    <w:rsid w:val="00C83316"/>
    <w:rsid w:val="00C83DD6"/>
    <w:rsid w:val="00C84765"/>
    <w:rsid w:val="00C84C47"/>
    <w:rsid w:val="00C8530E"/>
    <w:rsid w:val="00C8557F"/>
    <w:rsid w:val="00C856C3"/>
    <w:rsid w:val="00C858A4"/>
    <w:rsid w:val="00C858AD"/>
    <w:rsid w:val="00C85EFA"/>
    <w:rsid w:val="00C85F56"/>
    <w:rsid w:val="00C86069"/>
    <w:rsid w:val="00C86137"/>
    <w:rsid w:val="00C8681F"/>
    <w:rsid w:val="00C86AFA"/>
    <w:rsid w:val="00C87096"/>
    <w:rsid w:val="00C874F9"/>
    <w:rsid w:val="00C9004D"/>
    <w:rsid w:val="00C90826"/>
    <w:rsid w:val="00C90F58"/>
    <w:rsid w:val="00C9127B"/>
    <w:rsid w:val="00C91334"/>
    <w:rsid w:val="00C916E9"/>
    <w:rsid w:val="00C91C1B"/>
    <w:rsid w:val="00C930CD"/>
    <w:rsid w:val="00C9335F"/>
    <w:rsid w:val="00C93FF1"/>
    <w:rsid w:val="00C942B1"/>
    <w:rsid w:val="00C959DF"/>
    <w:rsid w:val="00C95E66"/>
    <w:rsid w:val="00C969E8"/>
    <w:rsid w:val="00C97472"/>
    <w:rsid w:val="00CA02F2"/>
    <w:rsid w:val="00CA0A0F"/>
    <w:rsid w:val="00CA0CA1"/>
    <w:rsid w:val="00CA0E5D"/>
    <w:rsid w:val="00CA1B06"/>
    <w:rsid w:val="00CA1EB0"/>
    <w:rsid w:val="00CA20AC"/>
    <w:rsid w:val="00CA21A6"/>
    <w:rsid w:val="00CA24E4"/>
    <w:rsid w:val="00CA26E9"/>
    <w:rsid w:val="00CA26FC"/>
    <w:rsid w:val="00CA32A0"/>
    <w:rsid w:val="00CA46A3"/>
    <w:rsid w:val="00CA5F8C"/>
    <w:rsid w:val="00CA6071"/>
    <w:rsid w:val="00CA61A3"/>
    <w:rsid w:val="00CA6438"/>
    <w:rsid w:val="00CA7108"/>
    <w:rsid w:val="00CA7797"/>
    <w:rsid w:val="00CB028E"/>
    <w:rsid w:val="00CB0B80"/>
    <w:rsid w:val="00CB18D0"/>
    <w:rsid w:val="00CB1C8A"/>
    <w:rsid w:val="00CB225A"/>
    <w:rsid w:val="00CB24F5"/>
    <w:rsid w:val="00CB2663"/>
    <w:rsid w:val="00CB284D"/>
    <w:rsid w:val="00CB32E2"/>
    <w:rsid w:val="00CB3BBE"/>
    <w:rsid w:val="00CB47A4"/>
    <w:rsid w:val="00CB4A79"/>
    <w:rsid w:val="00CB5251"/>
    <w:rsid w:val="00CB5453"/>
    <w:rsid w:val="00CB5472"/>
    <w:rsid w:val="00CB5490"/>
    <w:rsid w:val="00CB57DA"/>
    <w:rsid w:val="00CB59E9"/>
    <w:rsid w:val="00CB619F"/>
    <w:rsid w:val="00CB6339"/>
    <w:rsid w:val="00CB6897"/>
    <w:rsid w:val="00CB6E30"/>
    <w:rsid w:val="00CC02D3"/>
    <w:rsid w:val="00CC04FA"/>
    <w:rsid w:val="00CC0987"/>
    <w:rsid w:val="00CC0C22"/>
    <w:rsid w:val="00CC0D6A"/>
    <w:rsid w:val="00CC1054"/>
    <w:rsid w:val="00CC1679"/>
    <w:rsid w:val="00CC1F92"/>
    <w:rsid w:val="00CC2001"/>
    <w:rsid w:val="00CC2C83"/>
    <w:rsid w:val="00CC3109"/>
    <w:rsid w:val="00CC3831"/>
    <w:rsid w:val="00CC3959"/>
    <w:rsid w:val="00CC3E3D"/>
    <w:rsid w:val="00CC40A4"/>
    <w:rsid w:val="00CC44BD"/>
    <w:rsid w:val="00CC4D25"/>
    <w:rsid w:val="00CC4F49"/>
    <w:rsid w:val="00CC519B"/>
    <w:rsid w:val="00CC5668"/>
    <w:rsid w:val="00CC5C94"/>
    <w:rsid w:val="00CC5E05"/>
    <w:rsid w:val="00CC60F5"/>
    <w:rsid w:val="00CC663D"/>
    <w:rsid w:val="00CC6A9F"/>
    <w:rsid w:val="00CC7077"/>
    <w:rsid w:val="00CC7A76"/>
    <w:rsid w:val="00CC7DE4"/>
    <w:rsid w:val="00CD01A1"/>
    <w:rsid w:val="00CD1032"/>
    <w:rsid w:val="00CD12C1"/>
    <w:rsid w:val="00CD1774"/>
    <w:rsid w:val="00CD1810"/>
    <w:rsid w:val="00CD1C42"/>
    <w:rsid w:val="00CD214E"/>
    <w:rsid w:val="00CD2239"/>
    <w:rsid w:val="00CD232B"/>
    <w:rsid w:val="00CD2770"/>
    <w:rsid w:val="00CD2AAB"/>
    <w:rsid w:val="00CD3809"/>
    <w:rsid w:val="00CD3FEF"/>
    <w:rsid w:val="00CD46FA"/>
    <w:rsid w:val="00CD52D5"/>
    <w:rsid w:val="00CD5973"/>
    <w:rsid w:val="00CD5EEC"/>
    <w:rsid w:val="00CD63E0"/>
    <w:rsid w:val="00CE01CB"/>
    <w:rsid w:val="00CE0218"/>
    <w:rsid w:val="00CE0282"/>
    <w:rsid w:val="00CE0768"/>
    <w:rsid w:val="00CE0CCC"/>
    <w:rsid w:val="00CE0E6C"/>
    <w:rsid w:val="00CE0E89"/>
    <w:rsid w:val="00CE1AA6"/>
    <w:rsid w:val="00CE1D46"/>
    <w:rsid w:val="00CE1F0F"/>
    <w:rsid w:val="00CE30D7"/>
    <w:rsid w:val="00CE31A6"/>
    <w:rsid w:val="00CE33CC"/>
    <w:rsid w:val="00CE3713"/>
    <w:rsid w:val="00CE3F01"/>
    <w:rsid w:val="00CE41AD"/>
    <w:rsid w:val="00CE439E"/>
    <w:rsid w:val="00CE4B09"/>
    <w:rsid w:val="00CE525A"/>
    <w:rsid w:val="00CE537F"/>
    <w:rsid w:val="00CE5468"/>
    <w:rsid w:val="00CE5991"/>
    <w:rsid w:val="00CE6280"/>
    <w:rsid w:val="00CE77FE"/>
    <w:rsid w:val="00CE7A5E"/>
    <w:rsid w:val="00CF09AA"/>
    <w:rsid w:val="00CF0D93"/>
    <w:rsid w:val="00CF101B"/>
    <w:rsid w:val="00CF1BF2"/>
    <w:rsid w:val="00CF1FD0"/>
    <w:rsid w:val="00CF2274"/>
    <w:rsid w:val="00CF22FB"/>
    <w:rsid w:val="00CF2558"/>
    <w:rsid w:val="00CF266A"/>
    <w:rsid w:val="00CF28D1"/>
    <w:rsid w:val="00CF2CA4"/>
    <w:rsid w:val="00CF34D1"/>
    <w:rsid w:val="00CF379E"/>
    <w:rsid w:val="00CF3B03"/>
    <w:rsid w:val="00CF3D46"/>
    <w:rsid w:val="00CF4813"/>
    <w:rsid w:val="00CF4F9D"/>
    <w:rsid w:val="00CF50E8"/>
    <w:rsid w:val="00CF5233"/>
    <w:rsid w:val="00CF5301"/>
    <w:rsid w:val="00CF568E"/>
    <w:rsid w:val="00CF5BC5"/>
    <w:rsid w:val="00CF6763"/>
    <w:rsid w:val="00CF73E6"/>
    <w:rsid w:val="00CF75EC"/>
    <w:rsid w:val="00CF76A7"/>
    <w:rsid w:val="00CF76FD"/>
    <w:rsid w:val="00CF77A3"/>
    <w:rsid w:val="00CF78C5"/>
    <w:rsid w:val="00D00380"/>
    <w:rsid w:val="00D0091C"/>
    <w:rsid w:val="00D00A3B"/>
    <w:rsid w:val="00D00B1C"/>
    <w:rsid w:val="00D00FF9"/>
    <w:rsid w:val="00D01774"/>
    <w:rsid w:val="00D01AD2"/>
    <w:rsid w:val="00D02358"/>
    <w:rsid w:val="00D023A4"/>
    <w:rsid w:val="00D0240B"/>
    <w:rsid w:val="00D0262B"/>
    <w:rsid w:val="00D02988"/>
    <w:rsid w:val="00D029B8"/>
    <w:rsid w:val="00D02DA8"/>
    <w:rsid w:val="00D02E76"/>
    <w:rsid w:val="00D02F60"/>
    <w:rsid w:val="00D03542"/>
    <w:rsid w:val="00D043D8"/>
    <w:rsid w:val="00D0464E"/>
    <w:rsid w:val="00D04A1C"/>
    <w:rsid w:val="00D04A96"/>
    <w:rsid w:val="00D04DAB"/>
    <w:rsid w:val="00D04E82"/>
    <w:rsid w:val="00D05093"/>
    <w:rsid w:val="00D05D3B"/>
    <w:rsid w:val="00D05F69"/>
    <w:rsid w:val="00D0638F"/>
    <w:rsid w:val="00D06E2D"/>
    <w:rsid w:val="00D06FBF"/>
    <w:rsid w:val="00D0727F"/>
    <w:rsid w:val="00D07744"/>
    <w:rsid w:val="00D07A7B"/>
    <w:rsid w:val="00D07CA5"/>
    <w:rsid w:val="00D104ED"/>
    <w:rsid w:val="00D10E06"/>
    <w:rsid w:val="00D110D6"/>
    <w:rsid w:val="00D1129E"/>
    <w:rsid w:val="00D113E9"/>
    <w:rsid w:val="00D116B2"/>
    <w:rsid w:val="00D11714"/>
    <w:rsid w:val="00D12699"/>
    <w:rsid w:val="00D13B55"/>
    <w:rsid w:val="00D14700"/>
    <w:rsid w:val="00D148A9"/>
    <w:rsid w:val="00D15197"/>
    <w:rsid w:val="00D15390"/>
    <w:rsid w:val="00D1555F"/>
    <w:rsid w:val="00D15BED"/>
    <w:rsid w:val="00D15F79"/>
    <w:rsid w:val="00D165F8"/>
    <w:rsid w:val="00D16820"/>
    <w:rsid w:val="00D169C8"/>
    <w:rsid w:val="00D1793F"/>
    <w:rsid w:val="00D17AA1"/>
    <w:rsid w:val="00D17CAE"/>
    <w:rsid w:val="00D203AC"/>
    <w:rsid w:val="00D2120B"/>
    <w:rsid w:val="00D2128B"/>
    <w:rsid w:val="00D21AB0"/>
    <w:rsid w:val="00D21BA8"/>
    <w:rsid w:val="00D228F0"/>
    <w:rsid w:val="00D22938"/>
    <w:rsid w:val="00D229DC"/>
    <w:rsid w:val="00D22AF5"/>
    <w:rsid w:val="00D235EA"/>
    <w:rsid w:val="00D239DB"/>
    <w:rsid w:val="00D23D81"/>
    <w:rsid w:val="00D23F80"/>
    <w:rsid w:val="00D2415E"/>
    <w:rsid w:val="00D247A9"/>
    <w:rsid w:val="00D249AE"/>
    <w:rsid w:val="00D24B10"/>
    <w:rsid w:val="00D253D9"/>
    <w:rsid w:val="00D259D1"/>
    <w:rsid w:val="00D25C80"/>
    <w:rsid w:val="00D260DC"/>
    <w:rsid w:val="00D274C1"/>
    <w:rsid w:val="00D27834"/>
    <w:rsid w:val="00D278AF"/>
    <w:rsid w:val="00D27A96"/>
    <w:rsid w:val="00D30950"/>
    <w:rsid w:val="00D30A5E"/>
    <w:rsid w:val="00D30F53"/>
    <w:rsid w:val="00D3177D"/>
    <w:rsid w:val="00D3187E"/>
    <w:rsid w:val="00D318BD"/>
    <w:rsid w:val="00D32721"/>
    <w:rsid w:val="00D328DC"/>
    <w:rsid w:val="00D32982"/>
    <w:rsid w:val="00D32C8F"/>
    <w:rsid w:val="00D33346"/>
    <w:rsid w:val="00D33387"/>
    <w:rsid w:val="00D33E26"/>
    <w:rsid w:val="00D3459A"/>
    <w:rsid w:val="00D34793"/>
    <w:rsid w:val="00D35C71"/>
    <w:rsid w:val="00D3635A"/>
    <w:rsid w:val="00D3642F"/>
    <w:rsid w:val="00D36893"/>
    <w:rsid w:val="00D36D05"/>
    <w:rsid w:val="00D37708"/>
    <w:rsid w:val="00D37DF2"/>
    <w:rsid w:val="00D37E72"/>
    <w:rsid w:val="00D402FB"/>
    <w:rsid w:val="00D40C6F"/>
    <w:rsid w:val="00D40EA3"/>
    <w:rsid w:val="00D41A80"/>
    <w:rsid w:val="00D42C06"/>
    <w:rsid w:val="00D42D79"/>
    <w:rsid w:val="00D4303F"/>
    <w:rsid w:val="00D43241"/>
    <w:rsid w:val="00D4348D"/>
    <w:rsid w:val="00D434EA"/>
    <w:rsid w:val="00D43BD5"/>
    <w:rsid w:val="00D43C15"/>
    <w:rsid w:val="00D447F0"/>
    <w:rsid w:val="00D44AA4"/>
    <w:rsid w:val="00D44D14"/>
    <w:rsid w:val="00D44DAD"/>
    <w:rsid w:val="00D4520C"/>
    <w:rsid w:val="00D46225"/>
    <w:rsid w:val="00D47D7A"/>
    <w:rsid w:val="00D47F6D"/>
    <w:rsid w:val="00D47FB2"/>
    <w:rsid w:val="00D50ABD"/>
    <w:rsid w:val="00D51336"/>
    <w:rsid w:val="00D51B79"/>
    <w:rsid w:val="00D51BCF"/>
    <w:rsid w:val="00D52205"/>
    <w:rsid w:val="00D52403"/>
    <w:rsid w:val="00D526D4"/>
    <w:rsid w:val="00D52C1E"/>
    <w:rsid w:val="00D52E69"/>
    <w:rsid w:val="00D540ED"/>
    <w:rsid w:val="00D54938"/>
    <w:rsid w:val="00D55290"/>
    <w:rsid w:val="00D56D72"/>
    <w:rsid w:val="00D57791"/>
    <w:rsid w:val="00D57B89"/>
    <w:rsid w:val="00D57C1C"/>
    <w:rsid w:val="00D6046A"/>
    <w:rsid w:val="00D60648"/>
    <w:rsid w:val="00D607AE"/>
    <w:rsid w:val="00D61AAC"/>
    <w:rsid w:val="00D61E4E"/>
    <w:rsid w:val="00D6228C"/>
    <w:rsid w:val="00D622E2"/>
    <w:rsid w:val="00D6257E"/>
    <w:rsid w:val="00D6272F"/>
    <w:rsid w:val="00D62870"/>
    <w:rsid w:val="00D62DFC"/>
    <w:rsid w:val="00D637B8"/>
    <w:rsid w:val="00D637E2"/>
    <w:rsid w:val="00D639F0"/>
    <w:rsid w:val="00D63FD3"/>
    <w:rsid w:val="00D644F6"/>
    <w:rsid w:val="00D647B9"/>
    <w:rsid w:val="00D64B38"/>
    <w:rsid w:val="00D655D9"/>
    <w:rsid w:val="00D65872"/>
    <w:rsid w:val="00D66290"/>
    <w:rsid w:val="00D6671D"/>
    <w:rsid w:val="00D66C68"/>
    <w:rsid w:val="00D6724B"/>
    <w:rsid w:val="00D676BF"/>
    <w:rsid w:val="00D676F3"/>
    <w:rsid w:val="00D677A7"/>
    <w:rsid w:val="00D67A55"/>
    <w:rsid w:val="00D67BD6"/>
    <w:rsid w:val="00D67C78"/>
    <w:rsid w:val="00D70AF0"/>
    <w:rsid w:val="00D70D19"/>
    <w:rsid w:val="00D70EF5"/>
    <w:rsid w:val="00D71024"/>
    <w:rsid w:val="00D718C9"/>
    <w:rsid w:val="00D71A25"/>
    <w:rsid w:val="00D71B25"/>
    <w:rsid w:val="00D71CCC"/>
    <w:rsid w:val="00D71E18"/>
    <w:rsid w:val="00D71F91"/>
    <w:rsid w:val="00D71FCF"/>
    <w:rsid w:val="00D72A54"/>
    <w:rsid w:val="00D72CC1"/>
    <w:rsid w:val="00D737CC"/>
    <w:rsid w:val="00D73A85"/>
    <w:rsid w:val="00D73FD3"/>
    <w:rsid w:val="00D74545"/>
    <w:rsid w:val="00D749D4"/>
    <w:rsid w:val="00D74C25"/>
    <w:rsid w:val="00D74FBA"/>
    <w:rsid w:val="00D75120"/>
    <w:rsid w:val="00D75AA2"/>
    <w:rsid w:val="00D7606D"/>
    <w:rsid w:val="00D76EC9"/>
    <w:rsid w:val="00D76F56"/>
    <w:rsid w:val="00D7737D"/>
    <w:rsid w:val="00D80525"/>
    <w:rsid w:val="00D80AB7"/>
    <w:rsid w:val="00D80E7D"/>
    <w:rsid w:val="00D81397"/>
    <w:rsid w:val="00D814F0"/>
    <w:rsid w:val="00D81883"/>
    <w:rsid w:val="00D83353"/>
    <w:rsid w:val="00D83420"/>
    <w:rsid w:val="00D8380B"/>
    <w:rsid w:val="00D83AAE"/>
    <w:rsid w:val="00D83AD3"/>
    <w:rsid w:val="00D83B79"/>
    <w:rsid w:val="00D848B9"/>
    <w:rsid w:val="00D85621"/>
    <w:rsid w:val="00D85D0B"/>
    <w:rsid w:val="00D86780"/>
    <w:rsid w:val="00D86DB1"/>
    <w:rsid w:val="00D875D5"/>
    <w:rsid w:val="00D877EB"/>
    <w:rsid w:val="00D90653"/>
    <w:rsid w:val="00D90C49"/>
    <w:rsid w:val="00D90CD3"/>
    <w:rsid w:val="00D90E69"/>
    <w:rsid w:val="00D91368"/>
    <w:rsid w:val="00D91B6A"/>
    <w:rsid w:val="00D92AF0"/>
    <w:rsid w:val="00D92B43"/>
    <w:rsid w:val="00D92B70"/>
    <w:rsid w:val="00D92DA9"/>
    <w:rsid w:val="00D93106"/>
    <w:rsid w:val="00D93233"/>
    <w:rsid w:val="00D933E8"/>
    <w:rsid w:val="00D933E9"/>
    <w:rsid w:val="00D93493"/>
    <w:rsid w:val="00D93B48"/>
    <w:rsid w:val="00D94AE9"/>
    <w:rsid w:val="00D94B0F"/>
    <w:rsid w:val="00D9505D"/>
    <w:rsid w:val="00D953D0"/>
    <w:rsid w:val="00D9564F"/>
    <w:rsid w:val="00D95706"/>
    <w:rsid w:val="00D959F5"/>
    <w:rsid w:val="00D95B4A"/>
    <w:rsid w:val="00D95EAC"/>
    <w:rsid w:val="00D9656D"/>
    <w:rsid w:val="00D96884"/>
    <w:rsid w:val="00D9698F"/>
    <w:rsid w:val="00D96BD6"/>
    <w:rsid w:val="00D96C35"/>
    <w:rsid w:val="00D96C45"/>
    <w:rsid w:val="00D979A5"/>
    <w:rsid w:val="00D97A7A"/>
    <w:rsid w:val="00DA0141"/>
    <w:rsid w:val="00DA0955"/>
    <w:rsid w:val="00DA0959"/>
    <w:rsid w:val="00DA10B9"/>
    <w:rsid w:val="00DA1240"/>
    <w:rsid w:val="00DA30F8"/>
    <w:rsid w:val="00DA3179"/>
    <w:rsid w:val="00DA3360"/>
    <w:rsid w:val="00DA34D2"/>
    <w:rsid w:val="00DA3D8A"/>
    <w:rsid w:val="00DA3FDD"/>
    <w:rsid w:val="00DA4082"/>
    <w:rsid w:val="00DA636C"/>
    <w:rsid w:val="00DA68DC"/>
    <w:rsid w:val="00DA7017"/>
    <w:rsid w:val="00DA7028"/>
    <w:rsid w:val="00DA79FB"/>
    <w:rsid w:val="00DA7E7C"/>
    <w:rsid w:val="00DB00F7"/>
    <w:rsid w:val="00DB043E"/>
    <w:rsid w:val="00DB08AC"/>
    <w:rsid w:val="00DB096C"/>
    <w:rsid w:val="00DB0B52"/>
    <w:rsid w:val="00DB14EA"/>
    <w:rsid w:val="00DB1720"/>
    <w:rsid w:val="00DB1AD2"/>
    <w:rsid w:val="00DB2B58"/>
    <w:rsid w:val="00DB2D44"/>
    <w:rsid w:val="00DB3C0D"/>
    <w:rsid w:val="00DB4016"/>
    <w:rsid w:val="00DB5206"/>
    <w:rsid w:val="00DB625F"/>
    <w:rsid w:val="00DB6276"/>
    <w:rsid w:val="00DB63F5"/>
    <w:rsid w:val="00DB6790"/>
    <w:rsid w:val="00DB6813"/>
    <w:rsid w:val="00DB6EE0"/>
    <w:rsid w:val="00DB7702"/>
    <w:rsid w:val="00DB7802"/>
    <w:rsid w:val="00DB7EE0"/>
    <w:rsid w:val="00DC0B10"/>
    <w:rsid w:val="00DC0EAC"/>
    <w:rsid w:val="00DC10FF"/>
    <w:rsid w:val="00DC1353"/>
    <w:rsid w:val="00DC1C6B"/>
    <w:rsid w:val="00DC27DD"/>
    <w:rsid w:val="00DC2C2E"/>
    <w:rsid w:val="00DC3098"/>
    <w:rsid w:val="00DC389B"/>
    <w:rsid w:val="00DC3CE8"/>
    <w:rsid w:val="00DC430D"/>
    <w:rsid w:val="00DC4486"/>
    <w:rsid w:val="00DC48D0"/>
    <w:rsid w:val="00DC48DF"/>
    <w:rsid w:val="00DC4AF0"/>
    <w:rsid w:val="00DC50DD"/>
    <w:rsid w:val="00DC560D"/>
    <w:rsid w:val="00DC59E8"/>
    <w:rsid w:val="00DC6877"/>
    <w:rsid w:val="00DC722D"/>
    <w:rsid w:val="00DC7886"/>
    <w:rsid w:val="00DC79AB"/>
    <w:rsid w:val="00DC7B10"/>
    <w:rsid w:val="00DC7BF3"/>
    <w:rsid w:val="00DD0A49"/>
    <w:rsid w:val="00DD0CF2"/>
    <w:rsid w:val="00DD18A5"/>
    <w:rsid w:val="00DD22FC"/>
    <w:rsid w:val="00DD231E"/>
    <w:rsid w:val="00DD2B17"/>
    <w:rsid w:val="00DD2D50"/>
    <w:rsid w:val="00DD3C12"/>
    <w:rsid w:val="00DD3EB1"/>
    <w:rsid w:val="00DD4244"/>
    <w:rsid w:val="00DD4622"/>
    <w:rsid w:val="00DD4BB9"/>
    <w:rsid w:val="00DD4E8A"/>
    <w:rsid w:val="00DD57C5"/>
    <w:rsid w:val="00DD7D45"/>
    <w:rsid w:val="00DE0013"/>
    <w:rsid w:val="00DE00CA"/>
    <w:rsid w:val="00DE03AE"/>
    <w:rsid w:val="00DE04D6"/>
    <w:rsid w:val="00DE0699"/>
    <w:rsid w:val="00DE14EC"/>
    <w:rsid w:val="00DE1554"/>
    <w:rsid w:val="00DE216A"/>
    <w:rsid w:val="00DE2901"/>
    <w:rsid w:val="00DE2AAB"/>
    <w:rsid w:val="00DE2C46"/>
    <w:rsid w:val="00DE2FB8"/>
    <w:rsid w:val="00DE38E8"/>
    <w:rsid w:val="00DE5504"/>
    <w:rsid w:val="00DE574C"/>
    <w:rsid w:val="00DE590F"/>
    <w:rsid w:val="00DE5924"/>
    <w:rsid w:val="00DE5EF2"/>
    <w:rsid w:val="00DE65F7"/>
    <w:rsid w:val="00DE6D01"/>
    <w:rsid w:val="00DE6FD3"/>
    <w:rsid w:val="00DE74EE"/>
    <w:rsid w:val="00DE7810"/>
    <w:rsid w:val="00DE7D5E"/>
    <w:rsid w:val="00DE7DC1"/>
    <w:rsid w:val="00DE7E78"/>
    <w:rsid w:val="00DF01CA"/>
    <w:rsid w:val="00DF0313"/>
    <w:rsid w:val="00DF10D5"/>
    <w:rsid w:val="00DF1ED0"/>
    <w:rsid w:val="00DF2604"/>
    <w:rsid w:val="00DF34BE"/>
    <w:rsid w:val="00DF35A7"/>
    <w:rsid w:val="00DF3900"/>
    <w:rsid w:val="00DF3F7E"/>
    <w:rsid w:val="00DF416B"/>
    <w:rsid w:val="00DF41FF"/>
    <w:rsid w:val="00DF4F07"/>
    <w:rsid w:val="00DF570F"/>
    <w:rsid w:val="00DF596E"/>
    <w:rsid w:val="00DF6827"/>
    <w:rsid w:val="00DF6C2F"/>
    <w:rsid w:val="00DF7130"/>
    <w:rsid w:val="00DF7150"/>
    <w:rsid w:val="00DF7648"/>
    <w:rsid w:val="00DF77D1"/>
    <w:rsid w:val="00E0068D"/>
    <w:rsid w:val="00E00B45"/>
    <w:rsid w:val="00E00E29"/>
    <w:rsid w:val="00E01297"/>
    <w:rsid w:val="00E01C78"/>
    <w:rsid w:val="00E01CFE"/>
    <w:rsid w:val="00E02BAB"/>
    <w:rsid w:val="00E02F5F"/>
    <w:rsid w:val="00E03294"/>
    <w:rsid w:val="00E0331F"/>
    <w:rsid w:val="00E03414"/>
    <w:rsid w:val="00E03702"/>
    <w:rsid w:val="00E043D7"/>
    <w:rsid w:val="00E04B49"/>
    <w:rsid w:val="00E04CEB"/>
    <w:rsid w:val="00E05B34"/>
    <w:rsid w:val="00E060BC"/>
    <w:rsid w:val="00E06255"/>
    <w:rsid w:val="00E066DD"/>
    <w:rsid w:val="00E07B5D"/>
    <w:rsid w:val="00E07D4F"/>
    <w:rsid w:val="00E10214"/>
    <w:rsid w:val="00E10F5B"/>
    <w:rsid w:val="00E11420"/>
    <w:rsid w:val="00E11810"/>
    <w:rsid w:val="00E11A88"/>
    <w:rsid w:val="00E11D3C"/>
    <w:rsid w:val="00E1201E"/>
    <w:rsid w:val="00E131F6"/>
    <w:rsid w:val="00E132FB"/>
    <w:rsid w:val="00E1378A"/>
    <w:rsid w:val="00E13D67"/>
    <w:rsid w:val="00E13EAA"/>
    <w:rsid w:val="00E141D6"/>
    <w:rsid w:val="00E15433"/>
    <w:rsid w:val="00E15638"/>
    <w:rsid w:val="00E16703"/>
    <w:rsid w:val="00E16A37"/>
    <w:rsid w:val="00E16EFF"/>
    <w:rsid w:val="00E170B7"/>
    <w:rsid w:val="00E177DD"/>
    <w:rsid w:val="00E17A71"/>
    <w:rsid w:val="00E20900"/>
    <w:rsid w:val="00E20C7F"/>
    <w:rsid w:val="00E21CC5"/>
    <w:rsid w:val="00E21E3F"/>
    <w:rsid w:val="00E22150"/>
    <w:rsid w:val="00E22277"/>
    <w:rsid w:val="00E22843"/>
    <w:rsid w:val="00E232DF"/>
    <w:rsid w:val="00E233A3"/>
    <w:rsid w:val="00E234BE"/>
    <w:rsid w:val="00E2396E"/>
    <w:rsid w:val="00E24728"/>
    <w:rsid w:val="00E25275"/>
    <w:rsid w:val="00E267EE"/>
    <w:rsid w:val="00E268DA"/>
    <w:rsid w:val="00E26DA1"/>
    <w:rsid w:val="00E26E69"/>
    <w:rsid w:val="00E26EA6"/>
    <w:rsid w:val="00E274BB"/>
    <w:rsid w:val="00E27652"/>
    <w:rsid w:val="00E276AC"/>
    <w:rsid w:val="00E3158D"/>
    <w:rsid w:val="00E3202D"/>
    <w:rsid w:val="00E32186"/>
    <w:rsid w:val="00E32729"/>
    <w:rsid w:val="00E32738"/>
    <w:rsid w:val="00E339F5"/>
    <w:rsid w:val="00E33DCD"/>
    <w:rsid w:val="00E3461B"/>
    <w:rsid w:val="00E346BF"/>
    <w:rsid w:val="00E34A35"/>
    <w:rsid w:val="00E35FFB"/>
    <w:rsid w:val="00E36312"/>
    <w:rsid w:val="00E36921"/>
    <w:rsid w:val="00E36A46"/>
    <w:rsid w:val="00E372F4"/>
    <w:rsid w:val="00E37A99"/>
    <w:rsid w:val="00E37ABD"/>
    <w:rsid w:val="00E37C2F"/>
    <w:rsid w:val="00E37E82"/>
    <w:rsid w:val="00E400B9"/>
    <w:rsid w:val="00E4015E"/>
    <w:rsid w:val="00E409C5"/>
    <w:rsid w:val="00E41C28"/>
    <w:rsid w:val="00E41ED8"/>
    <w:rsid w:val="00E426BA"/>
    <w:rsid w:val="00E42F0A"/>
    <w:rsid w:val="00E43302"/>
    <w:rsid w:val="00E4381C"/>
    <w:rsid w:val="00E44353"/>
    <w:rsid w:val="00E44535"/>
    <w:rsid w:val="00E45070"/>
    <w:rsid w:val="00E45415"/>
    <w:rsid w:val="00E45978"/>
    <w:rsid w:val="00E45C8C"/>
    <w:rsid w:val="00E46308"/>
    <w:rsid w:val="00E46B19"/>
    <w:rsid w:val="00E46FD1"/>
    <w:rsid w:val="00E470A9"/>
    <w:rsid w:val="00E47259"/>
    <w:rsid w:val="00E47E8A"/>
    <w:rsid w:val="00E47EC7"/>
    <w:rsid w:val="00E50400"/>
    <w:rsid w:val="00E50422"/>
    <w:rsid w:val="00E50A9E"/>
    <w:rsid w:val="00E50F1C"/>
    <w:rsid w:val="00E5130B"/>
    <w:rsid w:val="00E51D03"/>
    <w:rsid w:val="00E51E17"/>
    <w:rsid w:val="00E51F23"/>
    <w:rsid w:val="00E51F95"/>
    <w:rsid w:val="00E5213A"/>
    <w:rsid w:val="00E52DAB"/>
    <w:rsid w:val="00E5300C"/>
    <w:rsid w:val="00E53471"/>
    <w:rsid w:val="00E539B0"/>
    <w:rsid w:val="00E53CE9"/>
    <w:rsid w:val="00E53DDA"/>
    <w:rsid w:val="00E5461F"/>
    <w:rsid w:val="00E54E31"/>
    <w:rsid w:val="00E54EAA"/>
    <w:rsid w:val="00E55994"/>
    <w:rsid w:val="00E56237"/>
    <w:rsid w:val="00E57225"/>
    <w:rsid w:val="00E57DD7"/>
    <w:rsid w:val="00E60606"/>
    <w:rsid w:val="00E60C66"/>
    <w:rsid w:val="00E60DE9"/>
    <w:rsid w:val="00E61014"/>
    <w:rsid w:val="00E611AE"/>
    <w:rsid w:val="00E6164D"/>
    <w:rsid w:val="00E618C9"/>
    <w:rsid w:val="00E6232E"/>
    <w:rsid w:val="00E62576"/>
    <w:rsid w:val="00E62774"/>
    <w:rsid w:val="00E62D68"/>
    <w:rsid w:val="00E62F4C"/>
    <w:rsid w:val="00E62FA5"/>
    <w:rsid w:val="00E6307C"/>
    <w:rsid w:val="00E631AE"/>
    <w:rsid w:val="00E63417"/>
    <w:rsid w:val="00E636FA"/>
    <w:rsid w:val="00E63EC4"/>
    <w:rsid w:val="00E64FE0"/>
    <w:rsid w:val="00E65335"/>
    <w:rsid w:val="00E65EAF"/>
    <w:rsid w:val="00E66666"/>
    <w:rsid w:val="00E66C07"/>
    <w:rsid w:val="00E66C50"/>
    <w:rsid w:val="00E677C1"/>
    <w:rsid w:val="00E679D3"/>
    <w:rsid w:val="00E67E63"/>
    <w:rsid w:val="00E71139"/>
    <w:rsid w:val="00E71208"/>
    <w:rsid w:val="00E71303"/>
    <w:rsid w:val="00E71444"/>
    <w:rsid w:val="00E71614"/>
    <w:rsid w:val="00E719A4"/>
    <w:rsid w:val="00E71C91"/>
    <w:rsid w:val="00E720A1"/>
    <w:rsid w:val="00E72943"/>
    <w:rsid w:val="00E72A6A"/>
    <w:rsid w:val="00E72AA6"/>
    <w:rsid w:val="00E72B50"/>
    <w:rsid w:val="00E73001"/>
    <w:rsid w:val="00E7441E"/>
    <w:rsid w:val="00E746E2"/>
    <w:rsid w:val="00E74842"/>
    <w:rsid w:val="00E74E3A"/>
    <w:rsid w:val="00E74E7D"/>
    <w:rsid w:val="00E75028"/>
    <w:rsid w:val="00E75AD3"/>
    <w:rsid w:val="00E75B0D"/>
    <w:rsid w:val="00E75DDA"/>
    <w:rsid w:val="00E765E5"/>
    <w:rsid w:val="00E76DE6"/>
    <w:rsid w:val="00E773E2"/>
    <w:rsid w:val="00E773E8"/>
    <w:rsid w:val="00E7763A"/>
    <w:rsid w:val="00E77F44"/>
    <w:rsid w:val="00E803CA"/>
    <w:rsid w:val="00E80C76"/>
    <w:rsid w:val="00E81062"/>
    <w:rsid w:val="00E8162C"/>
    <w:rsid w:val="00E819BE"/>
    <w:rsid w:val="00E822BA"/>
    <w:rsid w:val="00E8278A"/>
    <w:rsid w:val="00E8326B"/>
    <w:rsid w:val="00E83ADD"/>
    <w:rsid w:val="00E83D87"/>
    <w:rsid w:val="00E8409C"/>
    <w:rsid w:val="00E845C1"/>
    <w:rsid w:val="00E84814"/>
    <w:rsid w:val="00E84BF1"/>
    <w:rsid w:val="00E84C2D"/>
    <w:rsid w:val="00E84F38"/>
    <w:rsid w:val="00E84F66"/>
    <w:rsid w:val="00E8540D"/>
    <w:rsid w:val="00E85493"/>
    <w:rsid w:val="00E85623"/>
    <w:rsid w:val="00E86085"/>
    <w:rsid w:val="00E86892"/>
    <w:rsid w:val="00E86A64"/>
    <w:rsid w:val="00E87441"/>
    <w:rsid w:val="00E87AC0"/>
    <w:rsid w:val="00E87C5B"/>
    <w:rsid w:val="00E87CFD"/>
    <w:rsid w:val="00E87D09"/>
    <w:rsid w:val="00E9085E"/>
    <w:rsid w:val="00E9146A"/>
    <w:rsid w:val="00E91932"/>
    <w:rsid w:val="00E91FAE"/>
    <w:rsid w:val="00E9236C"/>
    <w:rsid w:val="00E923A3"/>
    <w:rsid w:val="00E924B4"/>
    <w:rsid w:val="00E924F9"/>
    <w:rsid w:val="00E926BF"/>
    <w:rsid w:val="00E92D56"/>
    <w:rsid w:val="00E9316F"/>
    <w:rsid w:val="00E9338F"/>
    <w:rsid w:val="00E944C5"/>
    <w:rsid w:val="00E94D11"/>
    <w:rsid w:val="00E94EFD"/>
    <w:rsid w:val="00E9532C"/>
    <w:rsid w:val="00E959A0"/>
    <w:rsid w:val="00E95BC0"/>
    <w:rsid w:val="00E95ED8"/>
    <w:rsid w:val="00E965D7"/>
    <w:rsid w:val="00E96828"/>
    <w:rsid w:val="00E96BD9"/>
    <w:rsid w:val="00E96CD4"/>
    <w:rsid w:val="00E96E3F"/>
    <w:rsid w:val="00E973A1"/>
    <w:rsid w:val="00E97822"/>
    <w:rsid w:val="00EA04DF"/>
    <w:rsid w:val="00EA0DA9"/>
    <w:rsid w:val="00EA0F92"/>
    <w:rsid w:val="00EA21C6"/>
    <w:rsid w:val="00EA240A"/>
    <w:rsid w:val="00EA25E2"/>
    <w:rsid w:val="00EA270C"/>
    <w:rsid w:val="00EA3874"/>
    <w:rsid w:val="00EA4150"/>
    <w:rsid w:val="00EA43C5"/>
    <w:rsid w:val="00EA4551"/>
    <w:rsid w:val="00EA46C4"/>
    <w:rsid w:val="00EA4974"/>
    <w:rsid w:val="00EA4A2C"/>
    <w:rsid w:val="00EA4AF2"/>
    <w:rsid w:val="00EA4CDF"/>
    <w:rsid w:val="00EA4EF4"/>
    <w:rsid w:val="00EA532E"/>
    <w:rsid w:val="00EA5431"/>
    <w:rsid w:val="00EA5561"/>
    <w:rsid w:val="00EA59DB"/>
    <w:rsid w:val="00EA5E87"/>
    <w:rsid w:val="00EA657E"/>
    <w:rsid w:val="00EA6611"/>
    <w:rsid w:val="00EA673C"/>
    <w:rsid w:val="00EA6CC2"/>
    <w:rsid w:val="00EA732B"/>
    <w:rsid w:val="00EA7B85"/>
    <w:rsid w:val="00EB0424"/>
    <w:rsid w:val="00EB045B"/>
    <w:rsid w:val="00EB0538"/>
    <w:rsid w:val="00EB06D9"/>
    <w:rsid w:val="00EB09BF"/>
    <w:rsid w:val="00EB0F5A"/>
    <w:rsid w:val="00EB192B"/>
    <w:rsid w:val="00EB19ED"/>
    <w:rsid w:val="00EB1BED"/>
    <w:rsid w:val="00EB1CAB"/>
    <w:rsid w:val="00EB2139"/>
    <w:rsid w:val="00EB28B4"/>
    <w:rsid w:val="00EB2BE4"/>
    <w:rsid w:val="00EB3A2B"/>
    <w:rsid w:val="00EB3F7D"/>
    <w:rsid w:val="00EB5182"/>
    <w:rsid w:val="00EB5201"/>
    <w:rsid w:val="00EB52CD"/>
    <w:rsid w:val="00EB534E"/>
    <w:rsid w:val="00EB56DC"/>
    <w:rsid w:val="00EB5E52"/>
    <w:rsid w:val="00EB66B1"/>
    <w:rsid w:val="00EB6710"/>
    <w:rsid w:val="00EB7227"/>
    <w:rsid w:val="00EB72B1"/>
    <w:rsid w:val="00EC083C"/>
    <w:rsid w:val="00EC0F5A"/>
    <w:rsid w:val="00EC11FD"/>
    <w:rsid w:val="00EC1A13"/>
    <w:rsid w:val="00EC1C98"/>
    <w:rsid w:val="00EC2F15"/>
    <w:rsid w:val="00EC3132"/>
    <w:rsid w:val="00EC35EC"/>
    <w:rsid w:val="00EC3CA5"/>
    <w:rsid w:val="00EC4265"/>
    <w:rsid w:val="00EC485B"/>
    <w:rsid w:val="00EC4CEB"/>
    <w:rsid w:val="00EC4F51"/>
    <w:rsid w:val="00EC4FDB"/>
    <w:rsid w:val="00EC54C8"/>
    <w:rsid w:val="00EC58AE"/>
    <w:rsid w:val="00EC5CC3"/>
    <w:rsid w:val="00EC5F64"/>
    <w:rsid w:val="00EC659E"/>
    <w:rsid w:val="00EC679A"/>
    <w:rsid w:val="00EC6C1C"/>
    <w:rsid w:val="00EC6C89"/>
    <w:rsid w:val="00EC6FFB"/>
    <w:rsid w:val="00EC7180"/>
    <w:rsid w:val="00EC7469"/>
    <w:rsid w:val="00EC7582"/>
    <w:rsid w:val="00EC7909"/>
    <w:rsid w:val="00EC7B38"/>
    <w:rsid w:val="00EC7CC0"/>
    <w:rsid w:val="00EC7D8B"/>
    <w:rsid w:val="00ED02A3"/>
    <w:rsid w:val="00ED035E"/>
    <w:rsid w:val="00ED0653"/>
    <w:rsid w:val="00ED0BD1"/>
    <w:rsid w:val="00ED121F"/>
    <w:rsid w:val="00ED1A30"/>
    <w:rsid w:val="00ED2072"/>
    <w:rsid w:val="00ED2883"/>
    <w:rsid w:val="00ED2AE0"/>
    <w:rsid w:val="00ED3B5F"/>
    <w:rsid w:val="00ED428F"/>
    <w:rsid w:val="00ED4E7C"/>
    <w:rsid w:val="00ED52A4"/>
    <w:rsid w:val="00ED5553"/>
    <w:rsid w:val="00ED5E36"/>
    <w:rsid w:val="00ED5E79"/>
    <w:rsid w:val="00ED6171"/>
    <w:rsid w:val="00ED6961"/>
    <w:rsid w:val="00ED6DD0"/>
    <w:rsid w:val="00ED7F85"/>
    <w:rsid w:val="00EE05EA"/>
    <w:rsid w:val="00EE1F7E"/>
    <w:rsid w:val="00EE217C"/>
    <w:rsid w:val="00EE235D"/>
    <w:rsid w:val="00EE28FA"/>
    <w:rsid w:val="00EE2FAA"/>
    <w:rsid w:val="00EE3446"/>
    <w:rsid w:val="00EE3BB2"/>
    <w:rsid w:val="00EE3EF6"/>
    <w:rsid w:val="00EE3FFE"/>
    <w:rsid w:val="00EE405B"/>
    <w:rsid w:val="00EE49F6"/>
    <w:rsid w:val="00EE4F45"/>
    <w:rsid w:val="00EE5AA4"/>
    <w:rsid w:val="00EE6927"/>
    <w:rsid w:val="00EE6C13"/>
    <w:rsid w:val="00EE71A8"/>
    <w:rsid w:val="00EF06BA"/>
    <w:rsid w:val="00EF0B96"/>
    <w:rsid w:val="00EF0F2C"/>
    <w:rsid w:val="00EF12F0"/>
    <w:rsid w:val="00EF13EE"/>
    <w:rsid w:val="00EF2B76"/>
    <w:rsid w:val="00EF2D77"/>
    <w:rsid w:val="00EF3153"/>
    <w:rsid w:val="00EF3441"/>
    <w:rsid w:val="00EF3486"/>
    <w:rsid w:val="00EF39F6"/>
    <w:rsid w:val="00EF43E6"/>
    <w:rsid w:val="00EF463D"/>
    <w:rsid w:val="00EF47AF"/>
    <w:rsid w:val="00EF4937"/>
    <w:rsid w:val="00EF4CFA"/>
    <w:rsid w:val="00EF4DC5"/>
    <w:rsid w:val="00EF53B6"/>
    <w:rsid w:val="00EF5637"/>
    <w:rsid w:val="00EF6143"/>
    <w:rsid w:val="00EF6191"/>
    <w:rsid w:val="00EF6240"/>
    <w:rsid w:val="00EF665C"/>
    <w:rsid w:val="00EF7089"/>
    <w:rsid w:val="00F004BA"/>
    <w:rsid w:val="00F00531"/>
    <w:rsid w:val="00F0088B"/>
    <w:rsid w:val="00F00B03"/>
    <w:rsid w:val="00F00B73"/>
    <w:rsid w:val="00F00C47"/>
    <w:rsid w:val="00F00C4E"/>
    <w:rsid w:val="00F00D18"/>
    <w:rsid w:val="00F011B7"/>
    <w:rsid w:val="00F0160B"/>
    <w:rsid w:val="00F020BF"/>
    <w:rsid w:val="00F02155"/>
    <w:rsid w:val="00F025A8"/>
    <w:rsid w:val="00F027E1"/>
    <w:rsid w:val="00F029AD"/>
    <w:rsid w:val="00F029B5"/>
    <w:rsid w:val="00F02C21"/>
    <w:rsid w:val="00F02F7E"/>
    <w:rsid w:val="00F03467"/>
    <w:rsid w:val="00F04E42"/>
    <w:rsid w:val="00F05152"/>
    <w:rsid w:val="00F0518F"/>
    <w:rsid w:val="00F0567C"/>
    <w:rsid w:val="00F05B0E"/>
    <w:rsid w:val="00F05EC8"/>
    <w:rsid w:val="00F06369"/>
    <w:rsid w:val="00F06A91"/>
    <w:rsid w:val="00F06C09"/>
    <w:rsid w:val="00F06ECD"/>
    <w:rsid w:val="00F071DE"/>
    <w:rsid w:val="00F07A0C"/>
    <w:rsid w:val="00F1001C"/>
    <w:rsid w:val="00F1083D"/>
    <w:rsid w:val="00F10A8A"/>
    <w:rsid w:val="00F11143"/>
    <w:rsid w:val="00F115CA"/>
    <w:rsid w:val="00F11E0A"/>
    <w:rsid w:val="00F12255"/>
    <w:rsid w:val="00F127A4"/>
    <w:rsid w:val="00F12F20"/>
    <w:rsid w:val="00F131A8"/>
    <w:rsid w:val="00F1351F"/>
    <w:rsid w:val="00F137D7"/>
    <w:rsid w:val="00F13822"/>
    <w:rsid w:val="00F14817"/>
    <w:rsid w:val="00F14EBA"/>
    <w:rsid w:val="00F1510F"/>
    <w:rsid w:val="00F1533A"/>
    <w:rsid w:val="00F15D15"/>
    <w:rsid w:val="00F15E5A"/>
    <w:rsid w:val="00F1619C"/>
    <w:rsid w:val="00F16832"/>
    <w:rsid w:val="00F171B6"/>
    <w:rsid w:val="00F171E5"/>
    <w:rsid w:val="00F17CAB"/>
    <w:rsid w:val="00F17F0A"/>
    <w:rsid w:val="00F20476"/>
    <w:rsid w:val="00F20590"/>
    <w:rsid w:val="00F20795"/>
    <w:rsid w:val="00F209FF"/>
    <w:rsid w:val="00F20CBD"/>
    <w:rsid w:val="00F21275"/>
    <w:rsid w:val="00F214CB"/>
    <w:rsid w:val="00F22BA0"/>
    <w:rsid w:val="00F22F17"/>
    <w:rsid w:val="00F23339"/>
    <w:rsid w:val="00F238D9"/>
    <w:rsid w:val="00F239D5"/>
    <w:rsid w:val="00F23C00"/>
    <w:rsid w:val="00F24203"/>
    <w:rsid w:val="00F244B3"/>
    <w:rsid w:val="00F24E2D"/>
    <w:rsid w:val="00F254FE"/>
    <w:rsid w:val="00F2562E"/>
    <w:rsid w:val="00F2566F"/>
    <w:rsid w:val="00F256C3"/>
    <w:rsid w:val="00F25EBA"/>
    <w:rsid w:val="00F2668F"/>
    <w:rsid w:val="00F266B2"/>
    <w:rsid w:val="00F27252"/>
    <w:rsid w:val="00F272D7"/>
    <w:rsid w:val="00F2742F"/>
    <w:rsid w:val="00F2753B"/>
    <w:rsid w:val="00F27C56"/>
    <w:rsid w:val="00F3033E"/>
    <w:rsid w:val="00F3043A"/>
    <w:rsid w:val="00F3048C"/>
    <w:rsid w:val="00F30861"/>
    <w:rsid w:val="00F30B8E"/>
    <w:rsid w:val="00F31D22"/>
    <w:rsid w:val="00F32EC5"/>
    <w:rsid w:val="00F32FD4"/>
    <w:rsid w:val="00F33718"/>
    <w:rsid w:val="00F337C6"/>
    <w:rsid w:val="00F33F8B"/>
    <w:rsid w:val="00F340B2"/>
    <w:rsid w:val="00F343FD"/>
    <w:rsid w:val="00F34619"/>
    <w:rsid w:val="00F34CBA"/>
    <w:rsid w:val="00F34FB5"/>
    <w:rsid w:val="00F3510A"/>
    <w:rsid w:val="00F35300"/>
    <w:rsid w:val="00F35731"/>
    <w:rsid w:val="00F358E6"/>
    <w:rsid w:val="00F36A37"/>
    <w:rsid w:val="00F36FB2"/>
    <w:rsid w:val="00F37732"/>
    <w:rsid w:val="00F37A82"/>
    <w:rsid w:val="00F37D99"/>
    <w:rsid w:val="00F37DEF"/>
    <w:rsid w:val="00F40343"/>
    <w:rsid w:val="00F40392"/>
    <w:rsid w:val="00F40448"/>
    <w:rsid w:val="00F40627"/>
    <w:rsid w:val="00F409E9"/>
    <w:rsid w:val="00F40C35"/>
    <w:rsid w:val="00F40E2B"/>
    <w:rsid w:val="00F41562"/>
    <w:rsid w:val="00F4196A"/>
    <w:rsid w:val="00F41AE7"/>
    <w:rsid w:val="00F42D40"/>
    <w:rsid w:val="00F43360"/>
    <w:rsid w:val="00F43390"/>
    <w:rsid w:val="00F4346D"/>
    <w:rsid w:val="00F443B2"/>
    <w:rsid w:val="00F4542E"/>
    <w:rsid w:val="00F4555A"/>
    <w:rsid w:val="00F4582D"/>
    <w:rsid w:val="00F458D8"/>
    <w:rsid w:val="00F4597F"/>
    <w:rsid w:val="00F47127"/>
    <w:rsid w:val="00F47522"/>
    <w:rsid w:val="00F50181"/>
    <w:rsid w:val="00F50237"/>
    <w:rsid w:val="00F506DF"/>
    <w:rsid w:val="00F5071B"/>
    <w:rsid w:val="00F50F41"/>
    <w:rsid w:val="00F50F90"/>
    <w:rsid w:val="00F51187"/>
    <w:rsid w:val="00F514D2"/>
    <w:rsid w:val="00F51C25"/>
    <w:rsid w:val="00F52024"/>
    <w:rsid w:val="00F5226F"/>
    <w:rsid w:val="00F522C7"/>
    <w:rsid w:val="00F52883"/>
    <w:rsid w:val="00F53596"/>
    <w:rsid w:val="00F537CC"/>
    <w:rsid w:val="00F53996"/>
    <w:rsid w:val="00F543D9"/>
    <w:rsid w:val="00F54CF8"/>
    <w:rsid w:val="00F553F4"/>
    <w:rsid w:val="00F557D7"/>
    <w:rsid w:val="00F55BA8"/>
    <w:rsid w:val="00F55CA9"/>
    <w:rsid w:val="00F55DA7"/>
    <w:rsid w:val="00F55DB1"/>
    <w:rsid w:val="00F56691"/>
    <w:rsid w:val="00F56ACA"/>
    <w:rsid w:val="00F56D2F"/>
    <w:rsid w:val="00F600FE"/>
    <w:rsid w:val="00F601C2"/>
    <w:rsid w:val="00F606D1"/>
    <w:rsid w:val="00F60A69"/>
    <w:rsid w:val="00F60F94"/>
    <w:rsid w:val="00F61BCE"/>
    <w:rsid w:val="00F62E4D"/>
    <w:rsid w:val="00F62EB1"/>
    <w:rsid w:val="00F63DD5"/>
    <w:rsid w:val="00F64488"/>
    <w:rsid w:val="00F65597"/>
    <w:rsid w:val="00F65743"/>
    <w:rsid w:val="00F658FF"/>
    <w:rsid w:val="00F66B34"/>
    <w:rsid w:val="00F675B9"/>
    <w:rsid w:val="00F67737"/>
    <w:rsid w:val="00F700EE"/>
    <w:rsid w:val="00F70E56"/>
    <w:rsid w:val="00F711C9"/>
    <w:rsid w:val="00F719C8"/>
    <w:rsid w:val="00F71D65"/>
    <w:rsid w:val="00F72DD6"/>
    <w:rsid w:val="00F731BB"/>
    <w:rsid w:val="00F73D74"/>
    <w:rsid w:val="00F74C59"/>
    <w:rsid w:val="00F7545A"/>
    <w:rsid w:val="00F75C3A"/>
    <w:rsid w:val="00F7647F"/>
    <w:rsid w:val="00F76599"/>
    <w:rsid w:val="00F76A4B"/>
    <w:rsid w:val="00F77170"/>
    <w:rsid w:val="00F77A4F"/>
    <w:rsid w:val="00F77D43"/>
    <w:rsid w:val="00F77DC5"/>
    <w:rsid w:val="00F8050E"/>
    <w:rsid w:val="00F80B7E"/>
    <w:rsid w:val="00F80CA5"/>
    <w:rsid w:val="00F80E75"/>
    <w:rsid w:val="00F80EC5"/>
    <w:rsid w:val="00F811CC"/>
    <w:rsid w:val="00F814E4"/>
    <w:rsid w:val="00F81CDF"/>
    <w:rsid w:val="00F82AB7"/>
    <w:rsid w:val="00F82DC4"/>
    <w:rsid w:val="00F82E30"/>
    <w:rsid w:val="00F82F23"/>
    <w:rsid w:val="00F831CB"/>
    <w:rsid w:val="00F8371B"/>
    <w:rsid w:val="00F83768"/>
    <w:rsid w:val="00F848A3"/>
    <w:rsid w:val="00F84ACF"/>
    <w:rsid w:val="00F85742"/>
    <w:rsid w:val="00F85BF8"/>
    <w:rsid w:val="00F8631D"/>
    <w:rsid w:val="00F871CE"/>
    <w:rsid w:val="00F87802"/>
    <w:rsid w:val="00F87844"/>
    <w:rsid w:val="00F87FBA"/>
    <w:rsid w:val="00F904B0"/>
    <w:rsid w:val="00F90615"/>
    <w:rsid w:val="00F90A0B"/>
    <w:rsid w:val="00F90C32"/>
    <w:rsid w:val="00F90CFB"/>
    <w:rsid w:val="00F90D58"/>
    <w:rsid w:val="00F91076"/>
    <w:rsid w:val="00F91938"/>
    <w:rsid w:val="00F91C94"/>
    <w:rsid w:val="00F92C0A"/>
    <w:rsid w:val="00F92F52"/>
    <w:rsid w:val="00F92F64"/>
    <w:rsid w:val="00F930CC"/>
    <w:rsid w:val="00F930D3"/>
    <w:rsid w:val="00F93751"/>
    <w:rsid w:val="00F93957"/>
    <w:rsid w:val="00F93C82"/>
    <w:rsid w:val="00F9415B"/>
    <w:rsid w:val="00F94E56"/>
    <w:rsid w:val="00F950A4"/>
    <w:rsid w:val="00F95FF3"/>
    <w:rsid w:val="00F961B8"/>
    <w:rsid w:val="00F965BA"/>
    <w:rsid w:val="00F965FB"/>
    <w:rsid w:val="00F96B1F"/>
    <w:rsid w:val="00F970FB"/>
    <w:rsid w:val="00F97FE5"/>
    <w:rsid w:val="00FA085A"/>
    <w:rsid w:val="00FA090B"/>
    <w:rsid w:val="00FA0E61"/>
    <w:rsid w:val="00FA0F02"/>
    <w:rsid w:val="00FA1081"/>
    <w:rsid w:val="00FA13C2"/>
    <w:rsid w:val="00FA1CB1"/>
    <w:rsid w:val="00FA2A98"/>
    <w:rsid w:val="00FA2CD9"/>
    <w:rsid w:val="00FA2D88"/>
    <w:rsid w:val="00FA3095"/>
    <w:rsid w:val="00FA3B07"/>
    <w:rsid w:val="00FA4471"/>
    <w:rsid w:val="00FA469C"/>
    <w:rsid w:val="00FA4EE5"/>
    <w:rsid w:val="00FA536E"/>
    <w:rsid w:val="00FA54F9"/>
    <w:rsid w:val="00FA57D5"/>
    <w:rsid w:val="00FA5CC6"/>
    <w:rsid w:val="00FA6599"/>
    <w:rsid w:val="00FA67EF"/>
    <w:rsid w:val="00FA6E98"/>
    <w:rsid w:val="00FA6F74"/>
    <w:rsid w:val="00FA7515"/>
    <w:rsid w:val="00FA764E"/>
    <w:rsid w:val="00FA7751"/>
    <w:rsid w:val="00FA7786"/>
    <w:rsid w:val="00FA7E48"/>
    <w:rsid w:val="00FA7F91"/>
    <w:rsid w:val="00FB0145"/>
    <w:rsid w:val="00FB03C4"/>
    <w:rsid w:val="00FB115E"/>
    <w:rsid w:val="00FB121C"/>
    <w:rsid w:val="00FB13B4"/>
    <w:rsid w:val="00FB1CDD"/>
    <w:rsid w:val="00FB1F0D"/>
    <w:rsid w:val="00FB1FBF"/>
    <w:rsid w:val="00FB219B"/>
    <w:rsid w:val="00FB22CE"/>
    <w:rsid w:val="00FB29AD"/>
    <w:rsid w:val="00FB2C2F"/>
    <w:rsid w:val="00FB305C"/>
    <w:rsid w:val="00FB4612"/>
    <w:rsid w:val="00FB57DC"/>
    <w:rsid w:val="00FB6CC4"/>
    <w:rsid w:val="00FC0994"/>
    <w:rsid w:val="00FC1975"/>
    <w:rsid w:val="00FC1CAF"/>
    <w:rsid w:val="00FC1D1F"/>
    <w:rsid w:val="00FC1D48"/>
    <w:rsid w:val="00FC289C"/>
    <w:rsid w:val="00FC2D77"/>
    <w:rsid w:val="00FC2E3D"/>
    <w:rsid w:val="00FC3114"/>
    <w:rsid w:val="00FC3450"/>
    <w:rsid w:val="00FC34BD"/>
    <w:rsid w:val="00FC3B29"/>
    <w:rsid w:val="00FC3B3E"/>
    <w:rsid w:val="00FC3BDE"/>
    <w:rsid w:val="00FC4A69"/>
    <w:rsid w:val="00FC4C9C"/>
    <w:rsid w:val="00FC53EB"/>
    <w:rsid w:val="00FC5783"/>
    <w:rsid w:val="00FC60A4"/>
    <w:rsid w:val="00FC6B4D"/>
    <w:rsid w:val="00FC6BA1"/>
    <w:rsid w:val="00FC6E4A"/>
    <w:rsid w:val="00FC6F83"/>
    <w:rsid w:val="00FC799C"/>
    <w:rsid w:val="00FD01E2"/>
    <w:rsid w:val="00FD09A9"/>
    <w:rsid w:val="00FD0D4A"/>
    <w:rsid w:val="00FD11EB"/>
    <w:rsid w:val="00FD1D47"/>
    <w:rsid w:val="00FD1DBE"/>
    <w:rsid w:val="00FD25A7"/>
    <w:rsid w:val="00FD27B6"/>
    <w:rsid w:val="00FD2A6C"/>
    <w:rsid w:val="00FD2EB4"/>
    <w:rsid w:val="00FD3634"/>
    <w:rsid w:val="00FD3689"/>
    <w:rsid w:val="00FD41AC"/>
    <w:rsid w:val="00FD42A3"/>
    <w:rsid w:val="00FD5650"/>
    <w:rsid w:val="00FD5FFC"/>
    <w:rsid w:val="00FD7468"/>
    <w:rsid w:val="00FD77DE"/>
    <w:rsid w:val="00FD7CE0"/>
    <w:rsid w:val="00FD7CE3"/>
    <w:rsid w:val="00FE0931"/>
    <w:rsid w:val="00FE0B3B"/>
    <w:rsid w:val="00FE153E"/>
    <w:rsid w:val="00FE1747"/>
    <w:rsid w:val="00FE1BE2"/>
    <w:rsid w:val="00FE28D2"/>
    <w:rsid w:val="00FE2BDF"/>
    <w:rsid w:val="00FE2F0F"/>
    <w:rsid w:val="00FE37BD"/>
    <w:rsid w:val="00FE3CDF"/>
    <w:rsid w:val="00FE40B0"/>
    <w:rsid w:val="00FE45F4"/>
    <w:rsid w:val="00FE485F"/>
    <w:rsid w:val="00FE4BE5"/>
    <w:rsid w:val="00FE511E"/>
    <w:rsid w:val="00FE58B8"/>
    <w:rsid w:val="00FE5EAC"/>
    <w:rsid w:val="00FE6293"/>
    <w:rsid w:val="00FE6A24"/>
    <w:rsid w:val="00FE6B0B"/>
    <w:rsid w:val="00FE730A"/>
    <w:rsid w:val="00FE76B9"/>
    <w:rsid w:val="00FE7B86"/>
    <w:rsid w:val="00FF070E"/>
    <w:rsid w:val="00FF07D0"/>
    <w:rsid w:val="00FF0ACD"/>
    <w:rsid w:val="00FF146B"/>
    <w:rsid w:val="00FF1DD7"/>
    <w:rsid w:val="00FF2115"/>
    <w:rsid w:val="00FF29ED"/>
    <w:rsid w:val="00FF3EED"/>
    <w:rsid w:val="00FF4101"/>
    <w:rsid w:val="00FF414A"/>
    <w:rsid w:val="00FF41D1"/>
    <w:rsid w:val="00FF4453"/>
    <w:rsid w:val="00FF4A50"/>
    <w:rsid w:val="00FF527D"/>
    <w:rsid w:val="00FF5BD7"/>
    <w:rsid w:val="00FF7BBC"/>
    <w:rsid w:val="150D685A"/>
    <w:rsid w:val="169C2C5C"/>
    <w:rsid w:val="17C04917"/>
    <w:rsid w:val="1AA2B746"/>
    <w:rsid w:val="1B6418FA"/>
    <w:rsid w:val="2C480E76"/>
    <w:rsid w:val="3072097B"/>
    <w:rsid w:val="3D00DA3E"/>
    <w:rsid w:val="553AEFBD"/>
    <w:rsid w:val="55E53840"/>
    <w:rsid w:val="60087F0D"/>
    <w:rsid w:val="6F604465"/>
    <w:rsid w:val="770E0361"/>
    <w:rsid w:val="7AAA99D3"/>
  </w:rsids>
  <m:mathPr>
    <m:mathFont m:val="Cambria Math"/>
    <m:brkBin m:val="before"/>
    <m:brkBinSub m:val="--"/>
    <m:smallFrac/>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19C1F8"/>
  <w15:docId w15:val="{01EFDDDC-B126-4D74-AFDF-34184D055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42B1"/>
    <w:pPr>
      <w:spacing w:after="160" w:line="259" w:lineRule="auto"/>
    </w:pPr>
    <w:rPr>
      <w:rFonts w:asciiTheme="minorHAnsi" w:eastAsiaTheme="minorHAnsi" w:hAnsiTheme="minorHAnsi" w:cstheme="minorBidi"/>
      <w:sz w:val="22"/>
      <w:szCs w:val="22"/>
      <w:lang w:eastAsia="en-US"/>
    </w:rPr>
  </w:style>
  <w:style w:type="paragraph" w:styleId="Nagwek1">
    <w:name w:val="heading 1"/>
    <w:basedOn w:val="Normalny"/>
    <w:next w:val="Normalny"/>
    <w:link w:val="Nagwek1Znak"/>
    <w:uiPriority w:val="99"/>
    <w:semiHidden/>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basedOn w:val="Normalny"/>
    <w:uiPriority w:val="34"/>
    <w:qFormat/>
    <w:rsid w:val="00C942B1"/>
    <w:pPr>
      <w:ind w:left="720"/>
      <w:contextualSpacing/>
    </w:pPr>
  </w:style>
  <w:style w:type="paragraph" w:styleId="Poprawka">
    <w:name w:val="Revision"/>
    <w:hidden/>
    <w:uiPriority w:val="99"/>
    <w:semiHidden/>
    <w:rsid w:val="00A32902"/>
    <w:pPr>
      <w:spacing w:line="240" w:lineRule="auto"/>
    </w:pPr>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821EBF"/>
    <w:rPr>
      <w:color w:val="0000FF"/>
      <w:u w:val="single"/>
    </w:rPr>
  </w:style>
  <w:style w:type="character" w:styleId="Nierozpoznanawzmianka">
    <w:name w:val="Unresolved Mention"/>
    <w:basedOn w:val="Domylnaczcionkaakapitu"/>
    <w:uiPriority w:val="99"/>
    <w:semiHidden/>
    <w:unhideWhenUsed/>
    <w:rsid w:val="00A83B1B"/>
    <w:rPr>
      <w:color w:val="605E5C"/>
      <w:shd w:val="clear" w:color="auto" w:fill="E1DFDD"/>
    </w:rPr>
  </w:style>
  <w:style w:type="paragraph" w:styleId="Tekstprzypisukocowego">
    <w:name w:val="endnote text"/>
    <w:basedOn w:val="Normalny"/>
    <w:link w:val="TekstprzypisukocowegoZnak"/>
    <w:uiPriority w:val="99"/>
    <w:semiHidden/>
    <w:unhideWhenUsed/>
    <w:rsid w:val="0022352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3521"/>
    <w:rPr>
      <w:rFonts w:asciiTheme="minorHAnsi" w:eastAsiaTheme="minorHAnsi" w:hAnsiTheme="minorHAnsi" w:cstheme="minorBidi"/>
      <w:sz w:val="20"/>
      <w:szCs w:val="20"/>
      <w:lang w:eastAsia="en-US"/>
    </w:rPr>
  </w:style>
  <w:style w:type="character" w:styleId="Odwoanieprzypisukocowego">
    <w:name w:val="endnote reference"/>
    <w:basedOn w:val="Domylnaczcionkaakapitu"/>
    <w:uiPriority w:val="99"/>
    <w:semiHidden/>
    <w:unhideWhenUsed/>
    <w:rsid w:val="00223521"/>
    <w:rPr>
      <w:vertAlign w:val="superscript"/>
    </w:rPr>
  </w:style>
  <w:style w:type="character" w:styleId="Wzmianka">
    <w:name w:val="Mention"/>
    <w:basedOn w:val="Domylnaczcionkaakapitu"/>
    <w:uiPriority w:val="99"/>
    <w:unhideWhenUsed/>
    <w:rsid w:val="00B3187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41696">
      <w:bodyDiv w:val="1"/>
      <w:marLeft w:val="0"/>
      <w:marRight w:val="0"/>
      <w:marTop w:val="0"/>
      <w:marBottom w:val="0"/>
      <w:divBdr>
        <w:top w:val="none" w:sz="0" w:space="0" w:color="auto"/>
        <w:left w:val="none" w:sz="0" w:space="0" w:color="auto"/>
        <w:bottom w:val="none" w:sz="0" w:space="0" w:color="auto"/>
        <w:right w:val="none" w:sz="0" w:space="0" w:color="auto"/>
      </w:divBdr>
    </w:div>
    <w:div w:id="246115042">
      <w:bodyDiv w:val="1"/>
      <w:marLeft w:val="0"/>
      <w:marRight w:val="0"/>
      <w:marTop w:val="0"/>
      <w:marBottom w:val="0"/>
      <w:divBdr>
        <w:top w:val="none" w:sz="0" w:space="0" w:color="auto"/>
        <w:left w:val="none" w:sz="0" w:space="0" w:color="auto"/>
        <w:bottom w:val="none" w:sz="0" w:space="0" w:color="auto"/>
        <w:right w:val="none" w:sz="0" w:space="0" w:color="auto"/>
      </w:divBdr>
    </w:div>
    <w:div w:id="444010478">
      <w:bodyDiv w:val="1"/>
      <w:marLeft w:val="0"/>
      <w:marRight w:val="0"/>
      <w:marTop w:val="0"/>
      <w:marBottom w:val="0"/>
      <w:divBdr>
        <w:top w:val="none" w:sz="0" w:space="0" w:color="auto"/>
        <w:left w:val="none" w:sz="0" w:space="0" w:color="auto"/>
        <w:bottom w:val="none" w:sz="0" w:space="0" w:color="auto"/>
        <w:right w:val="none" w:sz="0" w:space="0" w:color="auto"/>
      </w:divBdr>
    </w:div>
    <w:div w:id="525169511">
      <w:bodyDiv w:val="1"/>
      <w:marLeft w:val="0"/>
      <w:marRight w:val="0"/>
      <w:marTop w:val="0"/>
      <w:marBottom w:val="0"/>
      <w:divBdr>
        <w:top w:val="none" w:sz="0" w:space="0" w:color="auto"/>
        <w:left w:val="none" w:sz="0" w:space="0" w:color="auto"/>
        <w:bottom w:val="none" w:sz="0" w:space="0" w:color="auto"/>
        <w:right w:val="none" w:sz="0" w:space="0" w:color="auto"/>
      </w:divBdr>
    </w:div>
    <w:div w:id="987321889">
      <w:bodyDiv w:val="1"/>
      <w:marLeft w:val="0"/>
      <w:marRight w:val="0"/>
      <w:marTop w:val="0"/>
      <w:marBottom w:val="0"/>
      <w:divBdr>
        <w:top w:val="none" w:sz="0" w:space="0" w:color="auto"/>
        <w:left w:val="none" w:sz="0" w:space="0" w:color="auto"/>
        <w:bottom w:val="none" w:sz="0" w:space="0" w:color="auto"/>
        <w:right w:val="none" w:sz="0" w:space="0" w:color="auto"/>
      </w:divBdr>
      <w:divsChild>
        <w:div w:id="2076203727">
          <w:marLeft w:val="360"/>
          <w:marRight w:val="0"/>
          <w:marTop w:val="0"/>
          <w:marBottom w:val="0"/>
          <w:divBdr>
            <w:top w:val="none" w:sz="0" w:space="0" w:color="auto"/>
            <w:left w:val="none" w:sz="0" w:space="0" w:color="auto"/>
            <w:bottom w:val="none" w:sz="0" w:space="0" w:color="auto"/>
            <w:right w:val="none" w:sz="0" w:space="0" w:color="auto"/>
          </w:divBdr>
        </w:div>
        <w:div w:id="2122645589">
          <w:marLeft w:val="360"/>
          <w:marRight w:val="0"/>
          <w:marTop w:val="0"/>
          <w:marBottom w:val="0"/>
          <w:divBdr>
            <w:top w:val="none" w:sz="0" w:space="0" w:color="auto"/>
            <w:left w:val="none" w:sz="0" w:space="0" w:color="auto"/>
            <w:bottom w:val="none" w:sz="0" w:space="0" w:color="auto"/>
            <w:right w:val="none" w:sz="0" w:space="0" w:color="auto"/>
          </w:divBdr>
          <w:divsChild>
            <w:div w:id="152339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14760">
      <w:bodyDiv w:val="1"/>
      <w:marLeft w:val="0"/>
      <w:marRight w:val="0"/>
      <w:marTop w:val="0"/>
      <w:marBottom w:val="0"/>
      <w:divBdr>
        <w:top w:val="none" w:sz="0" w:space="0" w:color="auto"/>
        <w:left w:val="none" w:sz="0" w:space="0" w:color="auto"/>
        <w:bottom w:val="none" w:sz="0" w:space="0" w:color="auto"/>
        <w:right w:val="none" w:sz="0" w:space="0" w:color="auto"/>
      </w:divBdr>
    </w:div>
    <w:div w:id="1236546489">
      <w:bodyDiv w:val="1"/>
      <w:marLeft w:val="0"/>
      <w:marRight w:val="0"/>
      <w:marTop w:val="0"/>
      <w:marBottom w:val="0"/>
      <w:divBdr>
        <w:top w:val="none" w:sz="0" w:space="0" w:color="auto"/>
        <w:left w:val="none" w:sz="0" w:space="0" w:color="auto"/>
        <w:bottom w:val="none" w:sz="0" w:space="0" w:color="auto"/>
        <w:right w:val="none" w:sz="0" w:space="0" w:color="auto"/>
      </w:divBdr>
    </w:div>
    <w:div w:id="1655834674">
      <w:bodyDiv w:val="1"/>
      <w:marLeft w:val="0"/>
      <w:marRight w:val="0"/>
      <w:marTop w:val="0"/>
      <w:marBottom w:val="0"/>
      <w:divBdr>
        <w:top w:val="none" w:sz="0" w:space="0" w:color="auto"/>
        <w:left w:val="none" w:sz="0" w:space="0" w:color="auto"/>
        <w:bottom w:val="none" w:sz="0" w:space="0" w:color="auto"/>
        <w:right w:val="none" w:sz="0" w:space="0" w:color="auto"/>
      </w:divBdr>
    </w:div>
    <w:div w:id="1918585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purgat\Desktop\Szablon%20aktu%20prawnego%204_0%20&#8212;%20kopia.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5C5AF3960F1B049B53D892FA78AAB35" ma:contentTypeVersion="11" ma:contentTypeDescription="Utwórz nowy dokument." ma:contentTypeScope="" ma:versionID="4d894c350b3f9363262132e1c943a3d9">
  <xsd:schema xmlns:xsd="http://www.w3.org/2001/XMLSchema" xmlns:xs="http://www.w3.org/2001/XMLSchema" xmlns:p="http://schemas.microsoft.com/office/2006/metadata/properties" xmlns:ns2="e2a66f41-e71c-43c0-978c-6b994620f43b" xmlns:ns3="8d6cc8ba-e0a3-4201-9943-658c578bb511" targetNamespace="http://schemas.microsoft.com/office/2006/metadata/properties" ma:root="true" ma:fieldsID="9dad50035b0489719b73a8fc70f969e4" ns2:_="" ns3:_="">
    <xsd:import namespace="e2a66f41-e71c-43c0-978c-6b994620f43b"/>
    <xsd:import namespace="8d6cc8ba-e0a3-4201-9943-658c578bb5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66f41-e71c-43c0-978c-6b994620f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e835e703-0ab1-479c-86ae-40704161aed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6cc8ba-e0a3-4201-9943-658c578bb511"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5843598-b322-428f-9e8a-d8a703e0deef}" ma:internalName="TaxCatchAll" ma:showField="CatchAllData" ma:web="8d6cc8ba-e0a3-4201-9943-658c578bb5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2a66f41-e71c-43c0-978c-6b994620f43b">
      <Terms xmlns="http://schemas.microsoft.com/office/infopath/2007/PartnerControls"/>
    </lcf76f155ced4ddcb4097134ff3c332f>
    <TaxCatchAll xmlns="8d6cc8ba-e0a3-4201-9943-658c578bb511"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D532FD-96C9-4903-B20E-573C0314E5C5}">
  <ds:schemaRefs>
    <ds:schemaRef ds:uri="http://schemas.microsoft.com/sharepoint/v3/contenttype/forms"/>
  </ds:schemaRefs>
</ds:datastoreItem>
</file>

<file path=customXml/itemProps3.xml><?xml version="1.0" encoding="utf-8"?>
<ds:datastoreItem xmlns:ds="http://schemas.openxmlformats.org/officeDocument/2006/customXml" ds:itemID="{68DAE65D-528D-4567-975E-47BBC307D4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66f41-e71c-43c0-978c-6b994620f43b"/>
    <ds:schemaRef ds:uri="8d6cc8ba-e0a3-4201-9943-658c578bb5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B024E-1CAB-4ECF-8302-A9D4B1CAE63A}">
  <ds:schemaRefs>
    <ds:schemaRef ds:uri="http://schemas.microsoft.com/office/2006/metadata/properties"/>
    <ds:schemaRef ds:uri="http://schemas.microsoft.com/office/infopath/2007/PartnerControls"/>
    <ds:schemaRef ds:uri="e2a66f41-e71c-43c0-978c-6b994620f43b"/>
    <ds:schemaRef ds:uri="8d6cc8ba-e0a3-4201-9943-658c578bb511"/>
  </ds:schemaRefs>
</ds:datastoreItem>
</file>

<file path=customXml/itemProps5.xml><?xml version="1.0" encoding="utf-8"?>
<ds:datastoreItem xmlns:ds="http://schemas.openxmlformats.org/officeDocument/2006/customXml" ds:itemID="{11047E36-43CD-4CD4-B6A6-DE01A0EE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 — kopia</Template>
  <TotalTime>0</TotalTime>
  <Pages>19</Pages>
  <Words>6511</Words>
  <Characters>39072</Characters>
  <Application>Microsoft Office Word</Application>
  <DocSecurity>0</DocSecurity>
  <Lines>325</Lines>
  <Paragraphs>90</Paragraphs>
  <ScaleCrop>false</ScaleCrop>
  <Manager/>
  <Company>&lt;nazwa organu&gt;</Company>
  <LinksUpToDate>false</LinksUpToDate>
  <CharactersWithSpaces>45493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Purgat Krystian</dc:creator>
  <cp:keywords/>
  <dc:description/>
  <cp:lastModifiedBy>Małecka Agata</cp:lastModifiedBy>
  <cp:revision>2</cp:revision>
  <cp:lastPrinted>2023-12-10T05:28:00Z</cp:lastPrinted>
  <dcterms:created xsi:type="dcterms:W3CDTF">2025-06-05T10:13:00Z</dcterms:created>
  <dcterms:modified xsi:type="dcterms:W3CDTF">2025-06-05T10:13:00Z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ContentTypeId">
    <vt:lpwstr>0x01010045C5AF3960F1B049B53D892FA78AAB35</vt:lpwstr>
  </property>
  <property fmtid="{D5CDD505-2E9C-101B-9397-08002B2CF9AE}" pid="5" name="MediaServiceImageTags">
    <vt:lpwstr/>
  </property>
  <property fmtid="{D5CDD505-2E9C-101B-9397-08002B2CF9AE}" pid="6" name="Order">
    <vt:r8>687500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